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>Füllzeichen:</w:t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</w:p>
    <w:p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sectPr w:rsidR="004F636E" w:rsidRPr="00F046AC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intFractionalCharacterWidth/>
  <w:embedSystemFonts/>
  <w:hideSpellingErrors/>
  <w:hideGrammaticalErrors/>
  <w:proofState w:spelling="clean" w:grammar="clean"/>
  <w:stylePaneFormatFilter w:val="3F0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</w:compat>
  <w:rsids>
    <w:rsidRoot w:val="002969C6"/>
    <w:rsid w:val="002969C6"/>
    <w:rsid w:val="004F636E"/>
    <w:rsid w:val="00F0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" w:hAnsi="He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Tabulatoren</vt:lpstr>
    </vt:vector>
  </TitlesOfParts>
  <Company>rabbitsoft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Tabulatoren</dc:title>
  <dc:subject/>
  <dc:creator>Rainer G. Haselier</dc:creator>
  <cp:keywords/>
  <dc:description/>
  <cp:lastModifiedBy>Rainer G. Haselier</cp:lastModifiedBy>
  <cp:revision>2</cp:revision>
  <cp:lastPrinted>1601-01-01T00:00:00Z</cp:lastPrinted>
  <dcterms:created xsi:type="dcterms:W3CDTF">2007-05-13T08:19:00Z</dcterms:created>
  <dcterms:modified xsi:type="dcterms:W3CDTF">2007-05-13T08:19:00Z</dcterms:modified>
</cp:coreProperties>
</file>