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DB9" w:rsidRDefault="004C3DB9" w:rsidP="004C3DB9">
      <w:pPr>
        <w:pStyle w:val="WAberschriftohneNummer"/>
      </w:pPr>
      <w:r>
        <w:t>Hinweise</w:t>
      </w:r>
    </w:p>
    <w:p w:rsidR="004C3DB9" w:rsidRPr="004C3DB9" w:rsidRDefault="004C3DB9" w:rsidP="004C3DB9">
      <w:pPr>
        <w:pStyle w:val="WAMarginalie"/>
        <w:framePr w:wrap="notBeside"/>
      </w:pPr>
      <w:r w:rsidRPr="004C3DB9">
        <w:t>WA_Standard</w:t>
      </w:r>
    </w:p>
    <w:p w:rsidR="00BC0BF5" w:rsidRDefault="00BC0BF5" w:rsidP="00B90E7E">
      <w:r>
        <w:t>Das vorliegende Dokument</w:t>
      </w:r>
      <w:r w:rsidR="00B90E7E" w:rsidRPr="003B3A23">
        <w:t xml:space="preserve"> </w:t>
      </w:r>
      <w:r w:rsidR="006C42CD">
        <w:t>wurde</w:t>
      </w:r>
      <w:r w:rsidR="00B90E7E" w:rsidRPr="003B3A23">
        <w:t xml:space="preserve"> </w:t>
      </w:r>
      <w:r w:rsidR="006C42CD">
        <w:t xml:space="preserve">erstellt </w:t>
      </w:r>
      <w:r w:rsidR="00B90E7E" w:rsidRPr="003B3A23">
        <w:t xml:space="preserve">auf </w:t>
      </w:r>
      <w:r w:rsidR="006C42CD">
        <w:t xml:space="preserve">Basis </w:t>
      </w:r>
      <w:r w:rsidR="00B90E7E" w:rsidRPr="003B3A23">
        <w:t>der Dokumentvorlage »Wissenschaflich</w:t>
      </w:r>
      <w:r w:rsidR="00B90E7E" w:rsidRPr="004C3DB9">
        <w:t>e</w:t>
      </w:r>
      <w:r w:rsidR="004C3DB9">
        <w:t>‌</w:t>
      </w:r>
      <w:r w:rsidR="00B90E7E" w:rsidRPr="004C3DB9">
        <w:t>A</w:t>
      </w:r>
      <w:r w:rsidR="00B90E7E" w:rsidRPr="003B3A23">
        <w:t>rbeit.dotx«</w:t>
      </w:r>
      <w:r w:rsidR="003B3A23">
        <w:t xml:space="preserve"> und </w:t>
      </w:r>
      <w:r w:rsidR="00B91327">
        <w:t>zeigt anhand einiger Beispiele die in den Formatvorlagen definierten Formatierungen.</w:t>
      </w:r>
    </w:p>
    <w:p w:rsidR="00B91327" w:rsidRDefault="006C42CD" w:rsidP="00B90E7E">
      <w:r>
        <w:t>Das Dokument</w:t>
      </w:r>
      <w:r w:rsidR="00B90E7E" w:rsidRPr="003B3A23">
        <w:t xml:space="preserve"> </w:t>
      </w:r>
      <w:r w:rsidR="00BC0BF5">
        <w:t>dient lediglich als Muster, in welchem Sie nach Herzenslust he</w:t>
      </w:r>
      <w:r w:rsidR="00BC0BF5">
        <w:t>r</w:t>
      </w:r>
      <w:r w:rsidR="00BC0BF5">
        <w:t xml:space="preserve">umexperimentieren dürfen. Verwenden Sie es aber nicht als Grundlage für </w:t>
      </w:r>
      <w:r w:rsidR="00B91327">
        <w:t>Ihre</w:t>
      </w:r>
      <w:r w:rsidR="00BC0BF5">
        <w:t xml:space="preserve"> wissenschaftliche Arbeit.</w:t>
      </w:r>
    </w:p>
    <w:p w:rsidR="009E0F45" w:rsidRPr="003B3A23" w:rsidRDefault="00B90E7E" w:rsidP="00B90E7E">
      <w:r w:rsidRPr="003B3A23">
        <w:t>Im Gegensatz zur Dokumentvorlage</w:t>
      </w:r>
    </w:p>
    <w:p w:rsidR="007F0BAF" w:rsidRPr="0082760D" w:rsidRDefault="007F0BAF" w:rsidP="007F0BAF">
      <w:pPr>
        <w:pStyle w:val="WAMarginalie"/>
        <w:framePr w:wrap="notBeside"/>
      </w:pPr>
      <w:r>
        <w:t>WA_Aufzählung_Punkt</w:t>
      </w:r>
    </w:p>
    <w:p w:rsidR="009E0F45" w:rsidRPr="003B3A23" w:rsidRDefault="009E0F45" w:rsidP="009E0F45">
      <w:pPr>
        <w:pStyle w:val="WAAufzhlungPunkt"/>
      </w:pPr>
      <w:r w:rsidRPr="003B3A23">
        <w:t>beträgt</w:t>
      </w:r>
      <w:r w:rsidR="00B90E7E" w:rsidRPr="003B3A23">
        <w:t xml:space="preserve"> der rechte</w:t>
      </w:r>
      <w:r w:rsidRPr="003B3A23">
        <w:t xml:space="preserve"> (= äußere)</w:t>
      </w:r>
      <w:r w:rsidR="00B90E7E" w:rsidRPr="003B3A23">
        <w:t xml:space="preserve"> Seitenrand dieses Doku</w:t>
      </w:r>
      <w:r w:rsidRPr="003B3A23">
        <w:t>ments</w:t>
      </w:r>
      <w:r w:rsidR="00B90E7E" w:rsidRPr="003B3A23">
        <w:t xml:space="preserve"> 6 cm, um </w:t>
      </w:r>
      <w:r w:rsidR="00B91327">
        <w:t>die</w:t>
      </w:r>
      <w:r w:rsidR="003B3A23" w:rsidRPr="003B3A23">
        <w:t xml:space="preserve"> Positionsrahmen mit </w:t>
      </w:r>
      <w:r w:rsidR="00B90E7E" w:rsidRPr="003B3A23">
        <w:t>den Namen der jeweils verwendeten Formatvorlage</w:t>
      </w:r>
      <w:r w:rsidRPr="003B3A23">
        <w:t>/n</w:t>
      </w:r>
      <w:r w:rsidR="003B3A23" w:rsidRPr="003B3A23">
        <w:t xml:space="preserve"> </w:t>
      </w:r>
      <w:r w:rsidR="00B91327">
        <w:t>aufzunehmen</w:t>
      </w:r>
      <w:r w:rsidR="00B90E7E" w:rsidRPr="003B3A23">
        <w:t>.</w:t>
      </w:r>
    </w:p>
    <w:p w:rsidR="00B90E7E" w:rsidRDefault="009E0F45" w:rsidP="009E0F45">
      <w:pPr>
        <w:pStyle w:val="WAAufzhlungPunkt"/>
      </w:pPr>
      <w:r w:rsidRPr="003B3A23">
        <w:t>enthält dieses Dokument die Formatvorlage »WA_Marginalie«, mit der die Positionsrahmen formatiert sind.</w:t>
      </w:r>
    </w:p>
    <w:p w:rsidR="006C42CD" w:rsidRDefault="006C42CD" w:rsidP="009E0F45">
      <w:pPr>
        <w:pStyle w:val="WAAufzhlungPunkt"/>
      </w:pPr>
      <w:r>
        <w:t xml:space="preserve">beinhaltet die Zeichenformatvorlage </w:t>
      </w:r>
      <w:r w:rsidRPr="003B3A23">
        <w:t xml:space="preserve"> »</w:t>
      </w:r>
      <w:r>
        <w:t>WA_Befehle</w:t>
      </w:r>
      <w:r w:rsidRPr="003B3A23">
        <w:t>«</w:t>
      </w:r>
      <w:r>
        <w:t xml:space="preserve"> (integrierter Name: »</w:t>
      </w:r>
      <w:r w:rsidRPr="006C42CD">
        <w:t>Intensiver Verweis</w:t>
      </w:r>
      <w:r>
        <w:t xml:space="preserve">«) in diesem Dokument das Zeichenformat </w:t>
      </w:r>
      <w:r w:rsidRPr="006C42CD">
        <w:rPr>
          <w:rStyle w:val="IntensiverVerweis"/>
        </w:rPr>
        <w:t>Kapitälchen</w:t>
      </w:r>
      <w:r>
        <w:t xml:space="preserve">, um den Unterschied zur Zeichenformatvorlage </w:t>
      </w:r>
      <w:r w:rsidRPr="003B3A23">
        <w:t>»</w:t>
      </w:r>
      <w:r>
        <w:t>WA_Hervorhebung</w:t>
      </w:r>
      <w:r w:rsidRPr="003B3A23">
        <w:t>«</w:t>
      </w:r>
      <w:r>
        <w:t xml:space="preserve"> (Int</w:t>
      </w:r>
      <w:r>
        <w:t>e</w:t>
      </w:r>
      <w:r>
        <w:t>grierter Name: »</w:t>
      </w:r>
      <w:r w:rsidRPr="006C42CD">
        <w:t>Hervorhebung</w:t>
      </w:r>
      <w:r>
        <w:t>«) zu verdeutlichen. Für das Buch konnten Kapitälchen aufgrund externer Vorgaben nicht verwendet werden.</w:t>
      </w:r>
    </w:p>
    <w:p w:rsidR="007B76C4" w:rsidRPr="003B3A23" w:rsidRDefault="007B76C4" w:rsidP="009E0F45">
      <w:pPr>
        <w:pStyle w:val="WAAufzhlungPunkt"/>
      </w:pPr>
      <w:r>
        <w:t>wurden zusätzliche Formatvorlagen erstellt für die Auflistung der Forma</w:t>
      </w:r>
      <w:r>
        <w:t>t</w:t>
      </w:r>
      <w:r>
        <w:t>vorlagen am Ende dieses Dokuments.</w:t>
      </w:r>
    </w:p>
    <w:p w:rsidR="007F0BAF" w:rsidRDefault="00B91327" w:rsidP="00B90E7E">
      <w:r>
        <w:t xml:space="preserve">Am </w:t>
      </w:r>
      <w:r w:rsidRPr="003B3A23">
        <w:t xml:space="preserve">Ende </w:t>
      </w:r>
      <w:r>
        <w:t xml:space="preserve">dieses Dokuments finden Sie </w:t>
      </w:r>
      <w:r w:rsidRPr="003B3A23">
        <w:t xml:space="preserve">eine Übersicht aller </w:t>
      </w:r>
      <w:r>
        <w:t>integrierten Fo</w:t>
      </w:r>
      <w:r>
        <w:t>r</w:t>
      </w:r>
      <w:r>
        <w:t>matvorlagen, die für die</w:t>
      </w:r>
      <w:r w:rsidRPr="003B3A23">
        <w:t xml:space="preserve"> Dokumentvorlage </w:t>
      </w:r>
      <w:r>
        <w:t>verändert wurden, sowie eine Au</w:t>
      </w:r>
      <w:r>
        <w:t>f</w:t>
      </w:r>
      <w:r>
        <w:t xml:space="preserve">listung aller zusätzlich erstellten </w:t>
      </w:r>
      <w:r w:rsidRPr="003B3A23">
        <w:t>Formatvorlagen.</w:t>
      </w:r>
    </w:p>
    <w:p w:rsidR="00B90E7E" w:rsidRDefault="00B90E7E" w:rsidP="00B90E7E">
      <w:pPr>
        <w:sectPr w:rsidR="00B90E7E" w:rsidSect="00391CFF">
          <w:headerReference w:type="even" r:id="rId8"/>
          <w:headerReference w:type="default" r:id="rId9"/>
          <w:pgSz w:w="11906" w:h="16838" w:code="9"/>
          <w:pgMar w:top="1418" w:right="3402" w:bottom="1134" w:left="1418" w:header="709" w:footer="709" w:gutter="0"/>
          <w:cols w:space="708"/>
          <w:titlePg/>
          <w:docGrid w:linePitch="360"/>
        </w:sectPr>
      </w:pPr>
    </w:p>
    <w:p w:rsidR="00B90E7E" w:rsidRPr="00B90E7E" w:rsidRDefault="00B90E7E" w:rsidP="00B91327">
      <w:pPr>
        <w:pStyle w:val="WAMarginalie"/>
        <w:framePr w:wrap="notBeside"/>
      </w:pPr>
      <w:r w:rsidRPr="00B90E7E">
        <w:lastRenderedPageBreak/>
        <w:t>WA_Überschrift_</w:t>
      </w:r>
      <w:r w:rsidR="00D2050C">
        <w:br/>
      </w:r>
      <w:r w:rsidRPr="00B90E7E">
        <w:t>ohne_Nummer</w:t>
      </w:r>
      <w:r w:rsidRPr="00B90E7E">
        <w:br/>
      </w:r>
      <w:r w:rsidRPr="00B90E7E">
        <w:br/>
        <w:t>Verzeichnis 1,</w:t>
      </w:r>
      <w:r w:rsidRPr="00B90E7E">
        <w:br/>
        <w:t>Verzeichnis 2,</w:t>
      </w:r>
      <w:r w:rsidRPr="00B90E7E">
        <w:br/>
        <w:t>Verzeichnis 3</w:t>
      </w:r>
      <w:r w:rsidRPr="00B90E7E">
        <w:br/>
        <w:t>+ Hyperlink</w:t>
      </w:r>
    </w:p>
    <w:p w:rsidR="0016133B" w:rsidRDefault="0016133B" w:rsidP="0016133B">
      <w:pPr>
        <w:pStyle w:val="WAberschriftohneNummer"/>
      </w:pPr>
      <w:r>
        <w:t>Inhaltsverzeichnis</w:t>
      </w:r>
    </w:p>
    <w:p w:rsidR="006D0E25" w:rsidRDefault="007C0B66">
      <w:pPr>
        <w:pStyle w:val="Verzeichnis1"/>
      </w:pPr>
      <w:r>
        <w:fldChar w:fldCharType="begin"/>
      </w:r>
      <w:r w:rsidR="006D0E25">
        <w:instrText xml:space="preserve"> TOC \o "2-3" \h \z \t "Überschrift 1;1 " </w:instrText>
      </w:r>
      <w:r>
        <w:fldChar w:fldCharType="separate"/>
      </w:r>
      <w:hyperlink w:anchor="_Toc237615435" w:history="1">
        <w:r w:rsidR="006D0E25" w:rsidRPr="008C7C0F">
          <w:rPr>
            <w:rStyle w:val="Hyperlink"/>
          </w:rPr>
          <w:t>1</w:t>
        </w:r>
        <w:r w:rsidR="006D0E25">
          <w:tab/>
        </w:r>
        <w:r w:rsidR="006D0E25" w:rsidRPr="008C7C0F">
          <w:rPr>
            <w:rStyle w:val="Hyperlink"/>
          </w:rPr>
          <w:t>Erste »Überschrift 1«</w:t>
        </w:r>
        <w:r w:rsidR="006D0E25">
          <w:rPr>
            <w:webHidden/>
          </w:rPr>
          <w:tab/>
        </w:r>
        <w:r>
          <w:rPr>
            <w:webHidden/>
          </w:rPr>
          <w:fldChar w:fldCharType="begin"/>
        </w:r>
        <w:r w:rsidR="006D0E25">
          <w:rPr>
            <w:webHidden/>
          </w:rPr>
          <w:instrText xml:space="preserve"> PAGEREF _Toc237615435 \h </w:instrText>
        </w:r>
        <w:r>
          <w:rPr>
            <w:webHidden/>
          </w:rPr>
        </w:r>
        <w:r>
          <w:rPr>
            <w:webHidden/>
          </w:rPr>
          <w:fldChar w:fldCharType="separate"/>
        </w:r>
        <w:r w:rsidR="006D0E25">
          <w:rPr>
            <w:webHidden/>
          </w:rPr>
          <w:t>1</w:t>
        </w:r>
        <w:r>
          <w:rPr>
            <w:webHidden/>
          </w:rPr>
          <w:fldChar w:fldCharType="end"/>
        </w:r>
      </w:hyperlink>
    </w:p>
    <w:p w:rsidR="006D0E25" w:rsidRDefault="007C0B66">
      <w:pPr>
        <w:pStyle w:val="Verzeichnis2"/>
      </w:pPr>
      <w:hyperlink w:anchor="_Toc237615436" w:history="1">
        <w:r w:rsidR="006D0E25" w:rsidRPr="008C7C0F">
          <w:rPr>
            <w:rStyle w:val="Hyperlink"/>
          </w:rPr>
          <w:t>1.1</w:t>
        </w:r>
        <w:r w:rsidR="006D0E25">
          <w:tab/>
        </w:r>
        <w:r w:rsidR="006D0E25" w:rsidRPr="008C7C0F">
          <w:rPr>
            <w:rStyle w:val="Hyperlink"/>
          </w:rPr>
          <w:t>Erste »Überschrift 2«</w:t>
        </w:r>
        <w:r w:rsidR="006D0E25">
          <w:rPr>
            <w:webHidden/>
          </w:rPr>
          <w:tab/>
        </w:r>
        <w:r>
          <w:rPr>
            <w:webHidden/>
          </w:rPr>
          <w:fldChar w:fldCharType="begin"/>
        </w:r>
        <w:r w:rsidR="006D0E25">
          <w:rPr>
            <w:webHidden/>
          </w:rPr>
          <w:instrText xml:space="preserve"> PAGEREF _Toc237615436 \h </w:instrText>
        </w:r>
        <w:r>
          <w:rPr>
            <w:webHidden/>
          </w:rPr>
        </w:r>
        <w:r>
          <w:rPr>
            <w:webHidden/>
          </w:rPr>
          <w:fldChar w:fldCharType="separate"/>
        </w:r>
        <w:r w:rsidR="006D0E25">
          <w:rPr>
            <w:webHidden/>
          </w:rPr>
          <w:t>2</w:t>
        </w:r>
        <w:r>
          <w:rPr>
            <w:webHidden/>
          </w:rPr>
          <w:fldChar w:fldCharType="end"/>
        </w:r>
      </w:hyperlink>
    </w:p>
    <w:p w:rsidR="006D0E25" w:rsidRDefault="007C0B66">
      <w:pPr>
        <w:pStyle w:val="Verzeichnis2"/>
      </w:pPr>
      <w:hyperlink w:anchor="_Toc237615437" w:history="1">
        <w:r w:rsidR="006D0E25" w:rsidRPr="008C7C0F">
          <w:rPr>
            <w:rStyle w:val="Hyperlink"/>
          </w:rPr>
          <w:t>1.2</w:t>
        </w:r>
        <w:r w:rsidR="006D0E25">
          <w:tab/>
        </w:r>
        <w:r w:rsidR="006D0E25" w:rsidRPr="008C7C0F">
          <w:rPr>
            <w:rStyle w:val="Hyperlink"/>
          </w:rPr>
          <w:t>Zweite »Überschrift 2«</w:t>
        </w:r>
        <w:r w:rsidR="006D0E25">
          <w:rPr>
            <w:webHidden/>
          </w:rPr>
          <w:tab/>
        </w:r>
        <w:r>
          <w:rPr>
            <w:webHidden/>
          </w:rPr>
          <w:fldChar w:fldCharType="begin"/>
        </w:r>
        <w:r w:rsidR="006D0E25">
          <w:rPr>
            <w:webHidden/>
          </w:rPr>
          <w:instrText xml:space="preserve"> PAGEREF _Toc237615437 \h </w:instrText>
        </w:r>
        <w:r>
          <w:rPr>
            <w:webHidden/>
          </w:rPr>
        </w:r>
        <w:r>
          <w:rPr>
            <w:webHidden/>
          </w:rPr>
          <w:fldChar w:fldCharType="separate"/>
        </w:r>
        <w:r w:rsidR="006D0E25">
          <w:rPr>
            <w:webHidden/>
          </w:rPr>
          <w:t>3</w:t>
        </w:r>
        <w:r>
          <w:rPr>
            <w:webHidden/>
          </w:rPr>
          <w:fldChar w:fldCharType="end"/>
        </w:r>
      </w:hyperlink>
    </w:p>
    <w:p w:rsidR="006D0E25" w:rsidRDefault="007C0B66">
      <w:pPr>
        <w:pStyle w:val="Verzeichnis3"/>
        <w:rPr>
          <w:rFonts w:eastAsiaTheme="minorEastAsia"/>
          <w:kern w:val="0"/>
          <w:lang w:eastAsia="de-DE"/>
        </w:rPr>
      </w:pPr>
      <w:hyperlink w:anchor="_Toc237615438" w:history="1">
        <w:r w:rsidR="006D0E25" w:rsidRPr="008C7C0F">
          <w:rPr>
            <w:rStyle w:val="Hyperlink"/>
          </w:rPr>
          <w:t>1.2.1</w:t>
        </w:r>
        <w:r w:rsidR="006D0E25">
          <w:rPr>
            <w:rFonts w:eastAsiaTheme="minorEastAsia"/>
            <w:kern w:val="0"/>
            <w:lang w:eastAsia="de-DE"/>
          </w:rPr>
          <w:tab/>
        </w:r>
        <w:r w:rsidR="006D0E25" w:rsidRPr="008C7C0F">
          <w:rPr>
            <w:rStyle w:val="Hyperlink"/>
          </w:rPr>
          <w:t>Erste »Überschrift 3« - eine ganz lange Überschrift, die im Inhaltsverzeichnis durch den rechten Absatzeinzug nicht mit der Position der Seitenzahlen kollidiert</w:t>
        </w:r>
        <w:r w:rsidR="006D0E25">
          <w:rPr>
            <w:webHidden/>
          </w:rPr>
          <w:tab/>
        </w:r>
        <w:r>
          <w:rPr>
            <w:webHidden/>
          </w:rPr>
          <w:fldChar w:fldCharType="begin"/>
        </w:r>
        <w:r w:rsidR="006D0E25">
          <w:rPr>
            <w:webHidden/>
          </w:rPr>
          <w:instrText xml:space="preserve"> PAGEREF _Toc237615438 \h </w:instrText>
        </w:r>
        <w:r>
          <w:rPr>
            <w:webHidden/>
          </w:rPr>
        </w:r>
        <w:r>
          <w:rPr>
            <w:webHidden/>
          </w:rPr>
          <w:fldChar w:fldCharType="separate"/>
        </w:r>
        <w:r w:rsidR="006D0E25">
          <w:rPr>
            <w:webHidden/>
          </w:rPr>
          <w:t>4</w:t>
        </w:r>
        <w:r>
          <w:rPr>
            <w:webHidden/>
          </w:rPr>
          <w:fldChar w:fldCharType="end"/>
        </w:r>
      </w:hyperlink>
    </w:p>
    <w:p w:rsidR="006D0E25" w:rsidRDefault="007C0B66">
      <w:pPr>
        <w:pStyle w:val="Verzeichnis3"/>
        <w:rPr>
          <w:rFonts w:eastAsiaTheme="minorEastAsia"/>
          <w:kern w:val="0"/>
          <w:lang w:eastAsia="de-DE"/>
        </w:rPr>
      </w:pPr>
      <w:hyperlink w:anchor="_Toc237615439" w:history="1">
        <w:r w:rsidR="006D0E25" w:rsidRPr="008C7C0F">
          <w:rPr>
            <w:rStyle w:val="Hyperlink"/>
          </w:rPr>
          <w:t>1.2.2</w:t>
        </w:r>
        <w:r w:rsidR="006D0E25">
          <w:rPr>
            <w:rFonts w:eastAsiaTheme="minorEastAsia"/>
            <w:kern w:val="0"/>
            <w:lang w:eastAsia="de-DE"/>
          </w:rPr>
          <w:tab/>
        </w:r>
        <w:r w:rsidR="006D0E25" w:rsidRPr="008C7C0F">
          <w:rPr>
            <w:rStyle w:val="Hyperlink"/>
          </w:rPr>
          <w:t>Zweite »Überschrift 3«</w:t>
        </w:r>
        <w:r w:rsidR="006D0E25">
          <w:rPr>
            <w:webHidden/>
          </w:rPr>
          <w:tab/>
        </w:r>
        <w:r>
          <w:rPr>
            <w:webHidden/>
          </w:rPr>
          <w:fldChar w:fldCharType="begin"/>
        </w:r>
        <w:r w:rsidR="006D0E25">
          <w:rPr>
            <w:webHidden/>
          </w:rPr>
          <w:instrText xml:space="preserve"> PAGEREF _Toc237615439 \h </w:instrText>
        </w:r>
        <w:r>
          <w:rPr>
            <w:webHidden/>
          </w:rPr>
        </w:r>
        <w:r>
          <w:rPr>
            <w:webHidden/>
          </w:rPr>
          <w:fldChar w:fldCharType="separate"/>
        </w:r>
        <w:r w:rsidR="006D0E25">
          <w:rPr>
            <w:webHidden/>
          </w:rPr>
          <w:t>4</w:t>
        </w:r>
        <w:r>
          <w:rPr>
            <w:webHidden/>
          </w:rPr>
          <w:fldChar w:fldCharType="end"/>
        </w:r>
      </w:hyperlink>
    </w:p>
    <w:p w:rsidR="006D0E25" w:rsidRDefault="007C0B66">
      <w:pPr>
        <w:pStyle w:val="Verzeichnis2"/>
      </w:pPr>
      <w:hyperlink w:anchor="_Toc237615440" w:history="1">
        <w:r w:rsidR="006D0E25" w:rsidRPr="008C7C0F">
          <w:rPr>
            <w:rStyle w:val="Hyperlink"/>
          </w:rPr>
          <w:t>1.3</w:t>
        </w:r>
        <w:r w:rsidR="006D0E25">
          <w:tab/>
        </w:r>
        <w:r w:rsidR="006D0E25" w:rsidRPr="008C7C0F">
          <w:rPr>
            <w:rStyle w:val="Hyperlink"/>
          </w:rPr>
          <w:t>Dritte »Überschrift 2«</w:t>
        </w:r>
        <w:r w:rsidR="006D0E25">
          <w:rPr>
            <w:webHidden/>
          </w:rPr>
          <w:tab/>
        </w:r>
        <w:r>
          <w:rPr>
            <w:webHidden/>
          </w:rPr>
          <w:fldChar w:fldCharType="begin"/>
        </w:r>
        <w:r w:rsidR="006D0E25">
          <w:rPr>
            <w:webHidden/>
          </w:rPr>
          <w:instrText xml:space="preserve"> PAGEREF _Toc237615440 \h </w:instrText>
        </w:r>
        <w:r>
          <w:rPr>
            <w:webHidden/>
          </w:rPr>
        </w:r>
        <w:r>
          <w:rPr>
            <w:webHidden/>
          </w:rPr>
          <w:fldChar w:fldCharType="separate"/>
        </w:r>
        <w:r w:rsidR="006D0E25">
          <w:rPr>
            <w:webHidden/>
          </w:rPr>
          <w:t>4</w:t>
        </w:r>
        <w:r>
          <w:rPr>
            <w:webHidden/>
          </w:rPr>
          <w:fldChar w:fldCharType="end"/>
        </w:r>
      </w:hyperlink>
    </w:p>
    <w:p w:rsidR="006D0E25" w:rsidRDefault="007C0B66">
      <w:pPr>
        <w:pStyle w:val="Verzeichnis1"/>
      </w:pPr>
      <w:hyperlink w:anchor="_Toc237615441" w:history="1">
        <w:r w:rsidR="006D0E25" w:rsidRPr="008C7C0F">
          <w:rPr>
            <w:rStyle w:val="Hyperlink"/>
          </w:rPr>
          <w:t>2</w:t>
        </w:r>
        <w:r w:rsidR="006D0E25">
          <w:tab/>
        </w:r>
        <w:r w:rsidR="006D0E25" w:rsidRPr="008C7C0F">
          <w:rPr>
            <w:rStyle w:val="Hyperlink"/>
          </w:rPr>
          <w:t>Zweite »Überschrift 1«</w:t>
        </w:r>
        <w:r w:rsidR="006D0E25">
          <w:rPr>
            <w:webHidden/>
          </w:rPr>
          <w:tab/>
        </w:r>
        <w:r>
          <w:rPr>
            <w:webHidden/>
          </w:rPr>
          <w:fldChar w:fldCharType="begin"/>
        </w:r>
        <w:r w:rsidR="006D0E25">
          <w:rPr>
            <w:webHidden/>
          </w:rPr>
          <w:instrText xml:space="preserve"> PAGEREF _Toc237615441 \h </w:instrText>
        </w:r>
        <w:r>
          <w:rPr>
            <w:webHidden/>
          </w:rPr>
        </w:r>
        <w:r>
          <w:rPr>
            <w:webHidden/>
          </w:rPr>
          <w:fldChar w:fldCharType="separate"/>
        </w:r>
        <w:r w:rsidR="006D0E25">
          <w:rPr>
            <w:webHidden/>
          </w:rPr>
          <w:t>5</w:t>
        </w:r>
        <w:r>
          <w:rPr>
            <w:webHidden/>
          </w:rPr>
          <w:fldChar w:fldCharType="end"/>
        </w:r>
      </w:hyperlink>
    </w:p>
    <w:p w:rsidR="006D0E25" w:rsidRDefault="007C0B66">
      <w:pPr>
        <w:pStyle w:val="Verzeichnis2"/>
      </w:pPr>
      <w:hyperlink w:anchor="_Toc237615442" w:history="1">
        <w:r w:rsidR="006D0E25" w:rsidRPr="008C7C0F">
          <w:rPr>
            <w:rStyle w:val="Hyperlink"/>
          </w:rPr>
          <w:t>2.1</w:t>
        </w:r>
        <w:r w:rsidR="006D0E25">
          <w:tab/>
        </w:r>
        <w:r w:rsidR="006D0E25" w:rsidRPr="008C7C0F">
          <w:rPr>
            <w:rStyle w:val="Hyperlink"/>
          </w:rPr>
          <w:t>Vierte »Überschrift 2«</w:t>
        </w:r>
        <w:r w:rsidR="006D0E25">
          <w:rPr>
            <w:webHidden/>
          </w:rPr>
          <w:tab/>
        </w:r>
        <w:r>
          <w:rPr>
            <w:webHidden/>
          </w:rPr>
          <w:fldChar w:fldCharType="begin"/>
        </w:r>
        <w:r w:rsidR="006D0E25">
          <w:rPr>
            <w:webHidden/>
          </w:rPr>
          <w:instrText xml:space="preserve"> PAGEREF _Toc237615442 \h </w:instrText>
        </w:r>
        <w:r>
          <w:rPr>
            <w:webHidden/>
          </w:rPr>
        </w:r>
        <w:r>
          <w:rPr>
            <w:webHidden/>
          </w:rPr>
          <w:fldChar w:fldCharType="separate"/>
        </w:r>
        <w:r w:rsidR="006D0E25">
          <w:rPr>
            <w:webHidden/>
          </w:rPr>
          <w:t>6</w:t>
        </w:r>
        <w:r>
          <w:rPr>
            <w:webHidden/>
          </w:rPr>
          <w:fldChar w:fldCharType="end"/>
        </w:r>
      </w:hyperlink>
    </w:p>
    <w:p w:rsidR="006D0E25" w:rsidRDefault="007C0B66">
      <w:pPr>
        <w:pStyle w:val="Verzeichnis1"/>
      </w:pPr>
      <w:hyperlink w:anchor="_Toc237615443" w:history="1">
        <w:r w:rsidR="006D0E25" w:rsidRPr="008C7C0F">
          <w:rPr>
            <w:rStyle w:val="Hyperlink"/>
          </w:rPr>
          <w:t>3</w:t>
        </w:r>
        <w:r w:rsidR="006D0E25">
          <w:tab/>
        </w:r>
        <w:r w:rsidR="006D0E25" w:rsidRPr="008C7C0F">
          <w:rPr>
            <w:rStyle w:val="Hyperlink"/>
          </w:rPr>
          <w:t>»WissenschaftlicheArbeit.dox«: geänderte und neu erstellte Formatvorlagen</w:t>
        </w:r>
        <w:r w:rsidR="006D0E25">
          <w:rPr>
            <w:webHidden/>
          </w:rPr>
          <w:tab/>
        </w:r>
        <w:r>
          <w:rPr>
            <w:webHidden/>
          </w:rPr>
          <w:fldChar w:fldCharType="begin"/>
        </w:r>
        <w:r w:rsidR="006D0E25">
          <w:rPr>
            <w:webHidden/>
          </w:rPr>
          <w:instrText xml:space="preserve"> PAGEREF _Toc237615443 \h </w:instrText>
        </w:r>
        <w:r>
          <w:rPr>
            <w:webHidden/>
          </w:rPr>
        </w:r>
        <w:r>
          <w:rPr>
            <w:webHidden/>
          </w:rPr>
          <w:fldChar w:fldCharType="separate"/>
        </w:r>
        <w:r w:rsidR="006D0E25">
          <w:rPr>
            <w:webHidden/>
          </w:rPr>
          <w:t>I</w:t>
        </w:r>
        <w:r>
          <w:rPr>
            <w:webHidden/>
          </w:rPr>
          <w:fldChar w:fldCharType="end"/>
        </w:r>
      </w:hyperlink>
    </w:p>
    <w:p w:rsidR="0016133B" w:rsidRDefault="007C0B66" w:rsidP="00DB4E0B">
      <w:pPr>
        <w:pStyle w:val="Verzeichnis2"/>
      </w:pPr>
      <w:r>
        <w:fldChar w:fldCharType="end"/>
      </w:r>
    </w:p>
    <w:p w:rsidR="0016133B" w:rsidRPr="0082760D" w:rsidRDefault="0016133B" w:rsidP="00331DF2">
      <w:pPr>
        <w:pStyle w:val="WAMarginalie"/>
        <w:framePr w:wrap="notBeside"/>
      </w:pPr>
      <w:r w:rsidRPr="0082760D">
        <w:t>WA_</w:t>
      </w:r>
      <w:r>
        <w:t>Überschrift_</w:t>
      </w:r>
      <w:r w:rsidR="00D2050C">
        <w:br/>
      </w:r>
      <w:r>
        <w:t>ohne_Nummer</w:t>
      </w:r>
      <w:r>
        <w:br/>
      </w:r>
      <w:r>
        <w:br/>
        <w:t>WA_Abbildungsverzeichnis</w:t>
      </w:r>
      <w:r w:rsidR="00737ED3">
        <w:br/>
      </w:r>
      <w:r>
        <w:t>+</w:t>
      </w:r>
      <w:r w:rsidR="00737ED3">
        <w:t xml:space="preserve"> </w:t>
      </w:r>
      <w:r>
        <w:t>Hyperlink</w:t>
      </w:r>
    </w:p>
    <w:p w:rsidR="0016133B" w:rsidRDefault="0016133B" w:rsidP="0016133B">
      <w:pPr>
        <w:pStyle w:val="WAberschriftohneNummer"/>
      </w:pPr>
      <w:r>
        <w:t>Abbildungsverzeichnis</w:t>
      </w:r>
    </w:p>
    <w:p w:rsidR="0016133B" w:rsidRDefault="007C0B66" w:rsidP="00DB4E0B">
      <w:pPr>
        <w:pStyle w:val="Abbildungsverzeichnis"/>
        <w:rPr>
          <w:rFonts w:eastAsiaTheme="minorEastAsia"/>
          <w:kern w:val="0"/>
          <w:lang w:eastAsia="de-DE"/>
        </w:rPr>
      </w:pPr>
      <w:r>
        <w:fldChar w:fldCharType="begin"/>
      </w:r>
      <w:r w:rsidR="0016133B">
        <w:instrText xml:space="preserve"> TOC \h \z \c "Abbildung" </w:instrText>
      </w:r>
      <w:r>
        <w:fldChar w:fldCharType="separate"/>
      </w:r>
      <w:hyperlink w:anchor="_Toc237440346" w:history="1">
        <w:r w:rsidR="0016133B" w:rsidRPr="0066491A">
          <w:rPr>
            <w:rStyle w:val="Hyperlink"/>
          </w:rPr>
          <w:t>Abbildung 1</w:t>
        </w:r>
        <w:r w:rsidR="0016133B">
          <w:rPr>
            <w:rFonts w:eastAsiaTheme="minorEastAsia"/>
            <w:kern w:val="0"/>
            <w:lang w:eastAsia="de-DE"/>
          </w:rPr>
          <w:tab/>
        </w:r>
        <w:r w:rsidR="0016133B" w:rsidRPr="0066491A">
          <w:rPr>
            <w:rStyle w:val="Hyperlink"/>
          </w:rPr>
          <w:t>Bachlauf im Gebirge</w:t>
        </w:r>
        <w:r w:rsidR="0016133B">
          <w:rPr>
            <w:webHidden/>
          </w:rPr>
          <w:tab/>
        </w:r>
        <w:r>
          <w:rPr>
            <w:webHidden/>
          </w:rPr>
          <w:fldChar w:fldCharType="begin"/>
        </w:r>
        <w:r w:rsidR="0016133B">
          <w:rPr>
            <w:webHidden/>
          </w:rPr>
          <w:instrText xml:space="preserve"> PAGEREF _Toc237440346 \h </w:instrText>
        </w:r>
        <w:r>
          <w:rPr>
            <w:webHidden/>
          </w:rPr>
        </w:r>
        <w:r>
          <w:rPr>
            <w:webHidden/>
          </w:rPr>
          <w:fldChar w:fldCharType="separate"/>
        </w:r>
        <w:r w:rsidR="006D0E25">
          <w:rPr>
            <w:webHidden/>
          </w:rPr>
          <w:t>5</w:t>
        </w:r>
        <w:r>
          <w:rPr>
            <w:webHidden/>
          </w:rPr>
          <w:fldChar w:fldCharType="end"/>
        </w:r>
      </w:hyperlink>
    </w:p>
    <w:p w:rsidR="0016133B" w:rsidRDefault="007C0B66" w:rsidP="00DB4E0B">
      <w:pPr>
        <w:pStyle w:val="Abbildungsverzeichnis"/>
        <w:rPr>
          <w:rFonts w:eastAsiaTheme="minorEastAsia"/>
          <w:kern w:val="0"/>
          <w:lang w:eastAsia="de-DE"/>
        </w:rPr>
      </w:pPr>
      <w:hyperlink w:anchor="_Toc237440347" w:history="1">
        <w:r w:rsidR="0016133B" w:rsidRPr="0066491A">
          <w:rPr>
            <w:rStyle w:val="Hyperlink"/>
          </w:rPr>
          <w:t>Abbildung 2</w:t>
        </w:r>
        <w:r w:rsidR="0016133B">
          <w:rPr>
            <w:rFonts w:eastAsiaTheme="minorEastAsia"/>
            <w:kern w:val="0"/>
            <w:lang w:eastAsia="de-DE"/>
          </w:rPr>
          <w:tab/>
        </w:r>
        <w:r w:rsidR="0016133B" w:rsidRPr="0066491A">
          <w:rPr>
            <w:rStyle w:val="Hyperlink"/>
          </w:rPr>
          <w:t>Wüstenlandschaft</w:t>
        </w:r>
        <w:r w:rsidR="0016133B">
          <w:rPr>
            <w:webHidden/>
          </w:rPr>
          <w:tab/>
        </w:r>
        <w:r>
          <w:rPr>
            <w:webHidden/>
          </w:rPr>
          <w:fldChar w:fldCharType="begin"/>
        </w:r>
        <w:r w:rsidR="0016133B">
          <w:rPr>
            <w:webHidden/>
          </w:rPr>
          <w:instrText xml:space="preserve"> PAGEREF _Toc237440347 \h </w:instrText>
        </w:r>
        <w:r>
          <w:rPr>
            <w:webHidden/>
          </w:rPr>
        </w:r>
        <w:r>
          <w:rPr>
            <w:webHidden/>
          </w:rPr>
          <w:fldChar w:fldCharType="separate"/>
        </w:r>
        <w:r w:rsidR="006D0E25">
          <w:rPr>
            <w:webHidden/>
          </w:rPr>
          <w:t>5</w:t>
        </w:r>
        <w:r>
          <w:rPr>
            <w:webHidden/>
          </w:rPr>
          <w:fldChar w:fldCharType="end"/>
        </w:r>
      </w:hyperlink>
    </w:p>
    <w:p w:rsidR="0016133B" w:rsidRDefault="007C0B66" w:rsidP="00DB4E0B">
      <w:pPr>
        <w:pStyle w:val="Abbildungsverzeichnis"/>
        <w:rPr>
          <w:rFonts w:eastAsiaTheme="minorEastAsia"/>
          <w:kern w:val="0"/>
          <w:lang w:eastAsia="de-DE"/>
        </w:rPr>
      </w:pPr>
      <w:hyperlink w:anchor="_Toc237440348" w:history="1">
        <w:r w:rsidR="0016133B" w:rsidRPr="0066491A">
          <w:rPr>
            <w:rStyle w:val="Hyperlink"/>
          </w:rPr>
          <w:t>Abbildung 3</w:t>
        </w:r>
        <w:r w:rsidR="0016133B">
          <w:rPr>
            <w:rFonts w:eastAsiaTheme="minorEastAsia"/>
            <w:kern w:val="0"/>
            <w:lang w:eastAsia="de-DE"/>
          </w:rPr>
          <w:tab/>
        </w:r>
        <w:r w:rsidR="0016133B" w:rsidRPr="0066491A">
          <w:rPr>
            <w:rStyle w:val="Hyperlink"/>
          </w:rPr>
          <w:t>Steg ins Meer</w:t>
        </w:r>
        <w:r w:rsidR="0016133B">
          <w:rPr>
            <w:webHidden/>
          </w:rPr>
          <w:tab/>
        </w:r>
        <w:r>
          <w:rPr>
            <w:webHidden/>
          </w:rPr>
          <w:fldChar w:fldCharType="begin"/>
        </w:r>
        <w:r w:rsidR="0016133B">
          <w:rPr>
            <w:webHidden/>
          </w:rPr>
          <w:instrText xml:space="preserve"> PAGEREF _Toc237440348 \h </w:instrText>
        </w:r>
        <w:r>
          <w:rPr>
            <w:webHidden/>
          </w:rPr>
        </w:r>
        <w:r>
          <w:rPr>
            <w:webHidden/>
          </w:rPr>
          <w:fldChar w:fldCharType="separate"/>
        </w:r>
        <w:r w:rsidR="006D0E25">
          <w:rPr>
            <w:webHidden/>
          </w:rPr>
          <w:t>6</w:t>
        </w:r>
        <w:r>
          <w:rPr>
            <w:webHidden/>
          </w:rPr>
          <w:fldChar w:fldCharType="end"/>
        </w:r>
      </w:hyperlink>
    </w:p>
    <w:p w:rsidR="00331DF2" w:rsidRDefault="007C0B66" w:rsidP="00CA753D">
      <w:pPr>
        <w:sectPr w:rsidR="00331DF2" w:rsidSect="00B90E7E">
          <w:headerReference w:type="even" r:id="rId10"/>
          <w:headerReference w:type="default" r:id="rId11"/>
          <w:type w:val="oddPage"/>
          <w:pgSz w:w="11906" w:h="16838" w:code="9"/>
          <w:pgMar w:top="1418" w:right="3402" w:bottom="1134" w:left="1418" w:header="709" w:footer="709" w:gutter="0"/>
          <w:cols w:space="708"/>
          <w:titlePg/>
          <w:docGrid w:linePitch="360"/>
        </w:sectPr>
      </w:pPr>
      <w:r>
        <w:fldChar w:fldCharType="end"/>
      </w:r>
    </w:p>
    <w:p w:rsidR="00CA753D" w:rsidRDefault="0088165F" w:rsidP="00CA753D">
      <w:pPr>
        <w:pStyle w:val="berschrift1"/>
      </w:pPr>
      <w:bookmarkStart w:id="0" w:name="_Toc237576638"/>
      <w:bookmarkStart w:id="1" w:name="_Toc237615435"/>
      <w:r>
        <w:lastRenderedPageBreak/>
        <w:t xml:space="preserve">Erste </w:t>
      </w:r>
      <w:r w:rsidRPr="00CB5280">
        <w:t>»</w:t>
      </w:r>
      <w:r w:rsidR="00CA753D">
        <w:t xml:space="preserve">Überschrift </w:t>
      </w:r>
      <w:r>
        <w:t>1</w:t>
      </w:r>
      <w:r w:rsidRPr="00CB5280">
        <w:t>«</w:t>
      </w:r>
      <w:bookmarkEnd w:id="0"/>
      <w:bookmarkEnd w:id="1"/>
    </w:p>
    <w:p w:rsidR="0082760D" w:rsidRDefault="0082760D" w:rsidP="0082760D">
      <w:pPr>
        <w:pStyle w:val="WAMarginalie"/>
        <w:framePr w:wrap="notBeside"/>
      </w:pPr>
      <w:r w:rsidRPr="0082760D">
        <w:t>WA_Standard</w:t>
      </w:r>
    </w:p>
    <w:p w:rsidR="0062073F" w:rsidRDefault="00CA753D" w:rsidP="00DB4A18">
      <w:r>
        <w:t>Auf der Registerkarte 'Einfügen' enthalten die Kataloge Elemente, die mit dem generellen Layout des Dokuments koordiniert werden sollten. Mithilfe dieser Kataloge können Sie Tabellen, Kopfzeilen, Fußzeilen, Listen, Deckblätter und sonstige Dokumentbaustein</w:t>
      </w:r>
      <w:r w:rsidR="0062073F">
        <w:t>e einfügen.</w:t>
      </w:r>
    </w:p>
    <w:p w:rsidR="0062073F" w:rsidRPr="0062073F" w:rsidRDefault="0062073F" w:rsidP="0062073F">
      <w:pPr>
        <w:pStyle w:val="WAMarginalie"/>
        <w:framePr w:wrap="notBeside"/>
      </w:pPr>
      <w:r w:rsidRPr="0062073F">
        <w:t>WA _Nummerierung_</w:t>
      </w:r>
      <w:r w:rsidRPr="0062073F">
        <w:br/>
        <w:t>Standard_davor</w:t>
      </w:r>
    </w:p>
    <w:p w:rsidR="00CA753D" w:rsidRDefault="00CA753D" w:rsidP="0062073F">
      <w:pPr>
        <w:pStyle w:val="WANummerierungStandarddavor"/>
      </w:pPr>
      <w:r>
        <w:t>Wenn Sie Bilder, Tabellen oder Diagramme erstellen, werden diese auch mit dem aktuellen Dokumentlayout koordiniert.</w:t>
      </w:r>
    </w:p>
    <w:p w:rsidR="0062073F" w:rsidRPr="0062073F" w:rsidRDefault="0062073F" w:rsidP="0062073F">
      <w:pPr>
        <w:pStyle w:val="WAMarginalie"/>
        <w:framePr w:wrap="notBeside"/>
      </w:pPr>
      <w:r w:rsidRPr="0062073F">
        <w:t>WA_Nummerierung_</w:t>
      </w:r>
      <w:r w:rsidRPr="0062073F">
        <w:br/>
        <w:t>arabisch</w:t>
      </w:r>
    </w:p>
    <w:p w:rsidR="0062073F" w:rsidRDefault="00CA753D" w:rsidP="0062073F">
      <w:pPr>
        <w:pStyle w:val="WANummerierungarabisch"/>
      </w:pPr>
      <w:r>
        <w:t>Die Formatierung von markiertem Text im Dokumenttext kann auf einfache Weise geändert werden, indem Sie im Schnellformatvorlagen-Katalog auf der Registerkarte 'Start' ein Layout für</w:t>
      </w:r>
      <w:r w:rsidR="0062073F">
        <w:t xml:space="preserve"> den markierten Text auswählen.</w:t>
      </w:r>
    </w:p>
    <w:p w:rsidR="00CA753D" w:rsidRDefault="00CA753D" w:rsidP="0062073F">
      <w:pPr>
        <w:pStyle w:val="WANummerierungarabisch"/>
      </w:pPr>
      <w:r>
        <w:t>Text können Sie auch direkt mithilfe der anderen Steuerelemente auf der Registerkarte 'Start' formatieren. Die meisten Steuerelemente ermöglichen die Auswahl zwischen dem Layout des aktuellen Designs oder der direkten Angabe eines Formats.</w:t>
      </w:r>
    </w:p>
    <w:p w:rsidR="0062073F" w:rsidRDefault="0062073F" w:rsidP="0062073F">
      <w:pPr>
        <w:pStyle w:val="WAMarginalie"/>
        <w:framePr w:wrap="notBeside"/>
      </w:pPr>
      <w:r>
        <w:t>WA_Nummerierung_</w:t>
      </w:r>
      <w:r>
        <w:br/>
        <w:t>Folgeabsatz_ohne_Nr</w:t>
      </w:r>
    </w:p>
    <w:p w:rsidR="0062073F" w:rsidRDefault="00CA753D" w:rsidP="0062073F">
      <w:pPr>
        <w:pStyle w:val="WANummerierungFolgeabsatzohneNr"/>
      </w:pPr>
      <w:r>
        <w:t>Wählen Sie neue Designelemente auf der Registerkarte 'Seitenlayout' aus, um das generelle Layout des Dokuments</w:t>
      </w:r>
      <w:r w:rsidR="0062073F">
        <w:t xml:space="preserve"> zu ändern.</w:t>
      </w:r>
    </w:p>
    <w:p w:rsidR="0062073F" w:rsidRDefault="00CA753D" w:rsidP="0062073F">
      <w:pPr>
        <w:pStyle w:val="WANummerierungFolgeabsatzohneNr"/>
      </w:pPr>
      <w:r>
        <w:t>Verwenden Sie den Befehl zum Ändern des aktuellen Schnellformatvorl</w:t>
      </w:r>
      <w:r>
        <w:t>a</w:t>
      </w:r>
      <w:r>
        <w:t>gen-Satzes, um die im Schnellformatvorlagen-Katalog verfügbaren Forma</w:t>
      </w:r>
      <w:r>
        <w:t>t</w:t>
      </w:r>
      <w:r w:rsidR="0062073F">
        <w:t>vorlagen zu ändern.</w:t>
      </w:r>
    </w:p>
    <w:p w:rsidR="00CA753D" w:rsidRDefault="00CA753D" w:rsidP="00AC3C9E">
      <w:pPr>
        <w:pStyle w:val="WANummerierungarabisch"/>
      </w:pPr>
      <w:r>
        <w:t>Die Design- und die Schnellformatvorlagen-Kataloge stellen beide Befehle zum Zurücksetzen bereit, damit Sie immer die Möglichkeit haben, das u</w:t>
      </w:r>
      <w:r>
        <w:t>r</w:t>
      </w:r>
      <w:r>
        <w:t>sprüngliche Layout des Dokuments in der aktuellen Vorlage wiederherz</w:t>
      </w:r>
      <w:r>
        <w:t>u</w:t>
      </w:r>
      <w:r>
        <w:t>stellen.</w:t>
      </w:r>
    </w:p>
    <w:p w:rsidR="0062073F" w:rsidRPr="0062073F" w:rsidRDefault="0062073F" w:rsidP="0062073F">
      <w:pPr>
        <w:pStyle w:val="WAMarginalie"/>
        <w:framePr w:wrap="notBeside"/>
      </w:pPr>
      <w:r w:rsidRPr="0062073F">
        <w:t>WA_Standard</w:t>
      </w:r>
    </w:p>
    <w:p w:rsidR="00CA753D" w:rsidRDefault="00CA753D" w:rsidP="0062073F">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w:t>
      </w:r>
      <w:r>
        <w:t>a</w:t>
      </w:r>
      <w:r>
        <w:t>gramme erstellen, werden diese auch mit dem aktuellen Dokumentlayout k</w:t>
      </w:r>
      <w:r>
        <w:t>o</w:t>
      </w:r>
      <w:r>
        <w:t>ordiniert.</w:t>
      </w:r>
    </w:p>
    <w:p w:rsidR="0062073F" w:rsidRPr="0062073F" w:rsidRDefault="0062073F" w:rsidP="0062073F">
      <w:pPr>
        <w:pStyle w:val="WAMarginalie"/>
        <w:framePr w:wrap="notBeside"/>
      </w:pPr>
      <w:r w:rsidRPr="0062073F">
        <w:t>WA_Aufzählung_Punkt</w:t>
      </w:r>
    </w:p>
    <w:p w:rsidR="0062073F" w:rsidRDefault="00CA753D" w:rsidP="0062073F">
      <w:pPr>
        <w:pStyle w:val="WAAufzhlungPunkt"/>
      </w:pPr>
      <w:r>
        <w:t>Die Formatierung von markiertem Text im Dokumenttext kann auf einfache Weise geändert werden, indem Sie im Schnellformatvorlagen-Katalog auf der Registerkarte 'Start' ein Layout für</w:t>
      </w:r>
      <w:r w:rsidR="0062073F">
        <w:t xml:space="preserve"> den markierten Text auswählen.</w:t>
      </w:r>
    </w:p>
    <w:p w:rsidR="00CA753D" w:rsidRDefault="00CA753D" w:rsidP="0062073F">
      <w:pPr>
        <w:pStyle w:val="WAAufzhlungPunkt"/>
      </w:pPr>
      <w:r>
        <w:t>Text können Sie auch direkt mithilfe der anderen Steuerelemente auf der Registerkarte 'Start' formatieren. Die meisten Steuerelemente ermöglichen die Auswahl zwischen dem Layout des aktuellen Designs oder der direkten Angabe eines Formats.</w:t>
      </w:r>
    </w:p>
    <w:p w:rsidR="0062073F" w:rsidRPr="0062073F" w:rsidRDefault="0062073F" w:rsidP="0062073F">
      <w:pPr>
        <w:pStyle w:val="WAMarginalie"/>
        <w:framePr w:wrap="notBeside"/>
      </w:pPr>
      <w:r w:rsidRPr="0062073F">
        <w:t>WA _Nummerierung_</w:t>
      </w:r>
      <w:r w:rsidRPr="0062073F">
        <w:br/>
        <w:t>Standard_davor</w:t>
      </w:r>
    </w:p>
    <w:p w:rsidR="0062073F" w:rsidRDefault="00CA753D" w:rsidP="0062073F">
      <w:pPr>
        <w:pStyle w:val="WANummerierungStandarddavor"/>
      </w:pPr>
      <w:r>
        <w:t>Wählen Sie neue Designelemente auf der Registerkarte 'Seitenlayout' aus, um das generelle Layout des Dokuments zu ändern. Verwenden Sie den Befehl zum Ändern des aktuellen Schnellformatvorlagen-Satzes, um die im Schnellforma</w:t>
      </w:r>
      <w:r>
        <w:t>t</w:t>
      </w:r>
      <w:r>
        <w:t>vorlagen-Katalog verfüg</w:t>
      </w:r>
      <w:r w:rsidR="0062073F">
        <w:t>baren Formatvorlagen zu ändern.</w:t>
      </w:r>
    </w:p>
    <w:p w:rsidR="0062073F" w:rsidRPr="0062073F" w:rsidRDefault="0062073F" w:rsidP="0062073F">
      <w:pPr>
        <w:pStyle w:val="WAMarginalie"/>
        <w:framePr w:wrap="notBeside"/>
      </w:pPr>
      <w:r w:rsidRPr="0062073F">
        <w:lastRenderedPageBreak/>
        <w:t>WA_Nummerierung_</w:t>
      </w:r>
      <w:r w:rsidRPr="0062073F">
        <w:br/>
        <w:t>arabisch</w:t>
      </w:r>
    </w:p>
    <w:p w:rsidR="00CA753D" w:rsidRDefault="00CA753D" w:rsidP="0062073F">
      <w:pPr>
        <w:pStyle w:val="WANummerierungarabisch"/>
      </w:pPr>
      <w:r>
        <w:t>Die Design- und die Schnellformatvorlagen-Kataloge stellen beide Befehle zum Zurücksetzen bereit, damit Sie immer die Möglichkeit haben, das u</w:t>
      </w:r>
      <w:r>
        <w:t>r</w:t>
      </w:r>
      <w:r>
        <w:t>sprüngliche Layout des Dokuments in der aktuellen Vorlage wiederherz</w:t>
      </w:r>
      <w:r>
        <w:t>u</w:t>
      </w:r>
      <w:r>
        <w:t>stellen.</w:t>
      </w:r>
    </w:p>
    <w:p w:rsidR="0062073F" w:rsidRPr="0062073F" w:rsidRDefault="0062073F" w:rsidP="0062073F">
      <w:pPr>
        <w:pStyle w:val="WAMarginalie"/>
        <w:framePr w:wrap="notBeside"/>
      </w:pPr>
      <w:r w:rsidRPr="0062073F">
        <w:t>WA_</w:t>
      </w:r>
      <w:r>
        <w:t>Aufzählung</w:t>
      </w:r>
      <w:r w:rsidRPr="0062073F">
        <w:t>_</w:t>
      </w:r>
      <w:r>
        <w:t>Punkt</w:t>
      </w:r>
      <w:r w:rsidRPr="0062073F">
        <w:br/>
      </w:r>
      <w:r>
        <w:t>eingezogen_05</w:t>
      </w:r>
    </w:p>
    <w:p w:rsidR="0062073F" w:rsidRDefault="00CA753D" w:rsidP="0062073F">
      <w:pPr>
        <w:pStyle w:val="WAAufzhlungPunkteingezogen05"/>
      </w:pPr>
      <w:r>
        <w:t>Auf der Registerkarte 'Einfügen' enthalten die Kataloge Elemente, die mit dem generellen Layout des Dokuments koordiniert werden sollten</w:t>
      </w:r>
      <w:r w:rsidR="0062073F">
        <w:t>.</w:t>
      </w:r>
    </w:p>
    <w:p w:rsidR="0062073F" w:rsidRDefault="00CA753D" w:rsidP="0062073F">
      <w:pPr>
        <w:pStyle w:val="WAAufzhlungPunkteingezogen05"/>
      </w:pPr>
      <w:r>
        <w:t>Mithilfe dieser Kataloge können Sie Tabellen, Kopfzeilen, Fußzeilen, Li</w:t>
      </w:r>
      <w:r>
        <w:t>s</w:t>
      </w:r>
      <w:r>
        <w:t>ten, Deckblätter und sonstige Doku</w:t>
      </w:r>
      <w:r w:rsidR="0062073F">
        <w:t>mentbausteine einfügen.</w:t>
      </w:r>
    </w:p>
    <w:p w:rsidR="00CA753D" w:rsidRDefault="00CA753D" w:rsidP="0062073F">
      <w:pPr>
        <w:pStyle w:val="WANummerierungarabisch"/>
      </w:pPr>
      <w:r>
        <w:t>Wenn Sie Bilder, Tabellen oder Diagramme erstellen, werden diese auch mit dem aktuellen Dokumentlayout koordiniert.</w:t>
      </w:r>
    </w:p>
    <w:p w:rsidR="0062073F" w:rsidRDefault="00CA753D" w:rsidP="0062073F">
      <w:pPr>
        <w:pStyle w:val="WANummerierungarabisch"/>
      </w:pPr>
      <w:r>
        <w:t>Die Formatierung von markiertem Text im Dokumenttext kann auf einfache Weise geändert werden, indem Sie im Schnellformatvorlagen-Katalog auf der Registerkarte 'Start' ein Layout für</w:t>
      </w:r>
      <w:r w:rsidR="0062073F">
        <w:t xml:space="preserve"> den markierten Text auswählen.</w:t>
      </w:r>
    </w:p>
    <w:p w:rsidR="00CB5280" w:rsidRPr="00CB5280" w:rsidRDefault="00CB5280" w:rsidP="00CB5280">
      <w:pPr>
        <w:pStyle w:val="WAMarginalie"/>
        <w:framePr w:wrap="notBeside"/>
      </w:pPr>
      <w:r w:rsidRPr="00CB5280">
        <w:t>WA_Standard</w:t>
      </w:r>
    </w:p>
    <w:p w:rsidR="00CA753D" w:rsidRDefault="00CA753D" w:rsidP="0062073F">
      <w:r>
        <w:t>Text können Sie auch direkt mithilfe der anderen Steuerelemente auf der Regi</w:t>
      </w:r>
      <w:r>
        <w:t>s</w:t>
      </w:r>
      <w:r>
        <w:t>terkarte 'Start' formatieren. Die meisten Steuerelemente ermöglichen die Au</w:t>
      </w:r>
      <w:r>
        <w:t>s</w:t>
      </w:r>
      <w:r>
        <w:t>wahl zwischen dem Layout des aktuellen Designs oder der direkten Angabe eines Formats.</w:t>
      </w:r>
    </w:p>
    <w:p w:rsidR="0088165F" w:rsidRPr="00CB5280" w:rsidRDefault="0088165F" w:rsidP="0088165F">
      <w:pPr>
        <w:pStyle w:val="berschrift2"/>
      </w:pPr>
      <w:bookmarkStart w:id="2" w:name="_Toc237576639"/>
      <w:bookmarkStart w:id="3" w:name="_Toc237615436"/>
      <w:r w:rsidRPr="00CB5280">
        <w:t>Erste »Überschrift 2«</w:t>
      </w:r>
      <w:bookmarkEnd w:id="2"/>
      <w:bookmarkEnd w:id="3"/>
    </w:p>
    <w:p w:rsidR="00CB5280" w:rsidRDefault="00CA753D" w:rsidP="00DB4A18">
      <w:r>
        <w:t>Wählen Sie neue Designelemente auf der Registerkarte 'Seitenlayout' aus, um das generelle Layout des Dokuments zu ändern. Verwenden Sie den Befehl zum Ändern des aktuellen Schnellformatvorlagen-Satzes, um die im Schnellforma</w:t>
      </w:r>
      <w:r>
        <w:t>t</w:t>
      </w:r>
      <w:r>
        <w:t>vorlagen-Katalog verfüg</w:t>
      </w:r>
      <w:r w:rsidR="00CB5280">
        <w:t>baren Formatvorlagen zu ändern.</w:t>
      </w:r>
    </w:p>
    <w:p w:rsidR="00CB5280" w:rsidRPr="00CB5280" w:rsidRDefault="00CB5280" w:rsidP="00CB5280">
      <w:pPr>
        <w:pStyle w:val="WAMarginalie"/>
        <w:framePr w:wrap="notBeside"/>
      </w:pPr>
      <w:r w:rsidRPr="00CB5280">
        <w:t>WA_Aufzählung_Spiegelstrich</w:t>
      </w:r>
    </w:p>
    <w:p w:rsidR="00CA753D" w:rsidRDefault="00CA753D" w:rsidP="00CB5280">
      <w:pPr>
        <w:pStyle w:val="WAAufzhlungSpiegelstrich"/>
      </w:pPr>
      <w:r>
        <w:t>Die Design- und die Schnellformatvorlagen-Kataloge stellen beide Befehle zum Zurücksetzen bereit, damit Sie immer die Möglichkeit haben, das u</w:t>
      </w:r>
      <w:r>
        <w:t>r</w:t>
      </w:r>
      <w:r>
        <w:t>sprüngliche Layout des Dokuments in der aktuellen Vorlage wiederherz</w:t>
      </w:r>
      <w:r>
        <w:t>u</w:t>
      </w:r>
      <w:r>
        <w:t>stellen.</w:t>
      </w:r>
    </w:p>
    <w:p w:rsidR="00CB5280" w:rsidRDefault="00CA753D" w:rsidP="0088165F">
      <w:pPr>
        <w:pStyle w:val="WAAufzhlungSpiegelstrich"/>
      </w:pPr>
      <w:r>
        <w:t>Auf der Registerkarte 'Einfügen' enthalten die Kataloge Elemente, die mit dem generellen Layout des Dokume</w:t>
      </w:r>
      <w:r w:rsidR="00CB5280">
        <w:t>nts koordiniert werden sollten.</w:t>
      </w:r>
    </w:p>
    <w:p w:rsidR="00CA753D" w:rsidRDefault="00CA753D" w:rsidP="00CB5280">
      <w:r>
        <w:t>Mithilfe dieser Kataloge können Sie Tabellen, Kopfzeilen, Fußzeilen, Listen, Deckblätter und sonstige Dokumentbausteine einfügen. Wenn Sie Bilder, Tabe</w:t>
      </w:r>
      <w:r>
        <w:t>l</w:t>
      </w:r>
      <w:r>
        <w:t>len oder Diagramme erstellen, werden diese auch mit dem aktuellen Dok</w:t>
      </w:r>
      <w:r>
        <w:t>u</w:t>
      </w:r>
      <w:r>
        <w:t>mentlayout koordiniert.</w:t>
      </w:r>
    </w:p>
    <w:p w:rsidR="00CB5280" w:rsidRPr="00CB5280" w:rsidRDefault="00CB5280" w:rsidP="00CB5280">
      <w:pPr>
        <w:pStyle w:val="WAMarginalie"/>
        <w:framePr w:wrap="notBeside"/>
      </w:pPr>
      <w:r w:rsidRPr="00CB5280">
        <w:t>WA_Nummerierung_</w:t>
      </w:r>
      <w:r w:rsidRPr="00CB5280">
        <w:br/>
        <w:t>Standard_davor</w:t>
      </w:r>
    </w:p>
    <w:p w:rsidR="00CB5280" w:rsidRDefault="00CA753D" w:rsidP="00CB5280">
      <w:pPr>
        <w:pStyle w:val="WANummerierungStandarddavor"/>
      </w:pPr>
      <w:r>
        <w:t>Die Formatierung von markiertem Text im Dokumenttext kann auf einfache Weise geändert werden, indem Sie im Schnellformatvorlagen-Katalog auf der Registerkarte 'Start' ein Layout für den markierten Text au</w:t>
      </w:r>
      <w:r w:rsidR="00CB5280">
        <w:t>swählen.</w:t>
      </w:r>
    </w:p>
    <w:p w:rsidR="00CB5280" w:rsidRPr="0062073F" w:rsidRDefault="00CB5280" w:rsidP="00CB5280">
      <w:pPr>
        <w:pStyle w:val="WAMarginalie"/>
        <w:framePr w:wrap="notBeside"/>
      </w:pPr>
      <w:r w:rsidRPr="0062073F">
        <w:t>WA_Nummerierung_</w:t>
      </w:r>
      <w:r w:rsidRPr="0062073F">
        <w:br/>
        <w:t>arabisch</w:t>
      </w:r>
    </w:p>
    <w:p w:rsidR="00CB5280" w:rsidRDefault="00CA753D" w:rsidP="00CB5280">
      <w:pPr>
        <w:pStyle w:val="WANummerierungarabisch"/>
      </w:pPr>
      <w:r>
        <w:t>Text können Sie auch direkt mithilfe der anderen Steuerelemente auf der Regis</w:t>
      </w:r>
      <w:r w:rsidR="00CB5280">
        <w:t>terkarte 'Start' formatieren.</w:t>
      </w:r>
    </w:p>
    <w:p w:rsidR="00CA753D" w:rsidRDefault="00CA753D" w:rsidP="00CB5280">
      <w:pPr>
        <w:pStyle w:val="WANummerierungarabisch"/>
      </w:pPr>
      <w:r>
        <w:t>Die meisten Steuerelemente ermöglichen die Auswahl zwischen dem La</w:t>
      </w:r>
      <w:r>
        <w:t>y</w:t>
      </w:r>
      <w:r>
        <w:t>out des aktuellen Designs oder der direkten Angabe eines Formats.</w:t>
      </w:r>
    </w:p>
    <w:p w:rsidR="00CB5280" w:rsidRDefault="00CA753D" w:rsidP="00DB4A18">
      <w:r>
        <w:lastRenderedPageBreak/>
        <w:t>Wählen Sie neue Designelemente auf der Registerkarte 'Seitenlayout' aus, um das generelle Layout des Dokuments zu ändern. Verwenden Sie den Befehl zum Ändern des aktuellen Schnellformatvorlagen-Satzes, um die im Schnellforma</w:t>
      </w:r>
      <w:r>
        <w:t>t</w:t>
      </w:r>
      <w:r>
        <w:t>vorlagen-Katalog verfügbaren Formatvo</w:t>
      </w:r>
      <w:r w:rsidR="00CB5280">
        <w:t>rlagen zu ändern.</w:t>
      </w:r>
    </w:p>
    <w:p w:rsidR="00CB5280" w:rsidRPr="0062073F" w:rsidRDefault="00CB5280" w:rsidP="00CB5280">
      <w:pPr>
        <w:pStyle w:val="WAMarginalie"/>
        <w:framePr w:wrap="notBeside"/>
      </w:pPr>
      <w:r w:rsidRPr="0062073F">
        <w:t>WA _Nummerierung_</w:t>
      </w:r>
      <w:r w:rsidRPr="0062073F">
        <w:br/>
        <w:t>Standard_davor</w:t>
      </w:r>
    </w:p>
    <w:p w:rsidR="00CA753D" w:rsidRDefault="00CA753D" w:rsidP="00CB5280">
      <w:pPr>
        <w:pStyle w:val="WANummerierungStandarddavor"/>
      </w:pPr>
      <w:r>
        <w:t>Die Design- und die Schnellformatvorlagen-Kataloge stellen beide Befehle zum Zurücksetzen bereit, damit Sie immer die Möglichkeit haben, das ursprüngliche Layout des Dokuments in der aktuellen Vorlage wiederherzustellen.</w:t>
      </w:r>
    </w:p>
    <w:p w:rsidR="00CB5280" w:rsidRDefault="00CB5280" w:rsidP="00CB5280">
      <w:pPr>
        <w:pStyle w:val="WAMarginalie"/>
        <w:framePr w:wrap="notBeside"/>
      </w:pPr>
      <w:r>
        <w:t>WA_Nummerierung_arabisch_</w:t>
      </w:r>
      <w:r>
        <w:br/>
        <w:t>fett_als_Überschrift</w:t>
      </w:r>
    </w:p>
    <w:p w:rsidR="00CB5280" w:rsidRDefault="00CB5280" w:rsidP="00CB5280">
      <w:pPr>
        <w:pStyle w:val="WANummerierungarabischfettalsberschrift"/>
      </w:pPr>
      <w:r>
        <w:t>Eine nummerierte und fett formatierte Zwischenüberschrift</w:t>
      </w:r>
    </w:p>
    <w:p w:rsidR="00CB5280" w:rsidRDefault="00CA753D" w:rsidP="00CB5280">
      <w:r>
        <w:t>Auf der Registerkarte 'Einfügen' enthalten die Kataloge Elemente, die mit dem generellen Layout des Dokuments koordiniert werden sollten. Mithilfe dieser Kataloge können Sie Tabellen, Kopfzeilen, Fußzeilen, Listen, Deckblätter und sonstige Doku</w:t>
      </w:r>
      <w:r w:rsidR="00CB5280">
        <w:t>mentbausteine einfügen.</w:t>
      </w:r>
    </w:p>
    <w:p w:rsidR="00CA753D" w:rsidRDefault="00CA753D" w:rsidP="00CB5280">
      <w:r>
        <w:t>Wenn Sie Bilder, Tabellen oder Diagramme erstellen, werden diese auch mit dem aktuellen Dokumentlayout koordiniert.</w:t>
      </w:r>
    </w:p>
    <w:p w:rsidR="00CB5280" w:rsidRDefault="00CB5280" w:rsidP="00CB5280">
      <w:pPr>
        <w:pStyle w:val="WANummerierungarabischfettalsberschrift"/>
      </w:pPr>
      <w:r>
        <w:t>Eine nummerierte und fett formatierte Zwischenüberschrift</w:t>
      </w:r>
    </w:p>
    <w:p w:rsidR="00CA753D" w:rsidRDefault="00CA753D" w:rsidP="00CB5280">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w:t>
      </w:r>
      <w:r>
        <w:t>i</w:t>
      </w:r>
      <w:r>
        <w:t>schen dem Layout des aktuellen Designs oder der direkten Angabe eines Fo</w:t>
      </w:r>
      <w:r>
        <w:t>r</w:t>
      </w:r>
      <w:r>
        <w:t>mats.</w:t>
      </w:r>
    </w:p>
    <w:p w:rsidR="00CB5280" w:rsidRPr="00CB5280" w:rsidRDefault="00CB5280" w:rsidP="00CB5280">
      <w:pPr>
        <w:pStyle w:val="berschrift2"/>
      </w:pPr>
      <w:bookmarkStart w:id="4" w:name="_Toc237576640"/>
      <w:bookmarkStart w:id="5" w:name="_Toc237615437"/>
      <w:r w:rsidRPr="00CB5280">
        <w:t>Zweite »Überschrift 2«</w:t>
      </w:r>
      <w:bookmarkEnd w:id="4"/>
      <w:bookmarkEnd w:id="5"/>
    </w:p>
    <w:p w:rsidR="00CB5280" w:rsidRPr="0062073F" w:rsidRDefault="00CB5280" w:rsidP="00CB5280">
      <w:pPr>
        <w:pStyle w:val="WAMarginalie"/>
        <w:framePr w:wrap="notBeside"/>
      </w:pPr>
      <w:r w:rsidRPr="0062073F">
        <w:t>WA _Nummerierung_</w:t>
      </w:r>
      <w:r w:rsidRPr="0062073F">
        <w:br/>
        <w:t>Standard_davor</w:t>
      </w:r>
    </w:p>
    <w:p w:rsidR="00CA753D" w:rsidRDefault="00CA753D" w:rsidP="00CB5280">
      <w:pPr>
        <w:pStyle w:val="WANummerierungStandarddavor"/>
      </w:pPr>
      <w:r>
        <w:t>Wählen Sie neue Designelemente auf der Registerkarte 'Seitenlayout' aus, um das generelle Layout des Dokuments zu ändern. Verwenden Sie den Befehl zum Ändern des aktuellen Schnellformatvorlagen-Satzes, um die im Schnellforma</w:t>
      </w:r>
      <w:r>
        <w:t>t</w:t>
      </w:r>
      <w:r>
        <w:t>vorlagen-Katalog verfügbaren Formatvorlagen zu ändern. Die Design- und die Schnellformatvorlagen-Kataloge stellen beide Befehle zum Zurücksetzen bereit, damit Sie immer die Möglichkeit haben, das ursprüngliche Layout des Dok</w:t>
      </w:r>
      <w:r>
        <w:t>u</w:t>
      </w:r>
      <w:r>
        <w:t>ments in der aktuellen Vorlage wiederherzustellen.</w:t>
      </w:r>
    </w:p>
    <w:p w:rsidR="00CB5280" w:rsidRDefault="00CB5280" w:rsidP="00CB5280">
      <w:pPr>
        <w:pStyle w:val="WAMarginalie"/>
        <w:framePr w:wrap="notBeside"/>
      </w:pPr>
      <w:r>
        <w:t>WA_Nummerierung_arabisch_</w:t>
      </w:r>
      <w:r>
        <w:br/>
        <w:t>fett_als_Überschrift</w:t>
      </w:r>
    </w:p>
    <w:p w:rsidR="00CB5280" w:rsidRDefault="00CB5280" w:rsidP="00CB5280">
      <w:pPr>
        <w:pStyle w:val="WANummerierungarabischfettalsberschrift"/>
      </w:pPr>
      <w:r>
        <w:t>Eine nummerierte und fett formatierte Zwischenüberschrift</w:t>
      </w:r>
    </w:p>
    <w:p w:rsidR="00CF3413" w:rsidRDefault="00CA753D" w:rsidP="00CB5280">
      <w:r>
        <w:t>Auf der Registerkarte 'Einfügen' enthalten die Kataloge Elemente, die mit dem generellen Layout des Dokuments koordiniert werden sollten. Mithilfe dieser Kataloge können Sie Tabellen, Kopfzeilen, Fußzeilen, Listen, Deckblätter und sonstige Doku</w:t>
      </w:r>
      <w:r w:rsidR="00CF3413">
        <w:t>mentbausteine einfügen.</w:t>
      </w:r>
    </w:p>
    <w:p w:rsidR="00CF3413" w:rsidRDefault="00CF3413" w:rsidP="00CF3413">
      <w:pPr>
        <w:pStyle w:val="WANummerierungarabischfettalsberschrift"/>
      </w:pPr>
      <w:r>
        <w:t>Eine nummerierte und fett formatierte Zwischenüberschrift</w:t>
      </w:r>
    </w:p>
    <w:p w:rsidR="00CA753D" w:rsidRDefault="00CA753D" w:rsidP="00CB5280">
      <w:r>
        <w:t>Wenn Sie Bilder, Tabellen oder Diagramme erstellen, werden diese auch mit dem aktuellen Dokumentlayout koordiniert.</w:t>
      </w:r>
    </w:p>
    <w:p w:rsidR="00CB5280" w:rsidRPr="00CB5280" w:rsidRDefault="00CB5280" w:rsidP="00CB5280">
      <w:pPr>
        <w:pStyle w:val="berschrift3"/>
      </w:pPr>
      <w:bookmarkStart w:id="6" w:name="_Toc237576641"/>
      <w:bookmarkStart w:id="7" w:name="_Toc237615438"/>
      <w:r w:rsidRPr="00CB5280">
        <w:lastRenderedPageBreak/>
        <w:t>Erste »Überschrift 3«</w:t>
      </w:r>
      <w:r w:rsidR="00DB4E0B">
        <w:t xml:space="preserve"> - eine ganz lange Überschrift, die im Inhaltsverzeichnis durch den rechten Absatzeinzug nicht mit der Position der Seitenzahlen kollidiert</w:t>
      </w:r>
      <w:bookmarkEnd w:id="6"/>
      <w:bookmarkEnd w:id="7"/>
    </w:p>
    <w:p w:rsidR="00CA753D" w:rsidRDefault="00CA753D" w:rsidP="00CB5280">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w:t>
      </w:r>
      <w:r>
        <w:t>i</w:t>
      </w:r>
      <w:r>
        <w:t>schen dem Layout des aktuellen Designs oder der direkten Angabe eines Fo</w:t>
      </w:r>
      <w:r>
        <w:t>r</w:t>
      </w:r>
      <w:r>
        <w:t>mats.</w:t>
      </w:r>
    </w:p>
    <w:p w:rsidR="00CB5280" w:rsidRPr="00CB5280" w:rsidRDefault="00CB5280" w:rsidP="00CB5280">
      <w:pPr>
        <w:pStyle w:val="berschrift3"/>
      </w:pPr>
      <w:bookmarkStart w:id="8" w:name="_Toc237576642"/>
      <w:bookmarkStart w:id="9" w:name="_Toc237615439"/>
      <w:r w:rsidRPr="00CB5280">
        <w:t>Zweite »Überschrift 3«</w:t>
      </w:r>
      <w:bookmarkEnd w:id="8"/>
      <w:bookmarkEnd w:id="9"/>
    </w:p>
    <w:p w:rsidR="00CB5280" w:rsidRDefault="00CA753D" w:rsidP="00DB4A18">
      <w:r>
        <w:t>Wählen Sie neue Designelemente auf der Registerkarte 'Seitenlayout' aus, um das generelle Layout des Dokuments zu ändern. Verwenden Sie den Befehl zum Ändern des aktuellen Schnellformatvorlagen-Satzes, um die im Schnellforma</w:t>
      </w:r>
      <w:r>
        <w:t>t</w:t>
      </w:r>
      <w:r>
        <w:t>vorlagen-Katalog verfüg</w:t>
      </w:r>
      <w:r w:rsidR="00CB5280">
        <w:t>baren Formatvorlagen zu ändern.</w:t>
      </w:r>
    </w:p>
    <w:p w:rsidR="00BD18BB" w:rsidRDefault="00BD18BB" w:rsidP="00BD18BB">
      <w:pPr>
        <w:pStyle w:val="WAMarginalie"/>
        <w:framePr w:wrap="notBeside"/>
      </w:pPr>
      <w:r>
        <w:t>WA_Tipp_Absatz +</w:t>
      </w:r>
      <w:r>
        <w:br/>
        <w:t>WA_Tipp_Zeichen</w:t>
      </w:r>
    </w:p>
    <w:p w:rsidR="00CA753D" w:rsidRDefault="00CB5280" w:rsidP="00BD18BB">
      <w:pPr>
        <w:pStyle w:val="WATIPPAbsatz"/>
      </w:pPr>
      <w:r w:rsidRPr="00CB5280">
        <w:rPr>
          <w:rStyle w:val="WATIPPZeichen"/>
        </w:rPr>
        <w:tab/>
        <w:t>Tipp</w:t>
      </w:r>
      <w:r w:rsidRPr="00CB5280">
        <w:rPr>
          <w:rStyle w:val="WATIPPZeichen"/>
        </w:rPr>
        <w:tab/>
      </w:r>
      <w:r>
        <w:tab/>
      </w:r>
      <w:r w:rsidR="00CA753D">
        <w:t>Die Design- und die Schnellformatvorlagen-Kataloge stellen beide Befehle zum Zurücksetzen bereit, damit Sie immer die Möglichkeit haben, das ursprüngliche Layout des Dokuments in der aktuellen Vorlage wiederherzuste</w:t>
      </w:r>
      <w:r w:rsidR="00CA753D">
        <w:t>l</w:t>
      </w:r>
      <w:r w:rsidR="00CA753D">
        <w:t>len.</w:t>
      </w:r>
    </w:p>
    <w:p w:rsidR="00CA753D" w:rsidRDefault="00CA753D" w:rsidP="00DB4A18">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w:t>
      </w:r>
      <w:r>
        <w:t>a</w:t>
      </w:r>
      <w:r>
        <w:t>gramme erstellen, werden diese auch mit dem aktuellen Dokumentlayout k</w:t>
      </w:r>
      <w:r>
        <w:t>o</w:t>
      </w:r>
      <w:r>
        <w:t>ordiniert.</w:t>
      </w:r>
    </w:p>
    <w:p w:rsidR="004B7FDA" w:rsidRPr="00CB5280" w:rsidRDefault="00CB5280" w:rsidP="004B7FDA">
      <w:pPr>
        <w:pStyle w:val="berschrift2"/>
      </w:pPr>
      <w:bookmarkStart w:id="10" w:name="_Toc237576643"/>
      <w:bookmarkStart w:id="11" w:name="_Toc237615440"/>
      <w:r w:rsidRPr="00CB5280">
        <w:t>Dritte</w:t>
      </w:r>
      <w:r w:rsidR="004B7FDA" w:rsidRPr="00CB5280">
        <w:t xml:space="preserve"> »Überschrift 2«</w:t>
      </w:r>
      <w:bookmarkEnd w:id="10"/>
      <w:bookmarkEnd w:id="11"/>
    </w:p>
    <w:p w:rsidR="00CA753D" w:rsidRDefault="00CA753D" w:rsidP="00DB4A18">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w:t>
      </w:r>
      <w:r>
        <w:t>i</w:t>
      </w:r>
      <w:r>
        <w:t>schen dem Layout des aktuellen Designs oder der direkten Angabe eines Fo</w:t>
      </w:r>
      <w:r>
        <w:t>r</w:t>
      </w:r>
      <w:r>
        <w:t>mats.</w:t>
      </w:r>
    </w:p>
    <w:p w:rsidR="00CB5280" w:rsidRDefault="00CB5280" w:rsidP="00CB5280">
      <w:pPr>
        <w:pStyle w:val="berschrift1"/>
      </w:pPr>
      <w:bookmarkStart w:id="12" w:name="_Toc237576644"/>
      <w:bookmarkStart w:id="13" w:name="_Toc237615441"/>
      <w:r>
        <w:lastRenderedPageBreak/>
        <w:t xml:space="preserve">Zweite </w:t>
      </w:r>
      <w:r w:rsidRPr="00CB5280">
        <w:t>»</w:t>
      </w:r>
      <w:r>
        <w:t>Überschrift 1</w:t>
      </w:r>
      <w:r w:rsidRPr="00CB5280">
        <w:t>«</w:t>
      </w:r>
      <w:bookmarkEnd w:id="12"/>
      <w:bookmarkEnd w:id="13"/>
    </w:p>
    <w:p w:rsidR="00BD18BB" w:rsidRDefault="00CA753D" w:rsidP="004B7FDA">
      <w:r>
        <w:t>Wählen Sie neue Designelemente auf der Registerkarte 'Seitenlayout' aus, um das generelle Layout des Dokuments zu ändern. Verwenden Sie den Befehl zum Ändern des aktuellen Schnellformatvorlagen-Satzes, um die im Schnellforma</w:t>
      </w:r>
      <w:r>
        <w:t>t</w:t>
      </w:r>
      <w:r>
        <w:t>vorlagen-Katalog verfügbaren Formatvorlagen zu än</w:t>
      </w:r>
      <w:r w:rsidR="00BD18BB">
        <w:t>dern.</w:t>
      </w:r>
    </w:p>
    <w:p w:rsidR="00BD18BB" w:rsidRDefault="00BD18BB" w:rsidP="00BD18BB">
      <w:pPr>
        <w:pStyle w:val="WAMarginalie"/>
        <w:framePr w:wrap="notBeside"/>
      </w:pPr>
      <w:r>
        <w:t>WA_Grafik_in Fliesstext</w:t>
      </w:r>
    </w:p>
    <w:p w:rsidR="00BD18BB" w:rsidRDefault="00BD18BB" w:rsidP="00BD18BB">
      <w:pPr>
        <w:pStyle w:val="WAGrafikinFliesstext"/>
      </w:pPr>
      <w:r>
        <w:drawing>
          <wp:inline distT="0" distB="0" distL="0" distR="0">
            <wp:extent cx="4499610" cy="3375025"/>
            <wp:effectExtent l="19050" t="0" r="0" b="0"/>
            <wp:docPr id="1" name="Grafik 0" descr="Cre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ek.jpg"/>
                    <pic:cNvPicPr/>
                  </pic:nvPicPr>
                  <pic:blipFill>
                    <a:blip r:embed="rId12" cstate="print"/>
                    <a:stretch>
                      <a:fillRect/>
                    </a:stretch>
                  </pic:blipFill>
                  <pic:spPr>
                    <a:xfrm>
                      <a:off x="0" y="0"/>
                      <a:ext cx="4499610" cy="3375025"/>
                    </a:xfrm>
                    <a:prstGeom prst="rect">
                      <a:avLst/>
                    </a:prstGeom>
                  </pic:spPr>
                </pic:pic>
              </a:graphicData>
            </a:graphic>
          </wp:inline>
        </w:drawing>
      </w:r>
    </w:p>
    <w:p w:rsidR="00BD18BB" w:rsidRDefault="00BD18BB" w:rsidP="00BD18BB">
      <w:pPr>
        <w:pStyle w:val="WAMarginalie"/>
        <w:framePr w:wrap="notBeside"/>
      </w:pPr>
      <w:r>
        <w:t>WA_Beschriftung</w:t>
      </w:r>
    </w:p>
    <w:p w:rsidR="00BD18BB" w:rsidRPr="00BD18BB" w:rsidRDefault="00BD18BB" w:rsidP="00BD18BB">
      <w:pPr>
        <w:pStyle w:val="Beschriftung"/>
        <w:rPr>
          <w:lang w:eastAsia="de-DE"/>
        </w:rPr>
      </w:pPr>
      <w:bookmarkStart w:id="14" w:name="_Toc237440346"/>
      <w:r>
        <w:t xml:space="preserve">Abbildung </w:t>
      </w:r>
      <w:fldSimple w:instr=" SEQ Abbildung \* ARABIC ">
        <w:r w:rsidR="006D0E25">
          <w:rPr>
            <w:noProof/>
          </w:rPr>
          <w:t>1</w:t>
        </w:r>
      </w:fldSimple>
      <w:r>
        <w:tab/>
        <w:t>Bachlauf im Gebirge</w:t>
      </w:r>
      <w:bookmarkEnd w:id="14"/>
    </w:p>
    <w:p w:rsidR="00BD18BB" w:rsidRDefault="00BD18BB" w:rsidP="00BD18BB">
      <w:r>
        <w:t>Die Design- und die Schnellformatvorlagen-Kataloge stellen beide Befehle zum Zurücksetzen bereit, damit Sie immer die Möglichkeit haben, das ursprüngliche Layout des Dokuments in der aktuellen Vorlage wiederherzustellen.</w:t>
      </w:r>
    </w:p>
    <w:p w:rsidR="00BD18BB" w:rsidRDefault="00BD18BB" w:rsidP="00BD18BB">
      <w:pPr>
        <w:pStyle w:val="WAGrafikinFliesstext"/>
      </w:pPr>
      <w:r>
        <w:drawing>
          <wp:inline distT="0" distB="0" distL="0" distR="0">
            <wp:extent cx="4478522" cy="1775639"/>
            <wp:effectExtent l="19050" t="0" r="0" b="0"/>
            <wp:docPr id="2" name="Grafik 1" descr="Desert 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ert Landscape.jpg"/>
                    <pic:cNvPicPr/>
                  </pic:nvPicPr>
                  <pic:blipFill>
                    <a:blip r:embed="rId13" cstate="print"/>
                    <a:srcRect t="6329" b="40823"/>
                    <a:stretch>
                      <a:fillRect/>
                    </a:stretch>
                  </pic:blipFill>
                  <pic:spPr>
                    <a:xfrm>
                      <a:off x="0" y="0"/>
                      <a:ext cx="4478522" cy="1775639"/>
                    </a:xfrm>
                    <a:prstGeom prst="rect">
                      <a:avLst/>
                    </a:prstGeom>
                  </pic:spPr>
                </pic:pic>
              </a:graphicData>
            </a:graphic>
          </wp:inline>
        </w:drawing>
      </w:r>
    </w:p>
    <w:p w:rsidR="00BD18BB" w:rsidRPr="00BD18BB" w:rsidRDefault="00BD18BB" w:rsidP="00BD18BB">
      <w:pPr>
        <w:pStyle w:val="Beschriftung"/>
        <w:rPr>
          <w:lang w:eastAsia="de-DE"/>
        </w:rPr>
      </w:pPr>
      <w:bookmarkStart w:id="15" w:name="_Toc237440347"/>
      <w:r>
        <w:t xml:space="preserve">Abbildung </w:t>
      </w:r>
      <w:fldSimple w:instr=" SEQ Abbildung \* ARABIC ">
        <w:r w:rsidR="006D0E25">
          <w:rPr>
            <w:noProof/>
          </w:rPr>
          <w:t>2</w:t>
        </w:r>
      </w:fldSimple>
      <w:r>
        <w:tab/>
        <w:t>Wüstenlandschaft</w:t>
      </w:r>
      <w:bookmarkEnd w:id="15"/>
    </w:p>
    <w:p w:rsidR="00CA753D" w:rsidRDefault="00CA753D" w:rsidP="00DB4A18">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w:t>
      </w:r>
      <w:r>
        <w:t>a</w:t>
      </w:r>
      <w:r>
        <w:t>gramme erstellen, werden diese auch mit dem aktuellen Dokumentlayout k</w:t>
      </w:r>
      <w:r>
        <w:t>o</w:t>
      </w:r>
      <w:r>
        <w:t>ordiniert.</w:t>
      </w:r>
    </w:p>
    <w:p w:rsidR="00BD18BB" w:rsidRPr="00331DF2" w:rsidRDefault="00937DE5" w:rsidP="00BD18BB">
      <w:pPr>
        <w:pStyle w:val="berschrift2"/>
      </w:pPr>
      <w:bookmarkStart w:id="16" w:name="_Toc237576645"/>
      <w:bookmarkStart w:id="17" w:name="_Toc237615442"/>
      <w:r>
        <w:lastRenderedPageBreak/>
        <w:t>Vierte</w:t>
      </w:r>
      <w:r w:rsidR="00BD18BB" w:rsidRPr="00BD18BB">
        <w:t xml:space="preserve"> »Überschrift 2«</w:t>
      </w:r>
      <w:bookmarkEnd w:id="16"/>
      <w:bookmarkEnd w:id="17"/>
    </w:p>
    <w:p w:rsidR="00CA753D" w:rsidRDefault="00CA753D" w:rsidP="00DB4A18">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w:t>
      </w:r>
      <w:r>
        <w:t>i</w:t>
      </w:r>
      <w:r>
        <w:t>schen dem Layout des aktuellen Designs oder der direkten Angabe eines Fo</w:t>
      </w:r>
      <w:r>
        <w:t>r</w:t>
      </w:r>
      <w:r>
        <w:t>mats.</w:t>
      </w:r>
    </w:p>
    <w:p w:rsidR="00C55012" w:rsidRPr="00C55012" w:rsidRDefault="00C55012" w:rsidP="00C55012">
      <w:pPr>
        <w:pStyle w:val="WAMarginalie"/>
        <w:framePr w:wrap="notBeside"/>
      </w:pPr>
      <w:r w:rsidRPr="00C55012">
        <w:t>WA_Tabelle_für_Grafik</w:t>
      </w:r>
      <w:r w:rsidRPr="00C55012">
        <w:br/>
        <w:t>WA_Grafik_in_Tabelle</w:t>
      </w:r>
      <w:r>
        <w:br/>
      </w:r>
      <w:r w:rsidRPr="00C55012">
        <w:t>W</w:t>
      </w:r>
      <w:r>
        <w:t>A</w:t>
      </w:r>
      <w:r w:rsidRPr="00C55012">
        <w:t>_Beschriftung_</w:t>
      </w:r>
      <w:r>
        <w:br/>
      </w:r>
      <w:r w:rsidRPr="00C55012">
        <w:t>eingezogen_05</w:t>
      </w:r>
    </w:p>
    <w:tbl>
      <w:tblPr>
        <w:tblStyle w:val="WATabellefrGrafik"/>
        <w:tblW w:w="0" w:type="auto"/>
        <w:tblLayout w:type="fixed"/>
        <w:tblLook w:val="04A0"/>
      </w:tblPr>
      <w:tblGrid>
        <w:gridCol w:w="3685"/>
        <w:gridCol w:w="3401"/>
      </w:tblGrid>
      <w:tr w:rsidR="005E3998" w:rsidTr="005E3998">
        <w:tc>
          <w:tcPr>
            <w:tcW w:w="3685" w:type="dxa"/>
          </w:tcPr>
          <w:p w:rsidR="00BD18BB" w:rsidRDefault="005E3998" w:rsidP="00BD18BB">
            <w:pPr>
              <w:pStyle w:val="WAGrafikinTabelle"/>
            </w:pPr>
            <w:r>
              <w:drawing>
                <wp:inline distT="0" distB="0" distL="0" distR="0">
                  <wp:extent cx="2339975" cy="1755140"/>
                  <wp:effectExtent l="19050" t="0" r="3175" b="0"/>
                  <wp:docPr id="5" name="Grafik 4" descr="D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k.jpg"/>
                          <pic:cNvPicPr/>
                        </pic:nvPicPr>
                        <pic:blipFill>
                          <a:blip r:embed="rId14" cstate="print"/>
                          <a:stretch>
                            <a:fillRect/>
                          </a:stretch>
                        </pic:blipFill>
                        <pic:spPr>
                          <a:xfrm>
                            <a:off x="0" y="0"/>
                            <a:ext cx="2339975" cy="1755140"/>
                          </a:xfrm>
                          <a:prstGeom prst="rect">
                            <a:avLst/>
                          </a:prstGeom>
                        </pic:spPr>
                      </pic:pic>
                    </a:graphicData>
                  </a:graphic>
                </wp:inline>
              </w:drawing>
            </w:r>
          </w:p>
        </w:tc>
        <w:tc>
          <w:tcPr>
            <w:tcW w:w="3401" w:type="dxa"/>
          </w:tcPr>
          <w:p w:rsidR="00BD18BB" w:rsidRDefault="000415CF" w:rsidP="000415CF">
            <w:pPr>
              <w:pStyle w:val="WABeschriftungeingezogen05"/>
            </w:pPr>
            <w:bookmarkStart w:id="18" w:name="_Toc237440348"/>
            <w:r>
              <w:t xml:space="preserve">Abbildung </w:t>
            </w:r>
            <w:fldSimple w:instr=" SEQ Abbildung \* ARABIC ">
              <w:r w:rsidR="006D0E25">
                <w:rPr>
                  <w:noProof/>
                </w:rPr>
                <w:t>3</w:t>
              </w:r>
            </w:fldSimple>
            <w:r>
              <w:tab/>
              <w:t>Steg ins Meer</w:t>
            </w:r>
            <w:bookmarkEnd w:id="18"/>
          </w:p>
        </w:tc>
      </w:tr>
    </w:tbl>
    <w:p w:rsidR="00CA753D" w:rsidRDefault="00CA753D" w:rsidP="00DB4A18">
      <w:r>
        <w:t>Wählen Sie neue Designelemente auf der Registerkarte 'Seitenlayout' aus, um das generelle Layout des Dokuments zu ändern. Verwenden Sie den Befehl zum Ändern des aktuellen Schnellformatvorlagen-Satzes, um die im Schnellforma</w:t>
      </w:r>
      <w:r>
        <w:t>t</w:t>
      </w:r>
      <w:r>
        <w:t>vorlagen-Katalog verfügbaren Formatvorlagen zu ändern. Die Design- und die Schnellformatvorlagen-Kataloge stellen beide Befehle zum Zurücksetzen bereit, damit Sie immer die Möglichkeit haben, das ursprüngliche Layout des Dok</w:t>
      </w:r>
      <w:r>
        <w:t>u</w:t>
      </w:r>
      <w:r>
        <w:t>ments in der aktuellen Vorlage wiederherzustellen.</w:t>
      </w:r>
    </w:p>
    <w:p w:rsidR="007706F9" w:rsidRDefault="007706F9" w:rsidP="00DB4A18">
      <w:pPr>
        <w:sectPr w:rsidR="007706F9" w:rsidSect="00331DF2">
          <w:headerReference w:type="first" r:id="rId15"/>
          <w:type w:val="oddPage"/>
          <w:pgSz w:w="11906" w:h="16838" w:code="9"/>
          <w:pgMar w:top="1418" w:right="3402" w:bottom="1134" w:left="1418" w:header="709" w:footer="709" w:gutter="0"/>
          <w:pgNumType w:start="1"/>
          <w:cols w:space="708"/>
          <w:titlePg/>
          <w:docGrid w:linePitch="360"/>
        </w:sectPr>
      </w:pPr>
    </w:p>
    <w:p w:rsidR="007706F9" w:rsidRDefault="00EA1E52" w:rsidP="006D0E25">
      <w:pPr>
        <w:pStyle w:val="berschrift1"/>
      </w:pPr>
      <w:bookmarkStart w:id="19" w:name="_Toc237615443"/>
      <w:r>
        <w:lastRenderedPageBreak/>
        <w:t xml:space="preserve">In </w:t>
      </w:r>
      <w:r w:rsidR="005B44BF" w:rsidRPr="000B20BD">
        <w:t>»</w:t>
      </w:r>
      <w:r w:rsidR="005B44BF">
        <w:t>WissenschaftlicheArbeit.dox</w:t>
      </w:r>
      <w:r w:rsidR="005B44BF" w:rsidRPr="000B20BD">
        <w:t>«</w:t>
      </w:r>
      <w:r w:rsidR="005B44BF">
        <w:t xml:space="preserve"> geänderte</w:t>
      </w:r>
      <w:r w:rsidR="007706F9">
        <w:t xml:space="preserve"> und neu erstellte Formatvorlage</w:t>
      </w:r>
      <w:r w:rsidR="005B44BF">
        <w:t>n</w:t>
      </w:r>
      <w:bookmarkEnd w:id="19"/>
    </w:p>
    <w:p w:rsidR="008861A4" w:rsidRDefault="008861A4" w:rsidP="008861A4">
      <w:pPr>
        <w:pStyle w:val="FormatvorlageName"/>
      </w:pPr>
      <w:r>
        <w:t>Standard;WA_Standard</w:t>
      </w:r>
    </w:p>
    <w:p w:rsidR="008861A4" w:rsidRPr="00A55F6C" w:rsidRDefault="008861A4" w:rsidP="008861A4">
      <w:pPr>
        <w:pStyle w:val="FormatvorlageDefinition"/>
      </w:pPr>
      <w:r w:rsidRPr="00A55F6C">
        <w:t>Schriftart: (Standard) +Textkörper</w:t>
      </w:r>
      <w:r>
        <w:t xml:space="preserve">, </w:t>
      </w:r>
      <w:r w:rsidRPr="00A55F6C">
        <w:t>Unterschneidung ab 10 pt</w:t>
      </w:r>
      <w:r w:rsidRPr="00A55F6C">
        <w:br/>
      </w:r>
      <w:r>
        <w:t xml:space="preserve">Ausrichtung: </w:t>
      </w:r>
      <w:r w:rsidRPr="00A55F6C">
        <w:t>Block</w:t>
      </w:r>
      <w:r w:rsidRPr="00A55F6C">
        <w:br/>
        <w:t>Zeilenabstand:</w:t>
      </w:r>
      <w:r>
        <w:t xml:space="preserve"> </w:t>
      </w:r>
      <w:r w:rsidRPr="00A55F6C">
        <w:t>Genau 15 pt</w:t>
      </w:r>
      <w:r w:rsidRPr="00A55F6C">
        <w:br/>
        <w:t>Abstand Nach:</w:t>
      </w:r>
      <w:r>
        <w:t xml:space="preserve"> </w:t>
      </w:r>
      <w:r w:rsidRPr="00A55F6C">
        <w:t>7,5 pt</w:t>
      </w:r>
      <w:r w:rsidRPr="00A55F6C">
        <w:br/>
        <w:t>Absatzkontrolle</w:t>
      </w:r>
    </w:p>
    <w:p w:rsidR="008861A4" w:rsidRDefault="008861A4" w:rsidP="008861A4">
      <w:pPr>
        <w:pStyle w:val="FormatvorlageName"/>
      </w:pPr>
      <w:r>
        <w:t xml:space="preserve">Fett;WA_Fett </w:t>
      </w:r>
      <w:r w:rsidRPr="00051847">
        <w:rPr>
          <w:rStyle w:val="SchwacheHervorhebung"/>
        </w:rPr>
        <w:t>(Zeichenformatvorlage)</w:t>
      </w:r>
    </w:p>
    <w:p w:rsidR="008861A4" w:rsidRPr="00A55F6C" w:rsidRDefault="008861A4" w:rsidP="008861A4">
      <w:pPr>
        <w:pStyle w:val="FormatvorlageDefinition"/>
      </w:pPr>
      <w:r w:rsidRPr="00A55F6C">
        <w:t>Schriftart: Fett</w:t>
      </w:r>
      <w:r w:rsidRPr="00A55F6C">
        <w:br/>
        <w:t>Basierend auf: Absatz-Standardschriftart</w:t>
      </w:r>
    </w:p>
    <w:p w:rsidR="008861A4" w:rsidRDefault="008861A4" w:rsidP="008861A4">
      <w:pPr>
        <w:pStyle w:val="FormatvorlageName"/>
      </w:pPr>
      <w:r>
        <w:t xml:space="preserve">Hervorhebung;WA_Hervorhebung </w:t>
      </w:r>
      <w:r w:rsidRPr="00051847">
        <w:rPr>
          <w:rStyle w:val="SchwacheHervorhebung"/>
        </w:rPr>
        <w:t>(Zeichenformatvorlage)</w:t>
      </w:r>
    </w:p>
    <w:p w:rsidR="008861A4" w:rsidRPr="00A55F6C" w:rsidRDefault="008861A4" w:rsidP="008861A4">
      <w:pPr>
        <w:pStyle w:val="FormatvorlageDefinition"/>
      </w:pPr>
      <w:r w:rsidRPr="00A55F6C">
        <w:t>Schriftart: Kursiv</w:t>
      </w:r>
      <w:r w:rsidRPr="00A55F6C">
        <w:br/>
        <w:t>Basierend auf: Absatz-Standardschriftart</w:t>
      </w:r>
    </w:p>
    <w:p w:rsidR="008861A4" w:rsidRDefault="008861A4" w:rsidP="008861A4">
      <w:pPr>
        <w:pStyle w:val="FormatvorlageName"/>
      </w:pPr>
      <w:r>
        <w:t xml:space="preserve">Intensiver Verweis;WA_Befehle </w:t>
      </w:r>
      <w:r w:rsidRPr="00051847">
        <w:rPr>
          <w:rStyle w:val="SchwacheHervorhebung"/>
        </w:rPr>
        <w:t>(Zeichenformatvorlage)</w:t>
      </w:r>
    </w:p>
    <w:p w:rsidR="008861A4" w:rsidRPr="00A55F6C" w:rsidRDefault="008861A4" w:rsidP="008861A4">
      <w:pPr>
        <w:pStyle w:val="FormatvorlageDefinition"/>
      </w:pPr>
      <w:r w:rsidRPr="00A55F6C">
        <w:t>Nicht unterstrichen</w:t>
      </w:r>
      <w:r>
        <w:t xml:space="preserve">, </w:t>
      </w:r>
      <w:r w:rsidRPr="00A55F6C">
        <w:t>Schriftartfarbe: Automatisch</w:t>
      </w:r>
      <w:r>
        <w:t xml:space="preserve">, </w:t>
      </w:r>
      <w:r w:rsidRPr="00A55F6C">
        <w:t>Kapitälchen</w:t>
      </w:r>
      <w:r w:rsidRPr="00A55F6C">
        <w:br/>
        <w:t xml:space="preserve">Nicht Erweitert durch / Verdichtet durch </w:t>
      </w:r>
      <w:r w:rsidRPr="00A55F6C">
        <w:br/>
        <w:t>Deutsch (Deutschland)</w:t>
      </w:r>
      <w:r w:rsidRPr="00A55F6C">
        <w:br/>
        <w:t>Basierend auf: Absatz-Standardschriftart</w:t>
      </w:r>
    </w:p>
    <w:p w:rsidR="008861A4" w:rsidRDefault="008861A4" w:rsidP="008861A4">
      <w:pPr>
        <w:pStyle w:val="FormatvorlageName"/>
        <w:shd w:val="clear" w:color="auto" w:fill="D9D9D9" w:themeFill="background1" w:themeFillShade="D9"/>
      </w:pPr>
      <w:r>
        <w:t xml:space="preserve">WA_Liste_für_Nummerierung </w:t>
      </w:r>
      <w:r>
        <w:rPr>
          <w:rStyle w:val="SchwacheHervorhebung"/>
        </w:rPr>
        <w:t>(Listen</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Mit Gliederung + Ebene: 1</w:t>
      </w:r>
      <w:r w:rsidRPr="00A55F6C">
        <w:br/>
        <w:t>+ Ausgerichtet an:</w:t>
      </w:r>
      <w:r>
        <w:t xml:space="preserve"> </w:t>
      </w:r>
      <w:r w:rsidRPr="00A55F6C">
        <w:t>0 cm</w:t>
      </w:r>
      <w:r w:rsidRPr="00A55F6C">
        <w:br/>
        <w:t>+ Einzug bei:</w:t>
      </w:r>
      <w:r>
        <w:t xml:space="preserve"> </w:t>
      </w:r>
      <w:r w:rsidRPr="00A55F6C">
        <w:t>0 cm</w:t>
      </w:r>
    </w:p>
    <w:p w:rsidR="008861A4" w:rsidRDefault="008861A4" w:rsidP="008861A4">
      <w:pPr>
        <w:pStyle w:val="FormatvorlageName"/>
        <w:shd w:val="clear" w:color="auto" w:fill="D9D9D9" w:themeFill="background1" w:themeFillShade="D9"/>
      </w:pPr>
      <w:r>
        <w:t xml:space="preserve">WA_Nummerierung_Standard_davor </w:t>
      </w:r>
      <w:r w:rsidRPr="00051847">
        <w:rPr>
          <w:rStyle w:val="SchwacheHervorhebung"/>
        </w:rPr>
        <w:t>(</w:t>
      </w:r>
      <w:r>
        <w:rPr>
          <w:rStyle w:val="SchwacheHervorhebung"/>
        </w:rPr>
        <w:t>Absatz</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Formatvorlage des nächsten Absatzes: WA_Nummerierung_arabisch</w:t>
      </w:r>
      <w:r w:rsidRPr="00A55F6C">
        <w:br/>
        <w:t>Mit Gliederung + Ebene: 1</w:t>
      </w:r>
      <w:r w:rsidRPr="00A55F6C">
        <w:br/>
        <w:t>+ Ausgerichtet an:</w:t>
      </w:r>
      <w:r>
        <w:t xml:space="preserve"> </w:t>
      </w:r>
      <w:r w:rsidRPr="00A55F6C">
        <w:t>0 cm</w:t>
      </w:r>
      <w:r w:rsidRPr="00A55F6C">
        <w:br/>
        <w:t>+ Einzug bei:</w:t>
      </w:r>
      <w:r>
        <w:t xml:space="preserve"> </w:t>
      </w:r>
      <w:r w:rsidRPr="00A55F6C">
        <w:t>0 cm</w:t>
      </w:r>
      <w:r w:rsidRPr="00A55F6C">
        <w:br/>
        <w:t>Basierend auf: Standard;WA_Standard</w:t>
      </w:r>
      <w:r w:rsidRPr="00A55F6C">
        <w:br/>
        <w:t>Nächste Formatvorlage: WA_Nummerierung_arabisch</w:t>
      </w:r>
    </w:p>
    <w:p w:rsidR="008861A4" w:rsidRDefault="008861A4" w:rsidP="008861A4">
      <w:pPr>
        <w:pStyle w:val="FormatvorlageName"/>
        <w:shd w:val="clear" w:color="auto" w:fill="D9D9D9" w:themeFill="background1" w:themeFillShade="D9"/>
      </w:pPr>
      <w:r>
        <w:t xml:space="preserve">WA_Nummerierung_arabisch </w:t>
      </w:r>
      <w:r w:rsidRPr="00051847">
        <w:rPr>
          <w:rStyle w:val="SchwacheHervorhebung"/>
        </w:rPr>
        <w:t>(</w:t>
      </w:r>
      <w:r>
        <w:rPr>
          <w:rStyle w:val="SchwacheHervorhebung"/>
        </w:rPr>
        <w:t>Absatz</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Einzug: Links:</w:t>
      </w:r>
      <w:r>
        <w:t xml:space="preserve"> </w:t>
      </w:r>
      <w:r w:rsidRPr="00A55F6C">
        <w:t>0 cm, Hängend:</w:t>
      </w:r>
      <w:r>
        <w:t xml:space="preserve"> </w:t>
      </w:r>
      <w:r w:rsidRPr="00A55F6C">
        <w:t>0,5 cm</w:t>
      </w:r>
      <w:r w:rsidRPr="00A55F6C">
        <w:br/>
        <w:t>Tabstopps:</w:t>
      </w:r>
      <w:r>
        <w:t xml:space="preserve"> </w:t>
      </w:r>
      <w:r w:rsidRPr="00A55F6C">
        <w:t>0,5 cm</w:t>
      </w:r>
      <w:r w:rsidRPr="00A55F6C">
        <w:br/>
        <w:t>Listentabstopp</w:t>
      </w:r>
      <w:r w:rsidRPr="00A55F6C">
        <w:br/>
        <w:t>Mit Gliederung + Ebene: 2</w:t>
      </w:r>
      <w:r w:rsidRPr="00A55F6C">
        <w:br/>
        <w:t>+ Nummerierungsformatvorlage: 1, 2, 3 …</w:t>
      </w:r>
      <w:r w:rsidRPr="00A55F6C">
        <w:br/>
        <w:t>+ Ausgerichtet an:</w:t>
      </w:r>
      <w:r>
        <w:t xml:space="preserve"> </w:t>
      </w:r>
      <w:r w:rsidRPr="00A55F6C">
        <w:t>0 cm</w:t>
      </w:r>
      <w:r w:rsidRPr="00A55F6C">
        <w:br/>
        <w:t>+ Tabstopp nach:</w:t>
      </w:r>
      <w:r>
        <w:t xml:space="preserve"> </w:t>
      </w:r>
      <w:r w:rsidRPr="00A55F6C">
        <w:t xml:space="preserve">0,5 cm </w:t>
      </w:r>
      <w:r w:rsidRPr="00A55F6C">
        <w:br/>
        <w:t>+ Einzug bei:</w:t>
      </w:r>
      <w:r>
        <w:t xml:space="preserve"> </w:t>
      </w:r>
      <w:r w:rsidRPr="00A55F6C">
        <w:t>0,5 cm</w:t>
      </w:r>
      <w:r w:rsidRPr="00A55F6C">
        <w:br/>
        <w:t>Basierend auf: Standard;WA_Standard</w:t>
      </w:r>
    </w:p>
    <w:p w:rsidR="008861A4" w:rsidRDefault="008861A4" w:rsidP="008861A4">
      <w:pPr>
        <w:pStyle w:val="FormatvorlageName"/>
        <w:shd w:val="clear" w:color="auto" w:fill="D9D9D9" w:themeFill="background1" w:themeFillShade="D9"/>
      </w:pPr>
      <w:r>
        <w:t xml:space="preserve">WA_Nummerierung_arabisch_fett_als_Überschrift </w:t>
      </w:r>
      <w:r>
        <w:rPr>
          <w:rStyle w:val="SchwacheHervorhebung"/>
        </w:rPr>
        <w:t>(Absatz</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Schriftart: Fett</w:t>
      </w:r>
      <w:r w:rsidRPr="00A55F6C">
        <w:br/>
        <w:t>Nicht vom nächsten Absatz trennen</w:t>
      </w:r>
      <w:r w:rsidRPr="00A55F6C">
        <w:br/>
        <w:t>Basierend auf: WA_Nummerierung_arabisch</w:t>
      </w:r>
    </w:p>
    <w:p w:rsidR="008861A4" w:rsidRDefault="008861A4" w:rsidP="008861A4">
      <w:pPr>
        <w:pStyle w:val="FormatvorlageName"/>
        <w:shd w:val="clear" w:color="auto" w:fill="D9D9D9" w:themeFill="background1" w:themeFillShade="D9"/>
      </w:pPr>
      <w:r>
        <w:lastRenderedPageBreak/>
        <w:t xml:space="preserve">WA_Aufzählung_Punkt </w:t>
      </w:r>
      <w:r>
        <w:rPr>
          <w:rStyle w:val="SchwacheHervorhebung"/>
        </w:rPr>
        <w:t>(Absatz</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Einzug: Links:</w:t>
      </w:r>
      <w:r>
        <w:t xml:space="preserve"> </w:t>
      </w:r>
      <w:r w:rsidRPr="00A55F6C">
        <w:t>0 cm, Hängend:</w:t>
      </w:r>
      <w:r>
        <w:t xml:space="preserve"> </w:t>
      </w:r>
      <w:r w:rsidRPr="00A55F6C">
        <w:t>0,5 cm</w:t>
      </w:r>
      <w:r w:rsidRPr="00A55F6C">
        <w:br/>
        <w:t>Keinen Abstand zwischen Absätzen gleicher Formatierung einfügen</w:t>
      </w:r>
      <w:r w:rsidRPr="00A55F6C">
        <w:br/>
        <w:t>Tabstopps:</w:t>
      </w:r>
      <w:r>
        <w:t xml:space="preserve"> </w:t>
      </w:r>
      <w:r w:rsidRPr="00A55F6C">
        <w:t>0,5 cm</w:t>
      </w:r>
      <w:r w:rsidRPr="00A55F6C">
        <w:br/>
        <w:t>Listentabstopp</w:t>
      </w:r>
      <w:r w:rsidRPr="00A55F6C">
        <w:br/>
        <w:t>Mit Gliederung + Ebene: 5</w:t>
      </w:r>
      <w:r w:rsidRPr="00A55F6C">
        <w:br/>
        <w:t>+ Nummerierungsformatvorlage: Aufzählungszeichen</w:t>
      </w:r>
      <w:r w:rsidRPr="00A55F6C">
        <w:br/>
        <w:t>+ Ausgerichtet an:</w:t>
      </w:r>
      <w:r>
        <w:t xml:space="preserve"> </w:t>
      </w:r>
      <w:r w:rsidRPr="00A55F6C">
        <w:t>0 cm</w:t>
      </w:r>
      <w:r w:rsidRPr="00A55F6C">
        <w:br/>
        <w:t>+ Tabstopp nach:</w:t>
      </w:r>
      <w:r>
        <w:t xml:space="preserve"> </w:t>
      </w:r>
      <w:r w:rsidRPr="00A55F6C">
        <w:t>0,5 cm</w:t>
      </w:r>
      <w:r w:rsidRPr="00A55F6C">
        <w:br/>
        <w:t>+ Einzug bei:</w:t>
      </w:r>
      <w:r>
        <w:t xml:space="preserve"> </w:t>
      </w:r>
      <w:r w:rsidRPr="00A55F6C">
        <w:t>0,5 cm</w:t>
      </w:r>
      <w:r w:rsidRPr="00A55F6C">
        <w:br/>
        <w:t>Basierend auf: Standard;WA_Standard</w:t>
      </w:r>
    </w:p>
    <w:p w:rsidR="008861A4" w:rsidRDefault="008861A4" w:rsidP="008861A4">
      <w:pPr>
        <w:pStyle w:val="FormatvorlageName"/>
        <w:shd w:val="clear" w:color="auto" w:fill="D9D9D9" w:themeFill="background1" w:themeFillShade="D9"/>
      </w:pPr>
      <w:r>
        <w:t xml:space="preserve">WA_Aufzählung_Punkt_eingezogen_05 </w:t>
      </w:r>
      <w:r>
        <w:rPr>
          <w:rStyle w:val="SchwacheHervorhebung"/>
        </w:rPr>
        <w:t>(Absatz</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Einzug: Links:</w:t>
      </w:r>
      <w:r>
        <w:t xml:space="preserve"> </w:t>
      </w:r>
      <w:r w:rsidRPr="00A55F6C">
        <w:t>0,5 cm, Hängend:</w:t>
      </w:r>
      <w:r>
        <w:t xml:space="preserve"> </w:t>
      </w:r>
      <w:r w:rsidRPr="00A55F6C">
        <w:t>0,5 cm</w:t>
      </w:r>
      <w:r w:rsidRPr="00A55F6C">
        <w:br/>
        <w:t>Tabstopps:</w:t>
      </w:r>
      <w:r>
        <w:t xml:space="preserve"> </w:t>
      </w:r>
      <w:r w:rsidRPr="00A55F6C">
        <w:t>1 cm</w:t>
      </w:r>
      <w:r w:rsidRPr="00A55F6C">
        <w:br/>
      </w:r>
      <w:r>
        <w:t>Listentabstopp</w:t>
      </w:r>
      <w:r>
        <w:br/>
      </w:r>
      <w:r w:rsidRPr="00A55F6C">
        <w:t>+ Nicht an</w:t>
      </w:r>
      <w:r>
        <w:t xml:space="preserve"> </w:t>
      </w:r>
      <w:r w:rsidRPr="00A55F6C">
        <w:t>0,5 cm</w:t>
      </w:r>
      <w:r w:rsidRPr="00A55F6C">
        <w:br/>
        <w:t>Basierend auf: WA_Aufzählung_Punkt</w:t>
      </w:r>
    </w:p>
    <w:p w:rsidR="008861A4" w:rsidRDefault="008861A4" w:rsidP="008861A4">
      <w:pPr>
        <w:pStyle w:val="FormatvorlageName"/>
        <w:shd w:val="clear" w:color="auto" w:fill="D9D9D9" w:themeFill="background1" w:themeFillShade="D9"/>
      </w:pPr>
      <w:r>
        <w:t xml:space="preserve">WA_Aufzählung_Spiegelstrich </w:t>
      </w:r>
      <w:r>
        <w:rPr>
          <w:rStyle w:val="SchwacheHervorhebung"/>
        </w:rPr>
        <w:t>(Absatz</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Einzug: Links:</w:t>
      </w:r>
      <w:r>
        <w:t xml:space="preserve"> </w:t>
      </w:r>
      <w:r w:rsidRPr="00A55F6C">
        <w:t>0 cm, Hängend:</w:t>
      </w:r>
      <w:r>
        <w:t xml:space="preserve"> </w:t>
      </w:r>
      <w:r w:rsidRPr="00A55F6C">
        <w:t>0,5 cm</w:t>
      </w:r>
      <w:r w:rsidRPr="00A55F6C">
        <w:br/>
        <w:t>Keinen Abstand zwischen Absätzen gleicher Formatierung einfügen</w:t>
      </w:r>
      <w:r w:rsidRPr="00A55F6C">
        <w:br/>
        <w:t>Tabstopps:</w:t>
      </w:r>
      <w:r>
        <w:t xml:space="preserve"> </w:t>
      </w:r>
      <w:r w:rsidRPr="00A55F6C">
        <w:t>0,5 cm</w:t>
      </w:r>
      <w:r w:rsidRPr="00A55F6C">
        <w:br/>
        <w:t>Listentabstopp</w:t>
      </w:r>
      <w:r w:rsidRPr="00A55F6C">
        <w:br/>
        <w:t>Mit Gliederung + Ebene: 7</w:t>
      </w:r>
      <w:r w:rsidRPr="00A55F6C">
        <w:br/>
        <w:t>+ Nummerierungsformatvorlage: Aufzählungszeichen</w:t>
      </w:r>
      <w:r w:rsidRPr="00A55F6C">
        <w:br/>
        <w:t>+ Ausgerichtet an:</w:t>
      </w:r>
      <w:r>
        <w:t xml:space="preserve"> </w:t>
      </w:r>
      <w:r w:rsidRPr="00A55F6C">
        <w:t>0 cm</w:t>
      </w:r>
      <w:r w:rsidRPr="00A55F6C">
        <w:br/>
        <w:t>+ Tabstopp nach:</w:t>
      </w:r>
      <w:r>
        <w:t xml:space="preserve"> </w:t>
      </w:r>
      <w:r w:rsidRPr="00A55F6C">
        <w:t>0,5 cm</w:t>
      </w:r>
      <w:r w:rsidRPr="00A55F6C">
        <w:br/>
        <w:t>+ Einzug bei:</w:t>
      </w:r>
      <w:r>
        <w:t xml:space="preserve"> </w:t>
      </w:r>
      <w:r w:rsidRPr="00A55F6C">
        <w:t>0,5 cm</w:t>
      </w:r>
      <w:r w:rsidRPr="00A55F6C">
        <w:br/>
        <w:t>Basierend auf: Standard;WA_Standard</w:t>
      </w:r>
    </w:p>
    <w:p w:rsidR="008861A4" w:rsidRDefault="008861A4" w:rsidP="008861A4">
      <w:pPr>
        <w:pStyle w:val="FormatvorlageName"/>
        <w:shd w:val="clear" w:color="auto" w:fill="D9D9D9" w:themeFill="background1" w:themeFillShade="D9"/>
      </w:pPr>
      <w:r>
        <w:t xml:space="preserve">WA_Tabelle_Aufzählung_Punkt </w:t>
      </w:r>
      <w:r>
        <w:rPr>
          <w:rStyle w:val="SchwacheHervorhebung"/>
        </w:rPr>
        <w:t>(Absatz</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Einzug: Links:</w:t>
      </w:r>
      <w:r>
        <w:t xml:space="preserve"> </w:t>
      </w:r>
      <w:r w:rsidRPr="00A55F6C">
        <w:t>0,1 cm, Hängend:</w:t>
      </w:r>
      <w:r>
        <w:t xml:space="preserve"> </w:t>
      </w:r>
      <w:r w:rsidRPr="00A55F6C">
        <w:t>0,4 cm</w:t>
      </w:r>
      <w:r w:rsidRPr="00A55F6C">
        <w:br/>
        <w:t>Keinen Abstand zwischen Absätzen gleicher Formatierung einfügen</w:t>
      </w:r>
      <w:r w:rsidRPr="00A55F6C">
        <w:br/>
        <w:t>Mit Gliederung + Ebene: 8</w:t>
      </w:r>
      <w:r w:rsidRPr="00A55F6C">
        <w:br/>
        <w:t>+ Nummerierungsformatvorlage: Aufzählungszeichen</w:t>
      </w:r>
      <w:r w:rsidRPr="00A55F6C">
        <w:br/>
        <w:t>+ Ausgerichtet an:</w:t>
      </w:r>
      <w:r>
        <w:t xml:space="preserve"> </w:t>
      </w:r>
      <w:r w:rsidRPr="00A55F6C">
        <w:t>0,1 cm</w:t>
      </w:r>
      <w:r w:rsidRPr="00A55F6C">
        <w:br/>
        <w:t>+ Einzug bei:</w:t>
      </w:r>
      <w:r>
        <w:t xml:space="preserve"> </w:t>
      </w:r>
      <w:r w:rsidRPr="00A55F6C">
        <w:t>0,5 cm</w:t>
      </w:r>
      <w:r w:rsidRPr="00A55F6C">
        <w:br/>
        <w:t>Basierend auf: WA_Tabelle_Text</w:t>
      </w:r>
    </w:p>
    <w:p w:rsidR="008861A4" w:rsidRDefault="008861A4" w:rsidP="008861A4">
      <w:pPr>
        <w:pStyle w:val="FormatvorlageName"/>
      </w:pPr>
      <w:r>
        <w:t xml:space="preserve">WA_Nummerierung_Folgeabsatz_ohne_Nr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Einzug: Links:</w:t>
      </w:r>
      <w:r>
        <w:t xml:space="preserve"> </w:t>
      </w:r>
      <w:r w:rsidRPr="00A55F6C">
        <w:t>0,5 cm</w:t>
      </w:r>
      <w:r w:rsidRPr="00A55F6C">
        <w:br/>
        <w:t>Basierend auf: Standard;WA_Standard</w:t>
      </w:r>
    </w:p>
    <w:p w:rsidR="008861A4" w:rsidRDefault="008861A4" w:rsidP="008861A4">
      <w:pPr>
        <w:pStyle w:val="FormatvorlageName"/>
      </w:pPr>
      <w:r>
        <w:t xml:space="preserve">WA_Tabelle_Spaltenüberschrift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Schriftart: 10 pt</w:t>
      </w:r>
      <w:r>
        <w:t xml:space="preserve">, </w:t>
      </w:r>
      <w:r w:rsidRPr="00A55F6C">
        <w:t>Fett</w:t>
      </w:r>
      <w:r>
        <w:t xml:space="preserve">, </w:t>
      </w:r>
      <w:r w:rsidRPr="00A55F6C">
        <w:t>Schriftartfarbe: Hintergrund 1</w:t>
      </w:r>
      <w:r w:rsidRPr="00A55F6C">
        <w:br/>
        <w:t>Einzug: Links:</w:t>
      </w:r>
      <w:r>
        <w:t xml:space="preserve"> </w:t>
      </w:r>
      <w:r w:rsidRPr="00A55F6C">
        <w:t>0,1 cm</w:t>
      </w:r>
      <w:r>
        <w:t xml:space="preserve">, </w:t>
      </w:r>
      <w:r w:rsidRPr="00A55F6C">
        <w:t>Rechts:</w:t>
      </w:r>
      <w:r>
        <w:t xml:space="preserve"> </w:t>
      </w:r>
      <w:r w:rsidRPr="00A55F6C">
        <w:t>0,1 cm</w:t>
      </w:r>
      <w:r w:rsidRPr="00A55F6C">
        <w:br/>
      </w:r>
      <w:r>
        <w:t xml:space="preserve">Ausrichtung: </w:t>
      </w:r>
      <w:r w:rsidRPr="00A55F6C">
        <w:t>Links</w:t>
      </w:r>
      <w:r w:rsidRPr="00A55F6C">
        <w:br/>
        <w:t>Zeilenabstand:</w:t>
      </w:r>
      <w:r>
        <w:t xml:space="preserve"> </w:t>
      </w:r>
      <w:r w:rsidRPr="00A55F6C">
        <w:t>Genau 12 pt</w:t>
      </w:r>
      <w:r>
        <w:t xml:space="preserve">, </w:t>
      </w:r>
      <w:r w:rsidRPr="00A55F6C">
        <w:br/>
        <w:t>Abstand Vor:</w:t>
      </w:r>
      <w:r>
        <w:t xml:space="preserve"> </w:t>
      </w:r>
      <w:r w:rsidRPr="00A55F6C">
        <w:t>3 pt</w:t>
      </w:r>
      <w:r>
        <w:t xml:space="preserve">, </w:t>
      </w:r>
      <w:r w:rsidRPr="00A55F6C">
        <w:t>Nach:</w:t>
      </w:r>
      <w:r>
        <w:t xml:space="preserve"> </w:t>
      </w:r>
      <w:r w:rsidRPr="00A55F6C">
        <w:t>3 pt</w:t>
      </w:r>
      <w:r w:rsidRPr="00A55F6C">
        <w:br/>
        <w:t>Nicht vom nächsten Absatz trennen</w:t>
      </w:r>
      <w:r w:rsidRPr="00A55F6C">
        <w:br/>
        <w:t>Keine Silbentrennung</w:t>
      </w:r>
      <w:r w:rsidRPr="00A55F6C">
        <w:br/>
        <w:t>Basierend auf: Standard;WA_Standard</w:t>
      </w:r>
    </w:p>
    <w:p w:rsidR="008861A4" w:rsidRDefault="008861A4" w:rsidP="008861A4">
      <w:pPr>
        <w:pStyle w:val="FormatvorlageName"/>
      </w:pPr>
      <w:r>
        <w:lastRenderedPageBreak/>
        <w:t xml:space="preserve">WA_Tabelle_Text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Schriftart: 10 pt</w:t>
      </w:r>
      <w:r w:rsidRPr="00A55F6C">
        <w:br/>
        <w:t>Einzug: Links:</w:t>
      </w:r>
      <w:r>
        <w:t xml:space="preserve"> </w:t>
      </w:r>
      <w:r w:rsidRPr="00A55F6C">
        <w:t>0,1 cm</w:t>
      </w:r>
      <w:r>
        <w:t xml:space="preserve">, </w:t>
      </w:r>
      <w:r w:rsidRPr="00A55F6C">
        <w:t>Rechts:</w:t>
      </w:r>
      <w:r>
        <w:t xml:space="preserve"> </w:t>
      </w:r>
      <w:r w:rsidRPr="00A55F6C">
        <w:t>0,1 cm</w:t>
      </w:r>
      <w:r w:rsidRPr="00A55F6C">
        <w:br/>
      </w:r>
      <w:r>
        <w:t xml:space="preserve">Ausrichtung: </w:t>
      </w:r>
      <w:r w:rsidRPr="00A55F6C">
        <w:t>Links</w:t>
      </w:r>
      <w:r w:rsidRPr="00A55F6C">
        <w:br/>
        <w:t>Zeilenabstand:</w:t>
      </w:r>
      <w:r>
        <w:t xml:space="preserve"> </w:t>
      </w:r>
      <w:r w:rsidRPr="00A55F6C">
        <w:t>Genau 12 pt</w:t>
      </w:r>
      <w:r w:rsidRPr="00A55F6C">
        <w:br/>
        <w:t>Abstand Vor:</w:t>
      </w:r>
      <w:r>
        <w:t xml:space="preserve"> </w:t>
      </w:r>
      <w:r w:rsidRPr="00A55F6C">
        <w:t>3 pt</w:t>
      </w:r>
      <w:r>
        <w:t xml:space="preserve">, </w:t>
      </w:r>
      <w:r w:rsidRPr="00A55F6C">
        <w:t>Nach:</w:t>
      </w:r>
      <w:r>
        <w:t xml:space="preserve"> </w:t>
      </w:r>
      <w:r w:rsidRPr="00A55F6C">
        <w:t>3 pt</w:t>
      </w:r>
      <w:r w:rsidRPr="00A55F6C">
        <w:br/>
        <w:t>Basierend auf: Standard;WA_Standard</w:t>
      </w:r>
    </w:p>
    <w:p w:rsidR="008861A4" w:rsidRDefault="008861A4" w:rsidP="008861A4">
      <w:pPr>
        <w:pStyle w:val="FormatvorlageName"/>
        <w:shd w:val="clear" w:color="auto" w:fill="D9D9D9" w:themeFill="background1" w:themeFillShade="D9"/>
      </w:pPr>
      <w:r>
        <w:t xml:space="preserve">WA_Liste_für_Überschriften </w:t>
      </w:r>
      <w:r>
        <w:rPr>
          <w:rStyle w:val="SchwacheHervorhebung"/>
        </w:rPr>
        <w:t>(Listen</w:t>
      </w:r>
      <w:r w:rsidRPr="00051847">
        <w:rPr>
          <w:rStyle w:val="SchwacheHervorhebung"/>
        </w:rPr>
        <w:t>formatvorlage)</w:t>
      </w:r>
    </w:p>
    <w:p w:rsidR="008861A4" w:rsidRPr="00A55F6C" w:rsidRDefault="008861A4" w:rsidP="008861A4">
      <w:pPr>
        <w:pStyle w:val="FormatvorlageDefinition"/>
        <w:shd w:val="clear" w:color="auto" w:fill="D9D9D9" w:themeFill="background1" w:themeFillShade="D9"/>
      </w:pPr>
      <w:r w:rsidRPr="00A55F6C">
        <w:t>Einzug: Links:</w:t>
      </w:r>
      <w:r>
        <w:t xml:space="preserve"> </w:t>
      </w:r>
      <w:r w:rsidRPr="00A55F6C">
        <w:t>0 cm</w:t>
      </w:r>
      <w:r>
        <w:t xml:space="preserve">, </w:t>
      </w:r>
      <w:r w:rsidRPr="00A55F6C">
        <w:t>Hängend:</w:t>
      </w:r>
      <w:r>
        <w:t xml:space="preserve"> </w:t>
      </w:r>
      <w:r w:rsidRPr="00A55F6C">
        <w:t>1,5 cm</w:t>
      </w:r>
      <w:r w:rsidRPr="00A55F6C">
        <w:br/>
      </w:r>
      <w:r>
        <w:t>Mit Gliederung + Ebene: 1</w:t>
      </w:r>
      <w:r>
        <w:br/>
      </w:r>
      <w:r w:rsidRPr="00A55F6C">
        <w:t>+ Nummerierungsformatvorlage: 1</w:t>
      </w:r>
      <w:r>
        <w:t xml:space="preserve">, </w:t>
      </w:r>
      <w:r w:rsidRPr="00A55F6C">
        <w:t>2</w:t>
      </w:r>
      <w:r>
        <w:t xml:space="preserve">, </w:t>
      </w:r>
      <w:r w:rsidRPr="00A55F6C">
        <w:t>3</w:t>
      </w:r>
      <w:r>
        <w:t>, …</w:t>
      </w:r>
      <w:r>
        <w:br/>
        <w:t>+ Beginnen bei: 1</w:t>
      </w:r>
      <w:r>
        <w:br/>
        <w:t>+ Ausrichtung: Links</w:t>
      </w:r>
      <w:r>
        <w:br/>
        <w:t>+ Ausgerichtet an: 0 cm</w:t>
      </w:r>
      <w:r>
        <w:br/>
      </w:r>
      <w:r w:rsidRPr="00A55F6C">
        <w:t>+ Einzug bei:</w:t>
      </w:r>
      <w:r>
        <w:t xml:space="preserve"> </w:t>
      </w:r>
      <w:r w:rsidRPr="00A55F6C">
        <w:t>1,5 cm</w:t>
      </w:r>
      <w:r w:rsidRPr="00A55F6C">
        <w:br/>
        <w:t>Basierend auf: Keine Liste</w:t>
      </w:r>
    </w:p>
    <w:p w:rsidR="008861A4" w:rsidRDefault="008861A4" w:rsidP="008861A4">
      <w:pPr>
        <w:pStyle w:val="FormatvorlageName"/>
        <w:shd w:val="clear" w:color="auto" w:fill="D9D9D9" w:themeFill="background1" w:themeFillShade="D9"/>
      </w:pPr>
      <w:r>
        <w:t xml:space="preserve">Überschrift1;WA_Überschrift 1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 +Überschriften</w:t>
      </w:r>
      <w:r>
        <w:t xml:space="preserve">, </w:t>
      </w:r>
      <w:r w:rsidRPr="00A55F6C">
        <w:t>16 pt</w:t>
      </w:r>
      <w:r>
        <w:t xml:space="preserve">, </w:t>
      </w:r>
      <w:r w:rsidRPr="00A55F6C">
        <w:t>Fett</w:t>
      </w:r>
      <w:r>
        <w:t xml:space="preserve">, </w:t>
      </w:r>
      <w:r w:rsidRPr="00A55F6C">
        <w:t>Unterschneidung ab 10 pt</w:t>
      </w:r>
      <w:r w:rsidRPr="00A55F6C">
        <w:br/>
        <w:t>Einzug: Links:</w:t>
      </w:r>
      <w:r>
        <w:t xml:space="preserve"> </w:t>
      </w:r>
      <w:r w:rsidRPr="00A55F6C">
        <w:t>0 cm</w:t>
      </w:r>
      <w:r>
        <w:t xml:space="preserve">, </w:t>
      </w:r>
      <w:r w:rsidRPr="00A55F6C">
        <w:t>Hängend:</w:t>
      </w:r>
      <w:r>
        <w:t xml:space="preserve"> </w:t>
      </w:r>
      <w:r w:rsidRPr="00A55F6C">
        <w:t>1,5 cm</w:t>
      </w:r>
      <w:r w:rsidRPr="00A55F6C">
        <w:br/>
      </w:r>
      <w:r>
        <w:t xml:space="preserve">Ausrichtung: </w:t>
      </w:r>
      <w:r w:rsidRPr="00A55F6C">
        <w:t>Links</w:t>
      </w:r>
      <w:r w:rsidRPr="00A55F6C">
        <w:br/>
        <w:t>Zeilenabstand:</w:t>
      </w:r>
      <w:r>
        <w:t xml:space="preserve"> </w:t>
      </w:r>
      <w:r w:rsidRPr="00A55F6C">
        <w:t>Genau 16 pt</w:t>
      </w:r>
      <w:r w:rsidRPr="00A55F6C">
        <w:br/>
        <w:t>Abstand Nach:</w:t>
      </w:r>
      <w:r>
        <w:t xml:space="preserve"> </w:t>
      </w:r>
      <w:r w:rsidRPr="00A55F6C">
        <w:t>16 pt</w:t>
      </w:r>
      <w:r w:rsidRPr="00A55F6C">
        <w:br/>
        <w:t>Seitenumbruch oberhalb</w:t>
      </w:r>
      <w:r w:rsidRPr="00A55F6C">
        <w:br/>
        <w:t>Keine Silbentrennung</w:t>
      </w:r>
      <w:r w:rsidRPr="00A55F6C">
        <w:br/>
        <w:t>Ebene 1</w:t>
      </w:r>
      <w:r w:rsidRPr="00A55F6C">
        <w:br/>
      </w:r>
      <w:r>
        <w:t>Mit Gliederung + Ebene: 1</w:t>
      </w:r>
      <w:r>
        <w:br/>
      </w:r>
      <w:r w:rsidRPr="00A55F6C">
        <w:t>+ Nummerierungsformatvorlage: 1</w:t>
      </w:r>
      <w:r>
        <w:t xml:space="preserve">, </w:t>
      </w:r>
      <w:r w:rsidRPr="00A55F6C">
        <w:t>2</w:t>
      </w:r>
      <w:r>
        <w:t xml:space="preserve">, </w:t>
      </w:r>
      <w:r w:rsidRPr="00A55F6C">
        <w:t>3</w:t>
      </w:r>
      <w:r>
        <w:t>, …</w:t>
      </w:r>
      <w:r>
        <w:br/>
        <w:t xml:space="preserve">+ Beginnen bei: 1, + Ausrichtung: Links, </w:t>
      </w:r>
      <w:r w:rsidRPr="00A55F6C">
        <w:t>+ Ausgerichtet an:</w:t>
      </w:r>
      <w:r>
        <w:t xml:space="preserve"> </w:t>
      </w:r>
      <w:r w:rsidRPr="00A55F6C">
        <w:t>0 cm</w:t>
      </w:r>
      <w:r>
        <w:br/>
        <w:t>+</w:t>
      </w:r>
      <w:r w:rsidRPr="00A55F6C">
        <w:t xml:space="preserve"> Einzug bei:</w:t>
      </w:r>
      <w:r>
        <w:t xml:space="preserve"> </w:t>
      </w:r>
      <w:r w:rsidRPr="00A55F6C">
        <w:t>1,5 cm</w:t>
      </w:r>
      <w:r w:rsidRPr="00A55F6C">
        <w:br/>
        <w:t>Nächste Formatvorlage: Standard;WA_Standard</w:t>
      </w:r>
    </w:p>
    <w:p w:rsidR="008861A4" w:rsidRDefault="008861A4" w:rsidP="008861A4">
      <w:pPr>
        <w:pStyle w:val="FormatvorlageName"/>
        <w:shd w:val="clear" w:color="auto" w:fill="D9D9D9" w:themeFill="background1" w:themeFillShade="D9"/>
      </w:pPr>
      <w:r>
        <w:t xml:space="preserve">Überschrift 2;WA_Überschrift 2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w:t>
      </w:r>
      <w:r>
        <w:t>, +</w:t>
      </w:r>
      <w:r w:rsidRPr="00A55F6C">
        <w:t>Überschriften</w:t>
      </w:r>
      <w:r>
        <w:t xml:space="preserve">, </w:t>
      </w:r>
      <w:r w:rsidRPr="00A55F6C">
        <w:t>13 pt</w:t>
      </w:r>
      <w:r>
        <w:t xml:space="preserve">, </w:t>
      </w:r>
      <w:r w:rsidRPr="00A55F6C">
        <w:t>Fett</w:t>
      </w:r>
      <w:r>
        <w:t xml:space="preserve">, </w:t>
      </w:r>
      <w:r w:rsidRPr="00A55F6C">
        <w:t>Unterschneidung ab 10 pt</w:t>
      </w:r>
      <w:r w:rsidRPr="00A55F6C">
        <w:br/>
        <w:t>Einzug: Links:</w:t>
      </w:r>
      <w:r>
        <w:t xml:space="preserve"> </w:t>
      </w:r>
      <w:r w:rsidRPr="00A55F6C">
        <w:t>0 cm</w:t>
      </w:r>
      <w:r>
        <w:t xml:space="preserve">, </w:t>
      </w:r>
      <w:r w:rsidRPr="00A55F6C">
        <w:t>Hängend:</w:t>
      </w:r>
      <w:r>
        <w:t xml:space="preserve"> </w:t>
      </w:r>
      <w:r w:rsidRPr="00A55F6C">
        <w:t>1,5 cm</w:t>
      </w:r>
      <w:r w:rsidRPr="00A55F6C">
        <w:br/>
      </w:r>
      <w:r>
        <w:t xml:space="preserve">Ausrichtung: </w:t>
      </w:r>
      <w:r w:rsidRPr="00A55F6C">
        <w:t>Links</w:t>
      </w:r>
      <w:r w:rsidRPr="00A55F6C">
        <w:br/>
        <w:t>Zeilenabstand:</w:t>
      </w:r>
      <w:r>
        <w:t xml:space="preserve"> </w:t>
      </w:r>
      <w:r w:rsidRPr="00A55F6C">
        <w:t>Genau 15 pt</w:t>
      </w:r>
      <w:r w:rsidRPr="00A55F6C">
        <w:br/>
        <w:t>Abstand Vor:</w:t>
      </w:r>
      <w:r>
        <w:t xml:space="preserve"> </w:t>
      </w:r>
      <w:r w:rsidRPr="00A55F6C">
        <w:t>30 pt</w:t>
      </w:r>
      <w:r>
        <w:t xml:space="preserve">, </w:t>
      </w:r>
      <w:r w:rsidRPr="00A55F6C">
        <w:t>Nach:</w:t>
      </w:r>
      <w:r>
        <w:t xml:space="preserve"> </w:t>
      </w:r>
      <w:r w:rsidRPr="00A55F6C">
        <w:t>7,5 pt</w:t>
      </w:r>
      <w:r w:rsidRPr="00A55F6C">
        <w:br/>
        <w:t>Absatzkontrolle</w:t>
      </w:r>
      <w:r w:rsidRPr="00A55F6C">
        <w:br/>
        <w:t>Nicht vom nächsten Absatz trennen</w:t>
      </w:r>
      <w:r w:rsidRPr="00A55F6C">
        <w:br/>
        <w:t>Diesen Absatz zusammenhalten</w:t>
      </w:r>
      <w:r w:rsidRPr="00A55F6C">
        <w:br/>
      </w:r>
      <w:r>
        <w:t>Keine Silbentrennung</w:t>
      </w:r>
      <w:r w:rsidRPr="00A55F6C">
        <w:br/>
        <w:t>Ebene 2</w:t>
      </w:r>
      <w:r w:rsidRPr="00A55F6C">
        <w:br/>
        <w:t>Mit Gliederung</w:t>
      </w:r>
      <w:r>
        <w:t xml:space="preserve"> +</w:t>
      </w:r>
      <w:r w:rsidRPr="00A55F6C">
        <w:t xml:space="preserve"> Ebene: 2</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t>+</w:t>
      </w:r>
      <w:r w:rsidRPr="00A55F6C">
        <w:t xml:space="preserve"> Einzug bei:</w:t>
      </w:r>
      <w:r>
        <w:t xml:space="preserve"> </w:t>
      </w:r>
      <w:r w:rsidRPr="00A55F6C">
        <w:t>1,5 cm</w:t>
      </w:r>
      <w:r w:rsidRPr="00A55F6C">
        <w:br/>
        <w:t>Nächste Formatvorlage: Standard;WA_Standard</w:t>
      </w:r>
    </w:p>
    <w:p w:rsidR="008861A4" w:rsidRDefault="008861A4" w:rsidP="008861A4">
      <w:pPr>
        <w:pStyle w:val="FormatvorlageName"/>
        <w:shd w:val="clear" w:color="auto" w:fill="D9D9D9" w:themeFill="background1" w:themeFillShade="D9"/>
      </w:pPr>
      <w:r>
        <w:lastRenderedPageBreak/>
        <w:t xml:space="preserve">Überschrift 3;WA_Überschrift 3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w:t>
      </w:r>
      <w:r>
        <w:t xml:space="preserve"> +</w:t>
      </w:r>
      <w:r w:rsidRPr="00A55F6C">
        <w:t>Überschriften</w:t>
      </w:r>
      <w:r>
        <w:t xml:space="preserve">, </w:t>
      </w:r>
      <w:r w:rsidRPr="00A55F6C">
        <w:t>Fett</w:t>
      </w:r>
      <w:r>
        <w:t xml:space="preserve">, </w:t>
      </w:r>
      <w:r w:rsidRPr="00A55F6C">
        <w:t>Unterschneidung ab 10 pt</w:t>
      </w:r>
      <w:r w:rsidRPr="00A55F6C">
        <w:br/>
        <w:t>Einzug: Links:</w:t>
      </w:r>
      <w:r>
        <w:t xml:space="preserve"> </w:t>
      </w:r>
      <w:r w:rsidRPr="00A55F6C">
        <w:t>0 cm</w:t>
      </w:r>
      <w:r>
        <w:t xml:space="preserve">, </w:t>
      </w:r>
      <w:r w:rsidRPr="00A55F6C">
        <w:t>Hängend:</w:t>
      </w:r>
      <w:r>
        <w:t xml:space="preserve"> </w:t>
      </w:r>
      <w:r w:rsidRPr="00A55F6C">
        <w:t>1,5 cm</w:t>
      </w:r>
      <w:r>
        <w:t xml:space="preserve">, Ausrichtung: </w:t>
      </w:r>
      <w:r w:rsidRPr="00A55F6C">
        <w:t>Links</w:t>
      </w:r>
      <w:r w:rsidRPr="00A55F6C">
        <w:br/>
        <w:t>Zeilenabstand:</w:t>
      </w:r>
      <w:r>
        <w:t xml:space="preserve"> </w:t>
      </w:r>
      <w:r w:rsidRPr="00A55F6C">
        <w:t>Genau 15 pt</w:t>
      </w:r>
      <w:r w:rsidRPr="00A55F6C">
        <w:br/>
        <w:t>Abstand Vor:</w:t>
      </w:r>
      <w:r>
        <w:t xml:space="preserve"> </w:t>
      </w:r>
      <w:r w:rsidRPr="00A55F6C">
        <w:t>22,5 pt</w:t>
      </w:r>
      <w:r>
        <w:t xml:space="preserve">, </w:t>
      </w:r>
      <w:r w:rsidRPr="00A55F6C">
        <w:t>Nach:</w:t>
      </w:r>
      <w:r>
        <w:t xml:space="preserve"> </w:t>
      </w:r>
      <w:r w:rsidRPr="00A55F6C">
        <w:t>7,5 pt</w:t>
      </w:r>
      <w:r w:rsidRPr="00A55F6C">
        <w:br/>
        <w:t>Absatzkontrolle</w:t>
      </w:r>
      <w:r w:rsidRPr="00A55F6C">
        <w:br/>
        <w:t>Nicht vom nächsten Absatz trennen</w:t>
      </w:r>
      <w:r w:rsidRPr="00A55F6C">
        <w:br/>
        <w:t>Diesen Absatz zusammenhalten</w:t>
      </w:r>
      <w:r w:rsidRPr="00A55F6C">
        <w:br/>
        <w:t>Keine Silbentrennung</w:t>
      </w:r>
      <w:r w:rsidRPr="00A55F6C">
        <w:br/>
        <w:t>Ebene 3</w:t>
      </w:r>
      <w:r w:rsidRPr="00A55F6C">
        <w:br/>
        <w:t>Mit Gliederung</w:t>
      </w:r>
      <w:r>
        <w:t xml:space="preserve"> +</w:t>
      </w:r>
      <w:r w:rsidRPr="00A55F6C">
        <w:t xml:space="preserve"> Ebene: 3</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t>+</w:t>
      </w:r>
      <w:r w:rsidRPr="00A55F6C">
        <w:t xml:space="preserve"> Einzug bei:</w:t>
      </w:r>
      <w:r>
        <w:t xml:space="preserve"> </w:t>
      </w:r>
      <w:r w:rsidRPr="00A55F6C">
        <w:t>1,5 cm</w:t>
      </w:r>
      <w:r w:rsidRPr="00A55F6C">
        <w:br/>
        <w:t>Nächste Formatvorlage: Standard;WA_Standard</w:t>
      </w:r>
    </w:p>
    <w:p w:rsidR="008861A4" w:rsidRDefault="008861A4" w:rsidP="008861A4">
      <w:pPr>
        <w:pStyle w:val="FormatvorlageName"/>
        <w:shd w:val="clear" w:color="auto" w:fill="D9D9D9" w:themeFill="background1" w:themeFillShade="D9"/>
      </w:pPr>
      <w:r>
        <w:t xml:space="preserve">Überschrift 4;WA_Überschrift 4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w:t>
      </w:r>
      <w:r>
        <w:t xml:space="preserve"> +</w:t>
      </w:r>
      <w:r w:rsidRPr="00A55F6C">
        <w:t>Überschriften</w:t>
      </w:r>
      <w:r>
        <w:t xml:space="preserve">, </w:t>
      </w:r>
      <w:r w:rsidRPr="00A55F6C">
        <w:t>Fett</w:t>
      </w:r>
      <w:r>
        <w:t xml:space="preserve">, </w:t>
      </w:r>
      <w:r w:rsidRPr="00A55F6C">
        <w:t>Unterschneidung ab 10 pt</w:t>
      </w:r>
      <w:r w:rsidRPr="00A55F6C">
        <w:br/>
        <w:t>Einzug: Links:</w:t>
      </w:r>
      <w:r>
        <w:t xml:space="preserve"> </w:t>
      </w:r>
      <w:r w:rsidRPr="00A55F6C">
        <w:t>0 cm</w:t>
      </w:r>
      <w:r>
        <w:t xml:space="preserve">, </w:t>
      </w:r>
      <w:r w:rsidRPr="00A55F6C">
        <w:t>Hängend:</w:t>
      </w:r>
      <w:r>
        <w:t xml:space="preserve"> </w:t>
      </w:r>
      <w:r w:rsidRPr="00A55F6C">
        <w:t>1,5 cm</w:t>
      </w:r>
      <w:r w:rsidRPr="00A55F6C">
        <w:br/>
      </w:r>
      <w:r>
        <w:t xml:space="preserve">Ausrichtung: </w:t>
      </w:r>
      <w:r w:rsidRPr="00A55F6C">
        <w:t>Links</w:t>
      </w:r>
      <w:r w:rsidRPr="00A55F6C">
        <w:br/>
        <w:t>Zeilenabstand:</w:t>
      </w:r>
      <w:r>
        <w:t xml:space="preserve"> </w:t>
      </w:r>
      <w:r w:rsidRPr="00A55F6C">
        <w:t>Genau 15 pt</w:t>
      </w:r>
      <w:r w:rsidRPr="00A55F6C">
        <w:br/>
        <w:t>Abstand Vor:</w:t>
      </w:r>
      <w:r>
        <w:t xml:space="preserve"> </w:t>
      </w:r>
      <w:r w:rsidRPr="00A55F6C">
        <w:t>15 pt</w:t>
      </w:r>
      <w:r>
        <w:t xml:space="preserve">, </w:t>
      </w:r>
      <w:r w:rsidRPr="00A55F6C">
        <w:t>Nach:</w:t>
      </w:r>
      <w:r>
        <w:t xml:space="preserve"> </w:t>
      </w:r>
      <w:r w:rsidRPr="00A55F6C">
        <w:t>7,5 pt</w:t>
      </w:r>
      <w:r w:rsidRPr="00A55F6C">
        <w:br/>
        <w:t>Keinen Abstand zwischen Absätzen gleicher Formatierung einfügen</w:t>
      </w:r>
      <w:r w:rsidRPr="00A55F6C">
        <w:br/>
        <w:t>Absatzkontrolle</w:t>
      </w:r>
      <w:r w:rsidRPr="00A55F6C">
        <w:br/>
        <w:t>Nicht vom nächsten Absatz trennen</w:t>
      </w:r>
      <w:r w:rsidRPr="00A55F6C">
        <w:br/>
        <w:t>Diesen Absatz zusammenhalten</w:t>
      </w:r>
      <w:r w:rsidRPr="00A55F6C">
        <w:br/>
        <w:t>Keine Silbentrennung</w:t>
      </w:r>
      <w:r w:rsidRPr="00A55F6C">
        <w:br/>
        <w:t>Ebene 4</w:t>
      </w:r>
      <w:r w:rsidRPr="00A55F6C">
        <w:br/>
        <w:t>Mit Gliederung</w:t>
      </w:r>
      <w:r>
        <w:t xml:space="preserve"> +</w:t>
      </w:r>
      <w:r w:rsidRPr="00A55F6C">
        <w:t xml:space="preserve"> Ebene: 4</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t>+</w:t>
      </w:r>
      <w:r w:rsidRPr="00A55F6C">
        <w:t xml:space="preserve"> Einzug bei:</w:t>
      </w:r>
      <w:r>
        <w:t xml:space="preserve"> </w:t>
      </w:r>
      <w:r w:rsidRPr="00A55F6C">
        <w:t>1,5 cm</w:t>
      </w:r>
      <w:r w:rsidRPr="00A55F6C">
        <w:br/>
        <w:t>Nächste Formatvorlage: Standard;WA_Standard</w:t>
      </w:r>
    </w:p>
    <w:p w:rsidR="008861A4" w:rsidRDefault="008861A4" w:rsidP="008861A4">
      <w:pPr>
        <w:pStyle w:val="FormatvorlageName"/>
        <w:shd w:val="clear" w:color="auto" w:fill="D9D9D9" w:themeFill="background1" w:themeFillShade="D9"/>
      </w:pPr>
      <w:r>
        <w:t xml:space="preserve">Überschrift 5;WA_Überschrift 5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w:t>
      </w:r>
      <w:r>
        <w:t xml:space="preserve"> +</w:t>
      </w:r>
      <w:r w:rsidRPr="00A55F6C">
        <w:t>Überschriften</w:t>
      </w:r>
      <w:r>
        <w:t xml:space="preserve">, </w:t>
      </w:r>
      <w:r w:rsidRPr="00A55F6C">
        <w:t>12 pt</w:t>
      </w:r>
      <w:r>
        <w:t xml:space="preserve">, </w:t>
      </w:r>
      <w:r w:rsidRPr="00A55F6C">
        <w:t>Fett</w:t>
      </w:r>
      <w:r>
        <w:t xml:space="preserve">, </w:t>
      </w:r>
      <w:r w:rsidRPr="00A55F6C">
        <w:t>Unterschneidung ab 12 pt</w:t>
      </w:r>
      <w:r w:rsidRPr="00A55F6C">
        <w:br/>
        <w:t>Einzug: Links:</w:t>
      </w:r>
      <w:r>
        <w:t xml:space="preserve"> </w:t>
      </w:r>
      <w:r w:rsidRPr="00A55F6C">
        <w:t>0 cm</w:t>
      </w:r>
      <w:r>
        <w:t xml:space="preserve">, </w:t>
      </w:r>
      <w:r w:rsidRPr="00A55F6C">
        <w:t>Hängend:</w:t>
      </w:r>
      <w:r>
        <w:t xml:space="preserve"> </w:t>
      </w:r>
      <w:r w:rsidRPr="00A55F6C">
        <w:t>2 cm</w:t>
      </w:r>
      <w:r w:rsidRPr="00A55F6C">
        <w:br/>
      </w:r>
      <w:r>
        <w:t xml:space="preserve">Ausrichtung: </w:t>
      </w:r>
      <w:r w:rsidRPr="00A55F6C">
        <w:t>Links</w:t>
      </w:r>
      <w:r w:rsidRPr="00A55F6C">
        <w:br/>
        <w:t>Zeilenabstand:</w:t>
      </w:r>
      <w:r>
        <w:t xml:space="preserve"> </w:t>
      </w:r>
      <w:r w:rsidRPr="00A55F6C">
        <w:t>Genau 14 pt</w:t>
      </w:r>
      <w:r w:rsidRPr="00A55F6C">
        <w:br/>
        <w:t>Abstand Vor:</w:t>
      </w:r>
      <w:r>
        <w:t xml:space="preserve"> </w:t>
      </w:r>
      <w:r w:rsidRPr="00A55F6C">
        <w:t>14 pt</w:t>
      </w:r>
      <w:r>
        <w:t xml:space="preserve">, </w:t>
      </w:r>
      <w:r w:rsidRPr="00A55F6C">
        <w:t>Nach:</w:t>
      </w:r>
      <w:r>
        <w:t xml:space="preserve"> </w:t>
      </w:r>
      <w:r w:rsidRPr="00A55F6C">
        <w:t>7 pt</w:t>
      </w:r>
      <w:r w:rsidRPr="00A55F6C">
        <w:br/>
        <w:t>Keinen Abstand zwischen Absätzen gleicher Formatierung einfügen</w:t>
      </w:r>
      <w:r w:rsidRPr="00A55F6C">
        <w:br/>
        <w:t>Absatzkontrolle</w:t>
      </w:r>
      <w:r w:rsidRPr="00A55F6C">
        <w:br/>
        <w:t>Nicht vom nächsten Absatz trennen</w:t>
      </w:r>
      <w:r w:rsidRPr="00A55F6C">
        <w:br/>
        <w:t>Diesen Absatz zusammenhalten</w:t>
      </w:r>
      <w:r w:rsidRPr="00A55F6C">
        <w:br/>
        <w:t>Keine Silbentrennung</w:t>
      </w:r>
      <w:r w:rsidRPr="00A55F6C">
        <w:br/>
        <w:t>Ebene 5</w:t>
      </w:r>
      <w:r w:rsidRPr="00A55F6C">
        <w:br/>
        <w:t>Mit Gliederung</w:t>
      </w:r>
      <w:r>
        <w:t xml:space="preserve"> +</w:t>
      </w:r>
      <w:r w:rsidRPr="00A55F6C">
        <w:t xml:space="preserve"> Ebene: 5</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r>
      <w:r>
        <w:lastRenderedPageBreak/>
        <w:t>+</w:t>
      </w:r>
      <w:r w:rsidRPr="00A55F6C">
        <w:t xml:space="preserve"> Einzug bei:</w:t>
      </w:r>
      <w:r>
        <w:t xml:space="preserve"> </w:t>
      </w:r>
      <w:r w:rsidRPr="00A55F6C">
        <w:t>2 cm</w:t>
      </w:r>
      <w:r w:rsidRPr="00A55F6C">
        <w:br/>
        <w:t>Nächste Formatvorlage: Standard;WA_Standard</w:t>
      </w:r>
    </w:p>
    <w:p w:rsidR="008861A4" w:rsidRDefault="008861A4" w:rsidP="008861A4">
      <w:pPr>
        <w:pStyle w:val="FormatvorlageName"/>
        <w:shd w:val="clear" w:color="auto" w:fill="D9D9D9" w:themeFill="background1" w:themeFillShade="D9"/>
      </w:pPr>
      <w:r>
        <w:t xml:space="preserve">Überschrift 6;WA_Überschrift 6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w:t>
      </w:r>
      <w:r>
        <w:t xml:space="preserve"> +</w:t>
      </w:r>
      <w:r w:rsidRPr="00A55F6C">
        <w:t>Überschriften</w:t>
      </w:r>
      <w:r>
        <w:t xml:space="preserve">, </w:t>
      </w:r>
      <w:r w:rsidRPr="00A55F6C">
        <w:t>12 pt</w:t>
      </w:r>
      <w:r>
        <w:t xml:space="preserve">, </w:t>
      </w:r>
      <w:r w:rsidRPr="00A55F6C">
        <w:t>Fett</w:t>
      </w:r>
      <w:r>
        <w:t xml:space="preserve">, </w:t>
      </w:r>
      <w:r w:rsidRPr="00A55F6C">
        <w:t>Unterschneidung ab 12 pt</w:t>
      </w:r>
      <w:r w:rsidRPr="00A55F6C">
        <w:br/>
        <w:t>Einzug: Links:</w:t>
      </w:r>
      <w:r>
        <w:t xml:space="preserve"> </w:t>
      </w:r>
      <w:r w:rsidRPr="00A55F6C">
        <w:t>0 cm</w:t>
      </w:r>
      <w:r>
        <w:t xml:space="preserve">, </w:t>
      </w:r>
      <w:r w:rsidRPr="00A55F6C">
        <w:t>Hängend:</w:t>
      </w:r>
      <w:r>
        <w:t xml:space="preserve"> </w:t>
      </w:r>
      <w:r w:rsidRPr="00A55F6C">
        <w:t>2,5 cm</w:t>
      </w:r>
      <w:r w:rsidRPr="00A55F6C">
        <w:br/>
      </w:r>
      <w:r>
        <w:t xml:space="preserve">Ausrichtung: </w:t>
      </w:r>
      <w:r w:rsidRPr="00A55F6C">
        <w:t>Links</w:t>
      </w:r>
      <w:r w:rsidRPr="00A55F6C">
        <w:br/>
        <w:t>Zeilenabstand:</w:t>
      </w:r>
      <w:r>
        <w:t xml:space="preserve"> </w:t>
      </w:r>
      <w:r w:rsidRPr="00A55F6C">
        <w:t>Genau 14 pt</w:t>
      </w:r>
      <w:r w:rsidRPr="00A55F6C">
        <w:br/>
        <w:t>Abstand Vor:</w:t>
      </w:r>
      <w:r>
        <w:t xml:space="preserve"> </w:t>
      </w:r>
      <w:r w:rsidRPr="00A55F6C">
        <w:t>14 pt</w:t>
      </w:r>
      <w:r>
        <w:t xml:space="preserve">, </w:t>
      </w:r>
      <w:r w:rsidRPr="00A55F6C">
        <w:t>Nach:</w:t>
      </w:r>
      <w:r>
        <w:t xml:space="preserve"> </w:t>
      </w:r>
      <w:r w:rsidRPr="00A55F6C">
        <w:t>7 pt</w:t>
      </w:r>
      <w:r w:rsidRPr="00A55F6C">
        <w:br/>
        <w:t>Keinen Abstand zwischen Absätzen gleicher Formatierung einfügen</w:t>
      </w:r>
      <w:r w:rsidRPr="00A55F6C">
        <w:br/>
        <w:t>Absatzkontrolle</w:t>
      </w:r>
      <w:r w:rsidRPr="00A55F6C">
        <w:br/>
        <w:t>Nicht vom nächsten Absatz trennen</w:t>
      </w:r>
      <w:r w:rsidRPr="00A55F6C">
        <w:br/>
        <w:t>Diesen Absatz zusammenhalten</w:t>
      </w:r>
      <w:r w:rsidRPr="00A55F6C">
        <w:br/>
        <w:t>Keine Silbentrennung</w:t>
      </w:r>
      <w:r w:rsidRPr="00A55F6C">
        <w:br/>
        <w:t>Ebene 6</w:t>
      </w:r>
      <w:r w:rsidRPr="00A55F6C">
        <w:br/>
        <w:t>Mit Gliederung</w:t>
      </w:r>
      <w:r>
        <w:t xml:space="preserve"> +</w:t>
      </w:r>
      <w:r w:rsidRPr="00A55F6C">
        <w:t xml:space="preserve"> Ebene: 6</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t>+</w:t>
      </w:r>
      <w:r w:rsidRPr="00A55F6C">
        <w:t xml:space="preserve"> Einzug bei:</w:t>
      </w:r>
      <w:r>
        <w:t xml:space="preserve"> </w:t>
      </w:r>
      <w:r w:rsidRPr="00A55F6C">
        <w:t>2,5 cm</w:t>
      </w:r>
      <w:r w:rsidRPr="00A55F6C">
        <w:br/>
        <w:t>Nächste Formatvorlage: Standard;WA_Standard</w:t>
      </w:r>
    </w:p>
    <w:p w:rsidR="008861A4" w:rsidRDefault="008861A4" w:rsidP="008861A4">
      <w:pPr>
        <w:pStyle w:val="FormatvorlageName"/>
        <w:shd w:val="clear" w:color="auto" w:fill="D9D9D9" w:themeFill="background1" w:themeFillShade="D9"/>
      </w:pPr>
      <w:r>
        <w:t xml:space="preserve">Überschrift 7;WA_Überschrift 7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 xml:space="preserve"> Formatvorlage des nächsten Absatzes: Standard;WA_Standard</w:t>
      </w:r>
      <w:r>
        <w:br/>
      </w:r>
      <w:r w:rsidRPr="00A55F6C">
        <w:t xml:space="preserve">Schriftart: (Standard) </w:t>
      </w:r>
      <w:r>
        <w:t>+</w:t>
      </w:r>
      <w:r w:rsidRPr="00A55F6C">
        <w:t>Überschriften</w:t>
      </w:r>
      <w:r>
        <w:t xml:space="preserve">, </w:t>
      </w:r>
      <w:r w:rsidRPr="00A55F6C">
        <w:t>12 pt</w:t>
      </w:r>
      <w:r>
        <w:t xml:space="preserve">, </w:t>
      </w:r>
      <w:r w:rsidRPr="00A55F6C">
        <w:t>Fet</w:t>
      </w:r>
      <w:r>
        <w:t xml:space="preserve">t, </w:t>
      </w:r>
      <w:r w:rsidRPr="00A55F6C">
        <w:t>Unterschneidung ab 12 pt</w:t>
      </w:r>
      <w:r w:rsidRPr="00A55F6C">
        <w:br/>
        <w:t>Einzug: Links:</w:t>
      </w:r>
      <w:r>
        <w:t xml:space="preserve"> </w:t>
      </w:r>
      <w:r w:rsidRPr="00A55F6C">
        <w:t>0 cm</w:t>
      </w:r>
      <w:r>
        <w:t xml:space="preserve">, </w:t>
      </w:r>
      <w:r w:rsidRPr="00A55F6C">
        <w:t>Hängend:</w:t>
      </w:r>
      <w:r>
        <w:t xml:space="preserve"> </w:t>
      </w:r>
      <w:r w:rsidRPr="00A55F6C">
        <w:t>3 cm</w:t>
      </w:r>
      <w:r w:rsidRPr="00A55F6C">
        <w:br/>
      </w:r>
      <w:r>
        <w:t xml:space="preserve">Ausrichtung: </w:t>
      </w:r>
      <w:r w:rsidRPr="00A55F6C">
        <w:t>Links</w:t>
      </w:r>
      <w:r w:rsidRPr="00A55F6C">
        <w:br/>
        <w:t>Zeilenabstand:</w:t>
      </w:r>
      <w:r>
        <w:t xml:space="preserve"> </w:t>
      </w:r>
      <w:r w:rsidRPr="00A55F6C">
        <w:t>Genau 14 pt</w:t>
      </w:r>
      <w:r w:rsidRPr="00A55F6C">
        <w:br/>
        <w:t>Abstand Vor:</w:t>
      </w:r>
      <w:r>
        <w:t xml:space="preserve"> </w:t>
      </w:r>
      <w:r w:rsidRPr="00A55F6C">
        <w:t>14 pt</w:t>
      </w:r>
      <w:r>
        <w:t xml:space="preserve">, </w:t>
      </w:r>
      <w:r w:rsidRPr="00A55F6C">
        <w:t>Nach:</w:t>
      </w:r>
      <w:r>
        <w:t xml:space="preserve"> </w:t>
      </w:r>
      <w:r w:rsidRPr="00A55F6C">
        <w:t>7 pt</w:t>
      </w:r>
      <w:r w:rsidRPr="00A55F6C">
        <w:br/>
        <w:t>Keinen Abstand zwischen Absätzen gleicher Formatierung einfügen</w:t>
      </w:r>
      <w:r w:rsidRPr="00A55F6C">
        <w:br/>
        <w:t>Absatzkontrolle</w:t>
      </w:r>
      <w:r w:rsidRPr="00A55F6C">
        <w:br/>
        <w:t>Nicht vom nächsten Absatz trennen</w:t>
      </w:r>
      <w:r w:rsidRPr="00A55F6C">
        <w:br/>
        <w:t>Diesen Absatz zusammenhalten</w:t>
      </w:r>
      <w:r w:rsidRPr="00A55F6C">
        <w:br/>
        <w:t>Keine Silbentrennung</w:t>
      </w:r>
      <w:r w:rsidRPr="00A55F6C">
        <w:br/>
        <w:t>Ebene 7</w:t>
      </w:r>
      <w:r w:rsidRPr="00A55F6C">
        <w:br/>
        <w:t>Mit Gliederung</w:t>
      </w:r>
      <w:r>
        <w:t xml:space="preserve"> +</w:t>
      </w:r>
      <w:r w:rsidRPr="00A55F6C">
        <w:t xml:space="preserve"> Ebene: 7</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t>+</w:t>
      </w:r>
      <w:r w:rsidRPr="00A55F6C">
        <w:t xml:space="preserve"> Einzug bei:</w:t>
      </w:r>
      <w:r>
        <w:t xml:space="preserve"> </w:t>
      </w:r>
      <w:r w:rsidRPr="00A55F6C">
        <w:t>3 cm</w:t>
      </w:r>
      <w:r w:rsidRPr="00A55F6C">
        <w:br/>
        <w:t>Nächste Formatvorlage: Standard;WA_Standard</w:t>
      </w:r>
    </w:p>
    <w:p w:rsidR="008861A4" w:rsidRDefault="008861A4" w:rsidP="008861A4">
      <w:pPr>
        <w:pStyle w:val="FormatvorlageName"/>
        <w:shd w:val="clear" w:color="auto" w:fill="D9D9D9" w:themeFill="background1" w:themeFillShade="D9"/>
      </w:pPr>
      <w:r>
        <w:t xml:space="preserve">Überschrift 8;WA_Überschrift 8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w:t>
      </w:r>
      <w:r>
        <w:t xml:space="preserve"> +</w:t>
      </w:r>
      <w:r w:rsidRPr="00A55F6C">
        <w:t>Überschriften</w:t>
      </w:r>
      <w:r>
        <w:t xml:space="preserve">, </w:t>
      </w:r>
      <w:r w:rsidRPr="00A55F6C">
        <w:t>12 pt</w:t>
      </w:r>
      <w:r>
        <w:t xml:space="preserve">, </w:t>
      </w:r>
      <w:r w:rsidRPr="00A55F6C">
        <w:t>Fett</w:t>
      </w:r>
      <w:r>
        <w:t xml:space="preserve">, </w:t>
      </w:r>
      <w:r w:rsidRPr="00A55F6C">
        <w:t>Unterschneidung ab 12 pt</w:t>
      </w:r>
      <w:r w:rsidRPr="00A55F6C">
        <w:br/>
        <w:t>Einzug: Links:</w:t>
      </w:r>
      <w:r>
        <w:t xml:space="preserve"> </w:t>
      </w:r>
      <w:r w:rsidRPr="00A55F6C">
        <w:t>0 cm</w:t>
      </w:r>
      <w:r>
        <w:t xml:space="preserve">, </w:t>
      </w:r>
      <w:r w:rsidRPr="00A55F6C">
        <w:t>Hängend:</w:t>
      </w:r>
      <w:r>
        <w:t xml:space="preserve"> </w:t>
      </w:r>
      <w:r w:rsidRPr="00A55F6C">
        <w:t>3 cm</w:t>
      </w:r>
      <w:r w:rsidRPr="00A55F6C">
        <w:br/>
      </w:r>
      <w:r>
        <w:t xml:space="preserve">Ausrichtung: </w:t>
      </w:r>
      <w:r w:rsidRPr="00A55F6C">
        <w:t>Links</w:t>
      </w:r>
      <w:r w:rsidRPr="00A55F6C">
        <w:br/>
        <w:t>Zeilenabstand:</w:t>
      </w:r>
      <w:r>
        <w:t xml:space="preserve"> </w:t>
      </w:r>
      <w:r w:rsidRPr="00A55F6C">
        <w:t>Genau 14 pt</w:t>
      </w:r>
      <w:r w:rsidRPr="00A55F6C">
        <w:br/>
        <w:t>Abstand Vor:</w:t>
      </w:r>
      <w:r>
        <w:t xml:space="preserve"> </w:t>
      </w:r>
      <w:r w:rsidRPr="00A55F6C">
        <w:t>14 pt</w:t>
      </w:r>
      <w:r>
        <w:t xml:space="preserve">, </w:t>
      </w:r>
      <w:r w:rsidRPr="00A55F6C">
        <w:t>Nach:</w:t>
      </w:r>
      <w:r>
        <w:t xml:space="preserve"> </w:t>
      </w:r>
      <w:r w:rsidRPr="00A55F6C">
        <w:t>7 pt</w:t>
      </w:r>
      <w:r w:rsidRPr="00A55F6C">
        <w:br/>
        <w:t>Keinen Abstand zwischen Absätzen gleicher Formatierung einfügen</w:t>
      </w:r>
      <w:r w:rsidRPr="00A55F6C">
        <w:br/>
        <w:t>Absatzkontrolle</w:t>
      </w:r>
      <w:r w:rsidRPr="00A55F6C">
        <w:br/>
        <w:t>Nicht vom nächsten Absatz trennen</w:t>
      </w:r>
      <w:r w:rsidRPr="00A55F6C">
        <w:br/>
        <w:t>Diesen Absatz zusammenhalten</w:t>
      </w:r>
      <w:r w:rsidRPr="00A55F6C">
        <w:br/>
        <w:t>Keine Silbentrennung</w:t>
      </w:r>
      <w:r w:rsidRPr="00A55F6C">
        <w:br/>
      </w:r>
      <w:r w:rsidRPr="00A55F6C">
        <w:lastRenderedPageBreak/>
        <w:t>Ebene 8</w:t>
      </w:r>
      <w:r w:rsidRPr="00A55F6C">
        <w:br/>
        <w:t>Mit Gliederung</w:t>
      </w:r>
      <w:r>
        <w:t xml:space="preserve"> +</w:t>
      </w:r>
      <w:r w:rsidRPr="00A55F6C">
        <w:t xml:space="preserve"> Ebene: 8</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t>+</w:t>
      </w:r>
      <w:r w:rsidRPr="00A55F6C">
        <w:t xml:space="preserve"> Einzug bei:</w:t>
      </w:r>
      <w:r>
        <w:t xml:space="preserve"> </w:t>
      </w:r>
      <w:r w:rsidRPr="00A55F6C">
        <w:t>3 cm</w:t>
      </w:r>
      <w:r w:rsidRPr="00A55F6C">
        <w:br/>
        <w:t>Nächste Formatvorlage: Standard;WA_Standard</w:t>
      </w:r>
    </w:p>
    <w:p w:rsidR="008861A4" w:rsidRDefault="008861A4" w:rsidP="008861A4">
      <w:pPr>
        <w:pStyle w:val="FormatvorlageName"/>
        <w:shd w:val="clear" w:color="auto" w:fill="D9D9D9" w:themeFill="background1" w:themeFillShade="D9"/>
      </w:pPr>
      <w:r>
        <w:t xml:space="preserve">Überschrift 9;WA_Überschrift 9 </w:t>
      </w:r>
      <w:r>
        <w:rPr>
          <w:rStyle w:val="SchwacheHervorhebung"/>
        </w:rPr>
        <w:t>(Verknüpfte F</w:t>
      </w:r>
      <w:r w:rsidRPr="00051847">
        <w:rPr>
          <w:rStyle w:val="SchwacheHervorhebung"/>
        </w:rPr>
        <w:t>ormatvorlage)</w:t>
      </w:r>
    </w:p>
    <w:p w:rsidR="008861A4" w:rsidRPr="00A55F6C" w:rsidRDefault="008861A4" w:rsidP="008861A4">
      <w:pPr>
        <w:pStyle w:val="FormatvorlageDefinition"/>
        <w:shd w:val="clear" w:color="auto" w:fill="D9D9D9" w:themeFill="background1" w:themeFillShade="D9"/>
      </w:pPr>
      <w:r w:rsidRPr="00A55F6C">
        <w:t>Formatvorlage des nächsten Absatzes: Standard;WA_Standard</w:t>
      </w:r>
      <w:r>
        <w:br/>
      </w:r>
      <w:r w:rsidRPr="00A55F6C">
        <w:t>Schriftart: (Standard)</w:t>
      </w:r>
      <w:r>
        <w:t xml:space="preserve"> +</w:t>
      </w:r>
      <w:r w:rsidRPr="00A55F6C">
        <w:t>Überschriften</w:t>
      </w:r>
      <w:r>
        <w:t xml:space="preserve">, </w:t>
      </w:r>
      <w:r w:rsidRPr="00A55F6C">
        <w:t>12 pt</w:t>
      </w:r>
      <w:r>
        <w:t xml:space="preserve">, </w:t>
      </w:r>
      <w:r w:rsidRPr="00A55F6C">
        <w:t>Fett</w:t>
      </w:r>
      <w:r>
        <w:t xml:space="preserve">, </w:t>
      </w:r>
      <w:r w:rsidRPr="00A55F6C">
        <w:t>Unterschneidung ab 12 pt</w:t>
      </w:r>
      <w:r w:rsidRPr="00A55F6C">
        <w:br/>
        <w:t>Einzug: Links:</w:t>
      </w:r>
      <w:r>
        <w:t xml:space="preserve"> </w:t>
      </w:r>
      <w:r w:rsidRPr="00A55F6C">
        <w:t>0 cm</w:t>
      </w:r>
      <w:r>
        <w:t xml:space="preserve">, </w:t>
      </w:r>
      <w:r w:rsidRPr="00A55F6C">
        <w:t>Hängend:</w:t>
      </w:r>
      <w:r>
        <w:t xml:space="preserve"> </w:t>
      </w:r>
      <w:r w:rsidRPr="00A55F6C">
        <w:t>3,5 cm</w:t>
      </w:r>
      <w:r w:rsidRPr="00A55F6C">
        <w:br/>
      </w:r>
      <w:r>
        <w:t xml:space="preserve">Ausrichtung: </w:t>
      </w:r>
      <w:r w:rsidRPr="00A55F6C">
        <w:t>Links</w:t>
      </w:r>
      <w:r w:rsidRPr="00A55F6C">
        <w:br/>
        <w:t>Zeilenabstand:</w:t>
      </w:r>
      <w:r>
        <w:t xml:space="preserve"> </w:t>
      </w:r>
      <w:r w:rsidRPr="00A55F6C">
        <w:t>Genau 14 pt</w:t>
      </w:r>
      <w:r w:rsidRPr="00A55F6C">
        <w:br/>
        <w:t>Abstand Vor:</w:t>
      </w:r>
      <w:r>
        <w:t xml:space="preserve"> </w:t>
      </w:r>
      <w:r w:rsidRPr="00A55F6C">
        <w:t>14 pt</w:t>
      </w:r>
      <w:r>
        <w:t xml:space="preserve">, </w:t>
      </w:r>
      <w:r w:rsidRPr="00A55F6C">
        <w:t>Nach:</w:t>
      </w:r>
      <w:r>
        <w:t xml:space="preserve"> </w:t>
      </w:r>
      <w:r w:rsidRPr="00A55F6C">
        <w:t>7 pt</w:t>
      </w:r>
      <w:r w:rsidRPr="00A55F6C">
        <w:br/>
        <w:t>Keinen Abstand zwischen Absätzen gleicher Formatierung einfügen</w:t>
      </w:r>
      <w:r w:rsidRPr="00A55F6C">
        <w:br/>
        <w:t>Absatzkontrolle</w:t>
      </w:r>
      <w:r w:rsidRPr="00A55F6C">
        <w:br/>
        <w:t>Nicht vom nächsten Absatz trennen</w:t>
      </w:r>
      <w:r w:rsidRPr="00A55F6C">
        <w:br/>
        <w:t>Diesen Absatz zusammenhalten</w:t>
      </w:r>
      <w:r w:rsidRPr="00A55F6C">
        <w:br/>
        <w:t>Keine Silbentrennung</w:t>
      </w:r>
      <w:r w:rsidRPr="00A55F6C">
        <w:br/>
        <w:t>Ebene 9</w:t>
      </w:r>
      <w:r w:rsidRPr="00A55F6C">
        <w:br/>
        <w:t>Mit Gliederung</w:t>
      </w:r>
      <w:r>
        <w:t xml:space="preserve"> +</w:t>
      </w:r>
      <w:r w:rsidRPr="00A55F6C">
        <w:t xml:space="preserve"> Ebene: 9</w:t>
      </w:r>
      <w:r>
        <w:br/>
        <w:t>+</w:t>
      </w:r>
      <w:r w:rsidRPr="00A55F6C">
        <w:t xml:space="preserve"> Nummerierungsformatvorlage: 1</w:t>
      </w:r>
      <w:r>
        <w:t xml:space="preserve">, </w:t>
      </w:r>
      <w:r w:rsidRPr="00A55F6C">
        <w:t>2</w:t>
      </w:r>
      <w:r>
        <w:t xml:space="preserve">, </w:t>
      </w:r>
      <w:r w:rsidRPr="00A55F6C">
        <w:t>3</w:t>
      </w:r>
      <w:r>
        <w:t xml:space="preserve">, </w:t>
      </w:r>
      <w:r w:rsidRPr="00A55F6C">
        <w:t>…</w:t>
      </w:r>
      <w:r>
        <w:br/>
        <w:t>+</w:t>
      </w:r>
      <w:r w:rsidRPr="00A55F6C">
        <w:t xml:space="preserve"> Beginnen bei: 1</w:t>
      </w:r>
      <w:r>
        <w:t>, +</w:t>
      </w:r>
      <w:r w:rsidRPr="00A55F6C">
        <w:t xml:space="preserve"> Ausrichtung: Links</w:t>
      </w:r>
      <w:r>
        <w:t>, +</w:t>
      </w:r>
      <w:r w:rsidRPr="00A55F6C">
        <w:t xml:space="preserve"> Ausgerichtet an:</w:t>
      </w:r>
      <w:r>
        <w:t xml:space="preserve"> </w:t>
      </w:r>
      <w:r w:rsidRPr="00A55F6C">
        <w:t>0 cm</w:t>
      </w:r>
      <w:r>
        <w:br/>
        <w:t>+</w:t>
      </w:r>
      <w:r w:rsidRPr="00A55F6C">
        <w:t xml:space="preserve"> Einzug bei:</w:t>
      </w:r>
      <w:r>
        <w:t xml:space="preserve"> </w:t>
      </w:r>
      <w:r w:rsidRPr="00A55F6C">
        <w:t>3,5 cm</w:t>
      </w:r>
      <w:r w:rsidRPr="00A55F6C">
        <w:br/>
        <w:t>Nächste Formatvorlage: Standard;WA_Standard</w:t>
      </w:r>
    </w:p>
    <w:p w:rsidR="008861A4" w:rsidRDefault="008861A4" w:rsidP="008861A4">
      <w:pPr>
        <w:pStyle w:val="FormatvorlageName"/>
      </w:pPr>
      <w:r>
        <w:t xml:space="preserve">WA_Überschrift_ohne_Nummer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 xml:space="preserve">Formatvorlage des nächsten </w:t>
      </w:r>
      <w:r>
        <w:t>Absatzes: Standard;WA_Standard</w:t>
      </w:r>
      <w:r>
        <w:br/>
      </w:r>
      <w:r w:rsidRPr="00A55F6C">
        <w:t>Schriftart: (Standard)</w:t>
      </w:r>
      <w:r>
        <w:t xml:space="preserve"> +</w:t>
      </w:r>
      <w:r w:rsidRPr="00A55F6C">
        <w:t>Überschriften</w:t>
      </w:r>
      <w:r>
        <w:t xml:space="preserve">, </w:t>
      </w:r>
      <w:r w:rsidRPr="00A55F6C">
        <w:t>13 pt</w:t>
      </w:r>
      <w:r>
        <w:t xml:space="preserve">, </w:t>
      </w:r>
      <w:r w:rsidRPr="00A55F6C">
        <w:t>Fett</w:t>
      </w:r>
      <w:r w:rsidRPr="00A55F6C">
        <w:br/>
        <w:t>Abstand Vor:</w:t>
      </w:r>
      <w:r>
        <w:t xml:space="preserve"> </w:t>
      </w:r>
      <w:r w:rsidRPr="00A55F6C">
        <w:t>15 pt</w:t>
      </w:r>
      <w:r w:rsidRPr="00A55F6C">
        <w:br/>
        <w:t>Nicht vom nächsten Absatz trennen</w:t>
      </w:r>
      <w:r w:rsidRPr="00A55F6C">
        <w:br/>
        <w:t>Keine Silbentrennung</w:t>
      </w:r>
      <w:r w:rsidRPr="00A55F6C">
        <w:br/>
        <w:t>Basierend auf: Standard;WA_Standard</w:t>
      </w:r>
      <w:r w:rsidRPr="00A55F6C">
        <w:br/>
        <w:t>Nächste Formatvorlage: Standard;WA_Standard</w:t>
      </w:r>
    </w:p>
    <w:p w:rsidR="008861A4" w:rsidRPr="00AC5446" w:rsidRDefault="008861A4" w:rsidP="008861A4">
      <w:pPr>
        <w:pStyle w:val="FormatvorlageName"/>
      </w:pPr>
      <w:r w:rsidRPr="00AC5446">
        <w:t>Verzeichnis 1</w:t>
      </w:r>
      <w:r>
        <w:t xml:space="preserve">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 xml:space="preserve">Formatvorlage des nächsten </w:t>
      </w:r>
      <w:r>
        <w:t>Absatzes: Standard;WA_Standard</w:t>
      </w:r>
      <w:r>
        <w:br/>
      </w:r>
      <w:r w:rsidRPr="00A55F6C">
        <w:t>Schriftart: Rechtschreibung und Grammatik nicht prüfen</w:t>
      </w:r>
      <w:r w:rsidRPr="00A55F6C">
        <w:br/>
        <w:t>Einzug: Links:</w:t>
      </w:r>
      <w:r>
        <w:t xml:space="preserve"> </w:t>
      </w:r>
      <w:r w:rsidRPr="00A55F6C">
        <w:t>0 cm</w:t>
      </w:r>
      <w:r>
        <w:t xml:space="preserve">, </w:t>
      </w:r>
      <w:r w:rsidRPr="00A55F6C">
        <w:t>Hängend:</w:t>
      </w:r>
      <w:r>
        <w:t xml:space="preserve"> </w:t>
      </w:r>
      <w:r w:rsidRPr="00A55F6C">
        <w:t>1 cm</w:t>
      </w:r>
      <w:r>
        <w:t xml:space="preserve">, </w:t>
      </w:r>
      <w:r w:rsidRPr="00A55F6C">
        <w:t>Rechts:</w:t>
      </w:r>
      <w:r>
        <w:t xml:space="preserve"> </w:t>
      </w:r>
      <w:r w:rsidRPr="00A55F6C">
        <w:t>0,5 cm</w:t>
      </w:r>
      <w:r w:rsidRPr="00A55F6C">
        <w:br/>
      </w:r>
      <w:r>
        <w:t xml:space="preserve">Ausrichtung: </w:t>
      </w:r>
      <w:r w:rsidRPr="00A55F6C">
        <w:t>Links</w:t>
      </w:r>
      <w:r w:rsidRPr="00A55F6C">
        <w:br/>
        <w:t>Keinen Abstand zwischen Absätzen gleicher Formatierung einfügen</w:t>
      </w:r>
      <w:r w:rsidRPr="00A55F6C">
        <w:br/>
        <w:t>Tabstopps:</w:t>
      </w:r>
      <w:r>
        <w:t xml:space="preserve"> </w:t>
      </w:r>
      <w:r w:rsidRPr="00A55F6C">
        <w:t>1 cm</w:t>
      </w:r>
      <w:r>
        <w:t xml:space="preserve">, </w:t>
      </w:r>
      <w:r w:rsidRPr="00A55F6C">
        <w:t>Links</w:t>
      </w:r>
      <w:r>
        <w:br/>
        <w:t xml:space="preserve">+ </w:t>
      </w:r>
      <w:r w:rsidRPr="00A55F6C">
        <w:t>12,48 cm</w:t>
      </w:r>
      <w:r>
        <w:t xml:space="preserve">, </w:t>
      </w:r>
      <w:r w:rsidRPr="00A55F6C">
        <w:t>Rechtsbündig,</w:t>
      </w:r>
      <w:r>
        <w:t xml:space="preserve"> </w:t>
      </w:r>
      <w:r w:rsidRPr="00A55F6C">
        <w:t>Füllzeichen: …</w:t>
      </w:r>
      <w:r w:rsidRPr="00A55F6C">
        <w:br/>
        <w:t>Basierend auf: Standard;WA_Standard</w:t>
      </w:r>
      <w:r w:rsidRPr="00A55F6C">
        <w:br/>
        <w:t>Nächste Formatvorlage: Standard;WA_Standard</w:t>
      </w:r>
    </w:p>
    <w:p w:rsidR="008861A4" w:rsidRDefault="008861A4" w:rsidP="008861A4">
      <w:pPr>
        <w:pStyle w:val="FormatvorlageName"/>
      </w:pPr>
      <w:r w:rsidRPr="005A5E2B">
        <w:t xml:space="preserve">Verzeichnis 2 </w:t>
      </w:r>
      <w:r w:rsidRPr="005A5E2B">
        <w:rPr>
          <w:rStyle w:val="SchwacheHervorhebung"/>
        </w:rPr>
        <w:t>(Absatzformatvorlage)</w:t>
      </w:r>
    </w:p>
    <w:p w:rsidR="008861A4" w:rsidRPr="00A55F6C" w:rsidRDefault="008861A4" w:rsidP="008861A4">
      <w:pPr>
        <w:pStyle w:val="FormatvorlageDefinition"/>
      </w:pPr>
      <w:r w:rsidRPr="00A55F6C">
        <w:t>Formatvorlage des nächsten Absatzes: Standard;WA_Standard</w:t>
      </w:r>
      <w:r>
        <w:br/>
      </w:r>
      <w:r w:rsidRPr="00A55F6C">
        <w:t>Schriftart: Rechtschreibung und Grammatik nicht prüfen</w:t>
      </w:r>
      <w:r w:rsidRPr="00A55F6C">
        <w:br/>
        <w:t>Einzug: Links:</w:t>
      </w:r>
      <w:r>
        <w:t xml:space="preserve"> </w:t>
      </w:r>
      <w:r w:rsidRPr="00A55F6C">
        <w:t>0 cm</w:t>
      </w:r>
      <w:r>
        <w:t xml:space="preserve">, </w:t>
      </w:r>
      <w:r w:rsidRPr="00A55F6C">
        <w:t>Hängend:</w:t>
      </w:r>
      <w:r>
        <w:t xml:space="preserve"> </w:t>
      </w:r>
      <w:r w:rsidRPr="00A55F6C">
        <w:t>1 cm</w:t>
      </w:r>
      <w:r>
        <w:t xml:space="preserve">, </w:t>
      </w:r>
      <w:r w:rsidRPr="00A55F6C">
        <w:t>Rechts:</w:t>
      </w:r>
      <w:r>
        <w:t xml:space="preserve"> </w:t>
      </w:r>
      <w:r w:rsidRPr="00A55F6C">
        <w:t>0,5 cm</w:t>
      </w:r>
      <w:r w:rsidRPr="00A55F6C">
        <w:br/>
      </w:r>
      <w:r>
        <w:t xml:space="preserve">Ausrichtung: </w:t>
      </w:r>
      <w:r w:rsidRPr="00A55F6C">
        <w:t>Links</w:t>
      </w:r>
      <w:r w:rsidRPr="00A55F6C">
        <w:br/>
        <w:t>Keinen Abstand zwischen Absätzen gleicher Formatierung einfügen</w:t>
      </w:r>
      <w:r w:rsidRPr="00A55F6C">
        <w:br/>
        <w:t>Tabstopps:</w:t>
      </w:r>
      <w:r>
        <w:t xml:space="preserve"> </w:t>
      </w:r>
      <w:r w:rsidRPr="00A55F6C">
        <w:t>1 cm</w:t>
      </w:r>
      <w:r>
        <w:t xml:space="preserve">, </w:t>
      </w:r>
      <w:r w:rsidRPr="00A55F6C">
        <w:t>Links</w:t>
      </w:r>
      <w:r>
        <w:t xml:space="preserve">, + </w:t>
      </w:r>
      <w:r w:rsidRPr="00A55F6C">
        <w:t>12,5 cm</w:t>
      </w:r>
      <w:r>
        <w:t xml:space="preserve">, </w:t>
      </w:r>
      <w:r w:rsidRPr="00A55F6C">
        <w:t>Rechtsbündig,Füllzeichen: …</w:t>
      </w:r>
      <w:r w:rsidRPr="00A55F6C">
        <w:br/>
      </w:r>
      <w:r w:rsidRPr="00A55F6C">
        <w:lastRenderedPageBreak/>
        <w:t>Basierend auf: Standard;WA_Standard</w:t>
      </w:r>
      <w:r w:rsidRPr="00A55F6C">
        <w:br/>
        <w:t>Nächste Formatvorlage: Standard;WA_Standard</w:t>
      </w:r>
    </w:p>
    <w:p w:rsidR="008861A4" w:rsidRDefault="008861A4" w:rsidP="008861A4">
      <w:pPr>
        <w:pStyle w:val="FormatvorlageName"/>
      </w:pPr>
      <w:r w:rsidRPr="00F757A4">
        <w:t xml:space="preserve">Verzeichnis 3 </w:t>
      </w:r>
      <w:r w:rsidRPr="00F757A4">
        <w:rPr>
          <w:rStyle w:val="SchwacheHervorhebung"/>
        </w:rPr>
        <w:t>(Absatzformatvorlage)</w:t>
      </w:r>
    </w:p>
    <w:p w:rsidR="008861A4" w:rsidRPr="00A55F6C" w:rsidRDefault="008861A4" w:rsidP="008861A4">
      <w:pPr>
        <w:pStyle w:val="FormatvorlageDefinition"/>
      </w:pPr>
      <w:r w:rsidRPr="00A55F6C">
        <w:t xml:space="preserve">Formatvorlage des nächsten </w:t>
      </w:r>
      <w:r>
        <w:t>Absatzes: Standard;WA_Standard</w:t>
      </w:r>
      <w:r>
        <w:br/>
      </w:r>
      <w:r w:rsidRPr="00A55F6C">
        <w:t>Rechtschreibung und Grammatik nicht prüfen</w:t>
      </w:r>
      <w:r w:rsidRPr="00A55F6C">
        <w:br/>
        <w:t>Einzug: Links:</w:t>
      </w:r>
      <w:r>
        <w:t xml:space="preserve"> </w:t>
      </w:r>
      <w:r w:rsidRPr="00A55F6C">
        <w:t>0 cm</w:t>
      </w:r>
      <w:r>
        <w:t xml:space="preserve">, </w:t>
      </w:r>
      <w:r w:rsidRPr="00A55F6C">
        <w:t>Hängend:</w:t>
      </w:r>
      <w:r>
        <w:t xml:space="preserve"> </w:t>
      </w:r>
      <w:r w:rsidRPr="00A55F6C">
        <w:t>1 cm</w:t>
      </w:r>
      <w:r>
        <w:t xml:space="preserve">, </w:t>
      </w:r>
      <w:r w:rsidRPr="00A55F6C">
        <w:t>Rechts:</w:t>
      </w:r>
      <w:r>
        <w:t xml:space="preserve"> </w:t>
      </w:r>
      <w:r w:rsidRPr="00A55F6C">
        <w:t>0,5 cm</w:t>
      </w:r>
      <w:r w:rsidRPr="00A55F6C">
        <w:br/>
      </w:r>
      <w:r>
        <w:t xml:space="preserve">Ausrichtung: </w:t>
      </w:r>
      <w:r w:rsidRPr="00A55F6C">
        <w:t>Links</w:t>
      </w:r>
      <w:r w:rsidRPr="00A55F6C">
        <w:br/>
        <w:t>Keinen Abstand zwischen Absätzen gleicher Formatierung einfügen</w:t>
      </w:r>
      <w:r w:rsidRPr="00A55F6C">
        <w:br/>
        <w:t>Tabstopps:</w:t>
      </w:r>
      <w:r>
        <w:t xml:space="preserve"> </w:t>
      </w:r>
      <w:r w:rsidRPr="00A55F6C">
        <w:t>1 cm</w:t>
      </w:r>
      <w:r>
        <w:t xml:space="preserve">, </w:t>
      </w:r>
      <w:r w:rsidRPr="00A55F6C">
        <w:t>Links</w:t>
      </w:r>
      <w:r>
        <w:br/>
        <w:t xml:space="preserve">+ </w:t>
      </w:r>
      <w:r w:rsidRPr="00A55F6C">
        <w:t>12,5 cm</w:t>
      </w:r>
      <w:r>
        <w:t xml:space="preserve">, </w:t>
      </w:r>
      <w:r w:rsidRPr="00A55F6C">
        <w:t>Rechtsbündig,Füllzeichen: …</w:t>
      </w:r>
      <w:r w:rsidRPr="00A55F6C">
        <w:br/>
        <w:t>Basierend auf: Standard;WA_Standard</w:t>
      </w:r>
      <w:r w:rsidRPr="00A55F6C">
        <w:br/>
        <w:t>Nächste Formatvorlage: Standard;WA_Standard</w:t>
      </w:r>
    </w:p>
    <w:p w:rsidR="008861A4" w:rsidRDefault="008861A4" w:rsidP="008861A4">
      <w:pPr>
        <w:pStyle w:val="FormatvorlageName"/>
      </w:pPr>
      <w:r>
        <w:t xml:space="preserve">WA_Grafik_in_Fliesstext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 xml:space="preserve">Formatvorlage des nächsten Absatzes: Beschriftung;WA_Beschriftung </w:t>
      </w:r>
      <w:r>
        <w:br/>
      </w:r>
      <w:r w:rsidRPr="00A55F6C">
        <w:t>Rechtschreibung und Grammatik nicht prüfen</w:t>
      </w:r>
      <w:r w:rsidRPr="00A55F6C">
        <w:br/>
      </w:r>
      <w:r>
        <w:t xml:space="preserve">Ausrichtung: </w:t>
      </w:r>
      <w:r w:rsidRPr="00A55F6C">
        <w:t>Links</w:t>
      </w:r>
      <w:r w:rsidRPr="00A55F6C">
        <w:br/>
        <w:t>Zeilenabstand:</w:t>
      </w:r>
      <w:r>
        <w:t xml:space="preserve"> </w:t>
      </w:r>
      <w:r w:rsidRPr="00A55F6C">
        <w:t>einfach</w:t>
      </w:r>
      <w:r w:rsidRPr="00A55F6C">
        <w:br/>
        <w:t>Nicht vom nächsten Absatz trennen</w:t>
      </w:r>
      <w:r w:rsidRPr="00A55F6C">
        <w:br/>
        <w:t>Basierend auf: Standard;WA_Standard</w:t>
      </w:r>
      <w:r w:rsidRPr="00A55F6C">
        <w:br/>
        <w:t>Nächste Formatvorlage: Beschriftung;WA_Beschriftung</w:t>
      </w:r>
    </w:p>
    <w:p w:rsidR="008861A4" w:rsidRDefault="008861A4" w:rsidP="008861A4">
      <w:pPr>
        <w:pStyle w:val="FormatvorlageName"/>
      </w:pPr>
      <w:r>
        <w:t xml:space="preserve">Beschriftung;WA_Beschriftung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 xml:space="preserve">Formatvorlage des nächsten Absatzes: Standard;WA_Standard </w:t>
      </w:r>
      <w:r>
        <w:br/>
      </w:r>
      <w:r w:rsidRPr="00A55F6C">
        <w:t>Schriftart: 10 pt</w:t>
      </w:r>
      <w:r w:rsidRPr="00A55F6C">
        <w:br/>
      </w:r>
      <w:r>
        <w:t xml:space="preserve">Ausrichtung: </w:t>
      </w:r>
      <w:r w:rsidRPr="00A55F6C">
        <w:t>Links</w:t>
      </w:r>
      <w:r w:rsidRPr="00A55F6C">
        <w:br/>
        <w:t>Zeilenabstand:</w:t>
      </w:r>
      <w:r>
        <w:t xml:space="preserve"> </w:t>
      </w:r>
      <w:r w:rsidRPr="00A55F6C">
        <w:t>einfach</w:t>
      </w:r>
      <w:r w:rsidRPr="00A55F6C">
        <w:br/>
        <w:t>Abstand Vor:</w:t>
      </w:r>
      <w:r>
        <w:t xml:space="preserve"> </w:t>
      </w:r>
      <w:r w:rsidRPr="00A55F6C">
        <w:t>7,5 pt</w:t>
      </w:r>
      <w:r w:rsidRPr="00A55F6C">
        <w:br/>
        <w:t>Tabstopps:</w:t>
      </w:r>
      <w:r>
        <w:t xml:space="preserve"> </w:t>
      </w:r>
      <w:r w:rsidRPr="00A55F6C">
        <w:t>2 cm</w:t>
      </w:r>
      <w:r>
        <w:t xml:space="preserve">, </w:t>
      </w:r>
      <w:r w:rsidRPr="00A55F6C">
        <w:t>Links</w:t>
      </w:r>
      <w:r w:rsidRPr="00A55F6C">
        <w:br/>
        <w:t>Basierend auf: Standard;WA_Standard</w:t>
      </w:r>
      <w:r w:rsidRPr="00A55F6C">
        <w:br/>
        <w:t>Nächste Formatvorlage: Standard;WA_Standard</w:t>
      </w:r>
    </w:p>
    <w:p w:rsidR="008861A4" w:rsidRDefault="008861A4" w:rsidP="008861A4">
      <w:pPr>
        <w:pStyle w:val="FormatvorlageName"/>
      </w:pPr>
      <w:r>
        <w:t xml:space="preserve">WA_Grafik_in_Fliesstext_eingezogen_05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Formatvorlage des nächsten Absatzes</w:t>
      </w:r>
      <w:r>
        <w:t>: WA_Beschriftung_eingezogen_05</w:t>
      </w:r>
      <w:r>
        <w:br/>
      </w:r>
      <w:r w:rsidRPr="00A55F6C">
        <w:t>Einzug: Links:</w:t>
      </w:r>
      <w:r>
        <w:t xml:space="preserve"> </w:t>
      </w:r>
      <w:r w:rsidRPr="00A55F6C">
        <w:t>0,5 cm</w:t>
      </w:r>
      <w:r w:rsidRPr="00A55F6C">
        <w:br/>
        <w:t>Basierend auf: WA_Grafik_in_Fliesstext</w:t>
      </w:r>
      <w:r w:rsidRPr="00A55F6C">
        <w:br/>
        <w:t>Nächste Formatvorlage: WA_Beschriftung_eingezogen_05</w:t>
      </w:r>
    </w:p>
    <w:p w:rsidR="008861A4" w:rsidRDefault="008861A4" w:rsidP="008861A4">
      <w:pPr>
        <w:pStyle w:val="FormatvorlageName"/>
      </w:pPr>
      <w:r>
        <w:t xml:space="preserve">WA_Grafik_in_Tabelle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Formatvorlage des nächsten Absatzes: Standard;WA_Standard</w:t>
      </w:r>
      <w:r>
        <w:br/>
      </w:r>
      <w:r w:rsidRPr="00A55F6C">
        <w:t>Vom nächsten Absatz trennen</w:t>
      </w:r>
      <w:r w:rsidRPr="00A55F6C">
        <w:br/>
        <w:t>Formatvorlage: Schnellformatvorlage</w:t>
      </w:r>
      <w:r w:rsidRPr="00A55F6C">
        <w:br/>
        <w:t>Basierend auf: WA_Grafik_in_Fliesstext</w:t>
      </w:r>
      <w:r w:rsidRPr="00A55F6C">
        <w:br/>
        <w:t>Nächste Formatvorlage: Standard;WA_Standard</w:t>
      </w:r>
    </w:p>
    <w:p w:rsidR="008861A4" w:rsidRDefault="008861A4" w:rsidP="008861A4">
      <w:pPr>
        <w:pStyle w:val="FormatvorlageName"/>
      </w:pPr>
      <w:r>
        <w:t xml:space="preserve">WA_Beschriftung_eingezogen_05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Formatvorlage des nächsten</w:t>
      </w:r>
      <w:r>
        <w:t xml:space="preserve"> Absatzes: Standard;WA_Standard</w:t>
      </w:r>
      <w:r>
        <w:br/>
      </w:r>
      <w:r w:rsidRPr="00A55F6C">
        <w:t>Einzug: Links:</w:t>
      </w:r>
      <w:r>
        <w:t xml:space="preserve"> </w:t>
      </w:r>
      <w:r w:rsidRPr="00A55F6C">
        <w:t>0,5 cm</w:t>
      </w:r>
      <w:r w:rsidRPr="00A55F6C">
        <w:br/>
        <w:t>Tabstopps:</w:t>
      </w:r>
      <w:r>
        <w:t xml:space="preserve"> </w:t>
      </w:r>
      <w:r w:rsidRPr="00A55F6C">
        <w:t>2,5 cm</w:t>
      </w:r>
      <w:r>
        <w:t xml:space="preserve">, </w:t>
      </w:r>
      <w:r w:rsidRPr="00A55F6C">
        <w:t>Links</w:t>
      </w:r>
      <w:r>
        <w:br/>
        <w:t>+</w:t>
      </w:r>
      <w:r w:rsidRPr="00A55F6C">
        <w:t xml:space="preserve"> Nicht an</w:t>
      </w:r>
      <w:r>
        <w:t xml:space="preserve"> </w:t>
      </w:r>
      <w:r w:rsidRPr="00A55F6C">
        <w:t>2 cm</w:t>
      </w:r>
      <w:r w:rsidRPr="00A55F6C">
        <w:br/>
        <w:t>Basierend auf: Beschriftung;WA_Beschriftung</w:t>
      </w:r>
      <w:r w:rsidRPr="00A55F6C">
        <w:br/>
        <w:t>Nächste Formatvorlage: Standard;WA_Standard</w:t>
      </w:r>
    </w:p>
    <w:p w:rsidR="008861A4" w:rsidRDefault="008861A4" w:rsidP="008861A4">
      <w:pPr>
        <w:pStyle w:val="FormatvorlageName"/>
      </w:pPr>
      <w:r>
        <w:lastRenderedPageBreak/>
        <w:t xml:space="preserve">WA_Tabelle_für_Grafik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Zeilenabstand:</w:t>
      </w:r>
      <w:r>
        <w:t xml:space="preserve"> </w:t>
      </w:r>
      <w:r w:rsidRPr="00A55F6C">
        <w:t>einfach</w:t>
      </w:r>
      <w:r w:rsidRPr="00A55F6C">
        <w:br/>
        <w:t>Abstand Nach:</w:t>
      </w:r>
      <w:r>
        <w:t xml:space="preserve"> </w:t>
      </w:r>
      <w:r w:rsidRPr="00A55F6C">
        <w:t>0 pt</w:t>
      </w:r>
      <w:r w:rsidRPr="00A55F6C">
        <w:br/>
        <w:t>Links: Automatisch</w:t>
      </w:r>
      <w:r>
        <w:t xml:space="preserve"> +</w:t>
      </w:r>
      <w:r w:rsidRPr="00A55F6C">
        <w:t xml:space="preserve"> Rechts: Automatisch</w:t>
      </w:r>
      <w:r w:rsidRPr="00A55F6C">
        <w:br/>
      </w:r>
      <w:r>
        <w:t xml:space="preserve">Ausrichtung: </w:t>
      </w:r>
      <w:r w:rsidRPr="00A55F6C">
        <w:t>Unten</w:t>
      </w:r>
      <w:r w:rsidRPr="00A55F6C">
        <w:br/>
        <w:t>Basierend auf: Normale Tabelle</w:t>
      </w:r>
    </w:p>
    <w:p w:rsidR="008861A4" w:rsidRDefault="008861A4" w:rsidP="008861A4">
      <w:pPr>
        <w:pStyle w:val="FormatvorlageName"/>
      </w:pPr>
      <w:r>
        <w:t xml:space="preserve">WA_Tabelle_fuer_Grafik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Zeilenabstand:</w:t>
      </w:r>
      <w:r>
        <w:t xml:space="preserve"> </w:t>
      </w:r>
      <w:r w:rsidRPr="00A55F6C">
        <w:t>einfach</w:t>
      </w:r>
      <w:r w:rsidRPr="00A55F6C">
        <w:br/>
        <w:t>Abstand Nach:</w:t>
      </w:r>
      <w:r>
        <w:t xml:space="preserve"> </w:t>
      </w:r>
      <w:r w:rsidRPr="00A55F6C">
        <w:t>0 pt</w:t>
      </w:r>
      <w:r w:rsidRPr="00A55F6C">
        <w:br/>
        <w:t>Links: Automatisch</w:t>
      </w:r>
      <w:r>
        <w:t xml:space="preserve"> +</w:t>
      </w:r>
      <w:r w:rsidRPr="00A55F6C">
        <w:t xml:space="preserve"> Rechts: Automatisch</w:t>
      </w:r>
      <w:r w:rsidRPr="00A55F6C">
        <w:br/>
      </w:r>
      <w:r>
        <w:t xml:space="preserve">Ausrichtung: </w:t>
      </w:r>
      <w:r w:rsidRPr="00A55F6C">
        <w:t>Unten</w:t>
      </w:r>
      <w:r w:rsidRPr="00A55F6C">
        <w:br/>
        <w:t>Basierend auf: Normale Tabelle</w:t>
      </w:r>
    </w:p>
    <w:p w:rsidR="008861A4" w:rsidRDefault="008861A4" w:rsidP="008861A4">
      <w:pPr>
        <w:pStyle w:val="FormatvorlageName"/>
      </w:pPr>
      <w:r>
        <w:t xml:space="preserve">Abbildungsverzeichnis;WA_Abbildungsverzeichnis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Formatvorlage des nächsten Absatzes: Standard;WA_Standard</w:t>
      </w:r>
      <w:r>
        <w:br/>
      </w:r>
      <w:r w:rsidRPr="00A55F6C">
        <w:t>Rechtschreibung und Grammatik nicht prüfen</w:t>
      </w:r>
      <w:r w:rsidRPr="00A55F6C">
        <w:br/>
        <w:t>Einzug: Links:</w:t>
      </w:r>
      <w:r>
        <w:t xml:space="preserve"> </w:t>
      </w:r>
      <w:r w:rsidRPr="00A55F6C">
        <w:t>0 cm</w:t>
      </w:r>
      <w:r>
        <w:t xml:space="preserve">, </w:t>
      </w:r>
      <w:r w:rsidRPr="00A55F6C">
        <w:t>Hängend:</w:t>
      </w:r>
      <w:r>
        <w:t xml:space="preserve"> </w:t>
      </w:r>
      <w:r w:rsidRPr="00A55F6C">
        <w:t>2,5 cm</w:t>
      </w:r>
      <w:r>
        <w:t xml:space="preserve">, </w:t>
      </w:r>
      <w:r w:rsidRPr="00A55F6C">
        <w:t>Rechts:</w:t>
      </w:r>
      <w:r>
        <w:t xml:space="preserve"> </w:t>
      </w:r>
      <w:r w:rsidRPr="00A55F6C">
        <w:t>0,5 cm</w:t>
      </w:r>
      <w:r w:rsidRPr="00A55F6C">
        <w:br/>
      </w:r>
      <w:r>
        <w:t xml:space="preserve">Ausrichtung: </w:t>
      </w:r>
      <w:r w:rsidRPr="00A55F6C">
        <w:t>Links</w:t>
      </w:r>
      <w:r w:rsidRPr="00A55F6C">
        <w:br/>
        <w:t>Zeilenabstand:</w:t>
      </w:r>
      <w:r>
        <w:t xml:space="preserve"> </w:t>
      </w:r>
      <w:r w:rsidRPr="00A55F6C">
        <w:t>einfach</w:t>
      </w:r>
      <w:r w:rsidRPr="00A55F6C">
        <w:br/>
        <w:t>Abstand Nach:</w:t>
      </w:r>
      <w:r>
        <w:t xml:space="preserve"> </w:t>
      </w:r>
      <w:r w:rsidRPr="00A55F6C">
        <w:t>6 pt</w:t>
      </w:r>
      <w:r w:rsidRPr="00A55F6C">
        <w:br/>
        <w:t>Diesen Absatz zusammenhalten</w:t>
      </w:r>
      <w:r w:rsidRPr="00A55F6C">
        <w:br/>
        <w:t>Tabstopps:</w:t>
      </w:r>
      <w:r>
        <w:t xml:space="preserve"> </w:t>
      </w:r>
      <w:r w:rsidRPr="00A55F6C">
        <w:t>2,5 cm</w:t>
      </w:r>
      <w:r>
        <w:t xml:space="preserve">, </w:t>
      </w:r>
      <w:r w:rsidRPr="00A55F6C">
        <w:t>Links</w:t>
      </w:r>
      <w:r>
        <w:br/>
        <w:t xml:space="preserve">+ </w:t>
      </w:r>
      <w:r w:rsidRPr="00A55F6C">
        <w:t>12,5 cm</w:t>
      </w:r>
      <w:r>
        <w:t xml:space="preserve">, </w:t>
      </w:r>
      <w:r w:rsidRPr="00A55F6C">
        <w:t>Rechtsbündig,Füllzeichen: …</w:t>
      </w:r>
      <w:r w:rsidRPr="00A55F6C">
        <w:br/>
        <w:t>Basierend auf: Standard;WA_Standard</w:t>
      </w:r>
      <w:r w:rsidRPr="00A55F6C">
        <w:br/>
        <w:t>Nächste Formatvorlage: Standard;WA_Standard</w:t>
      </w:r>
    </w:p>
    <w:p w:rsidR="008861A4" w:rsidRDefault="008861A4" w:rsidP="008861A4">
      <w:pPr>
        <w:pStyle w:val="FormatvorlageName"/>
      </w:pPr>
      <w:r>
        <w:t xml:space="preserve">Kopfzeile;WA_Kopfzeile </w:t>
      </w:r>
      <w:r>
        <w:rPr>
          <w:rStyle w:val="SchwacheHervorhebung"/>
        </w:rPr>
        <w:t>(Verknüpfte F</w:t>
      </w:r>
      <w:r w:rsidRPr="00051847">
        <w:rPr>
          <w:rStyle w:val="SchwacheHervorhebung"/>
        </w:rPr>
        <w:t>ormatvorlage)</w:t>
      </w:r>
    </w:p>
    <w:p w:rsidR="008861A4" w:rsidRPr="00A55F6C" w:rsidRDefault="008861A4" w:rsidP="008861A4">
      <w:pPr>
        <w:pStyle w:val="FormatvorlageDefinition"/>
      </w:pPr>
      <w:r w:rsidRPr="00A55F6C">
        <w:t>Schriftart: Calibri</w:t>
      </w:r>
      <w:r>
        <w:t xml:space="preserve">, </w:t>
      </w:r>
      <w:r w:rsidRPr="00A55F6C">
        <w:t>10 pt</w:t>
      </w:r>
      <w:r>
        <w:t xml:space="preserve">, </w:t>
      </w:r>
      <w:r w:rsidRPr="00A55F6C">
        <w:t>Fett</w:t>
      </w:r>
      <w:r w:rsidRPr="00A55F6C">
        <w:br/>
        <w:t>Rechtschreibung und Grammatik nicht prüfen</w:t>
      </w:r>
      <w:r w:rsidRPr="00A55F6C">
        <w:br/>
      </w:r>
      <w:r>
        <w:t xml:space="preserve">Ausrichtung: </w:t>
      </w:r>
      <w:r w:rsidRPr="00A55F6C">
        <w:t>Links</w:t>
      </w:r>
      <w:r w:rsidRPr="00A55F6C">
        <w:br/>
        <w:t>Zeilenabstand:</w:t>
      </w:r>
      <w:r>
        <w:t xml:space="preserve"> </w:t>
      </w:r>
      <w:r w:rsidRPr="00A55F6C">
        <w:t>einfach</w:t>
      </w:r>
      <w:r w:rsidRPr="00A55F6C">
        <w:br/>
        <w:t>Abstand Nach:</w:t>
      </w:r>
      <w:r>
        <w:t xml:space="preserve"> </w:t>
      </w:r>
      <w:r w:rsidRPr="00A55F6C">
        <w:t>0 pt</w:t>
      </w:r>
      <w:r w:rsidRPr="00A55F6C">
        <w:br/>
        <w:t>Rahmen: Unten: (Einfache einfarbige Linie</w:t>
      </w:r>
      <w:r>
        <w:t xml:space="preserve">, </w:t>
      </w:r>
      <w:r w:rsidRPr="00A55F6C">
        <w:t>Automatisch</w:t>
      </w:r>
      <w:r>
        <w:t xml:space="preserve">, </w:t>
      </w:r>
      <w:r w:rsidRPr="00A55F6C">
        <w:t>0,5 pt Zeilenbreite)</w:t>
      </w:r>
      <w:r w:rsidRPr="00A55F6C">
        <w:br/>
        <w:t>Basierend auf: Standard;WA_Standard</w:t>
      </w:r>
    </w:p>
    <w:p w:rsidR="008861A4" w:rsidRDefault="008861A4" w:rsidP="008861A4">
      <w:pPr>
        <w:pStyle w:val="FormatvorlageName"/>
      </w:pPr>
      <w:r>
        <w:t xml:space="preserve">Fußzeile;WA_Fußzeile </w:t>
      </w:r>
      <w:r>
        <w:rPr>
          <w:rStyle w:val="SchwacheHervorhebung"/>
        </w:rPr>
        <w:t>(Verknüpfte F</w:t>
      </w:r>
      <w:r w:rsidRPr="00051847">
        <w:rPr>
          <w:rStyle w:val="SchwacheHervorhebung"/>
        </w:rPr>
        <w:t>ormatvorlage)</w:t>
      </w:r>
    </w:p>
    <w:p w:rsidR="008861A4" w:rsidRPr="00A55F6C" w:rsidRDefault="008861A4" w:rsidP="008861A4">
      <w:pPr>
        <w:pStyle w:val="FormatvorlageDefinition"/>
      </w:pPr>
      <w:r w:rsidRPr="00A55F6C">
        <w:t>Schriftart: 10 pt</w:t>
      </w:r>
      <w:r w:rsidRPr="00A55F6C">
        <w:br/>
        <w:t>Rechtschreibung und Grammatik nicht prüfen</w:t>
      </w:r>
      <w:r w:rsidRPr="00A55F6C">
        <w:br/>
      </w:r>
      <w:r>
        <w:t xml:space="preserve">Ausrichtung: </w:t>
      </w:r>
      <w:r w:rsidRPr="00A55F6C">
        <w:t>Links</w:t>
      </w:r>
      <w:r w:rsidRPr="00A55F6C">
        <w:br/>
        <w:t>Zeilenabstand:</w:t>
      </w:r>
      <w:r>
        <w:t xml:space="preserve"> </w:t>
      </w:r>
      <w:r w:rsidRPr="00A55F6C">
        <w:t>einfach</w:t>
      </w:r>
      <w:r w:rsidRPr="00A55F6C">
        <w:br/>
        <w:t>Abstand Nach:</w:t>
      </w:r>
      <w:r>
        <w:t xml:space="preserve"> </w:t>
      </w:r>
      <w:r w:rsidRPr="00A55F6C">
        <w:t>0 pt</w:t>
      </w:r>
      <w:r w:rsidRPr="00A55F6C">
        <w:br/>
        <w:t>Rahmen: Oben: (Einfache einfarbige Linie</w:t>
      </w:r>
      <w:r>
        <w:t xml:space="preserve">, </w:t>
      </w:r>
      <w:r w:rsidRPr="00A55F6C">
        <w:t>Automatisch</w:t>
      </w:r>
      <w:r>
        <w:t xml:space="preserve">, </w:t>
      </w:r>
      <w:r w:rsidRPr="00A55F6C">
        <w:t>0,5 pt Zeilenbreite)</w:t>
      </w:r>
      <w:r w:rsidRPr="00A55F6C">
        <w:br/>
        <w:t>Basierend auf: Standard;WA_Standard</w:t>
      </w:r>
    </w:p>
    <w:p w:rsidR="008861A4" w:rsidRDefault="008861A4" w:rsidP="008861A4">
      <w:pPr>
        <w:pStyle w:val="FormatvorlageName"/>
      </w:pPr>
      <w:r>
        <w:t xml:space="preserve">Seitenzahl;WA_Seitenzahl </w:t>
      </w:r>
      <w:r w:rsidRPr="00051847">
        <w:rPr>
          <w:rStyle w:val="SchwacheHervorhebung"/>
        </w:rPr>
        <w:t>(Zeichenformatvorlage)</w:t>
      </w:r>
    </w:p>
    <w:p w:rsidR="008861A4" w:rsidRPr="00A55F6C" w:rsidRDefault="008861A4" w:rsidP="008861A4">
      <w:pPr>
        <w:pStyle w:val="FormatvorlageDefinition"/>
      </w:pPr>
      <w:r w:rsidRPr="00A55F6C">
        <w:t>Schriftart: Calibri</w:t>
      </w:r>
      <w:r>
        <w:t xml:space="preserve">, </w:t>
      </w:r>
      <w:r w:rsidRPr="00A55F6C">
        <w:t>12 pt</w:t>
      </w:r>
      <w:r w:rsidRPr="00A55F6C">
        <w:br/>
        <w:t>Schriftartfarbe: Automatisch</w:t>
      </w:r>
      <w:r w:rsidRPr="00A55F6C">
        <w:br/>
        <w:t>Rahmen:</w:t>
      </w:r>
      <w:r>
        <w:t xml:space="preserve"> </w:t>
      </w:r>
      <w:r w:rsidRPr="00A55F6C">
        <w:t>(Kein Rahmen)</w:t>
      </w:r>
      <w:r w:rsidRPr="00A55F6C">
        <w:br/>
        <w:t>Muster: Transparent</w:t>
      </w:r>
      <w:r w:rsidRPr="00A55F6C">
        <w:br/>
        <w:t xml:space="preserve">Nicht Erweitert durch / Verdichtet durch </w:t>
      </w:r>
      <w:r w:rsidRPr="00A55F6C">
        <w:br/>
      </w:r>
      <w:r w:rsidRPr="00A55F6C">
        <w:lastRenderedPageBreak/>
        <w:t>Zeichenskalierung 100%</w:t>
      </w:r>
      <w:r w:rsidRPr="00A55F6C">
        <w:br/>
        <w:t>Basierend auf: Absatz-Standardschriftart</w:t>
      </w:r>
    </w:p>
    <w:p w:rsidR="008861A4" w:rsidRDefault="008861A4" w:rsidP="008861A4">
      <w:pPr>
        <w:pStyle w:val="FormatvorlageName"/>
      </w:pPr>
      <w:r>
        <w:t xml:space="preserve">WA_TIPP_Absatz </w:t>
      </w:r>
      <w:r>
        <w:rPr>
          <w:rStyle w:val="SchwacheHervorhebung"/>
        </w:rPr>
        <w:t>(Absatz</w:t>
      </w:r>
      <w:r w:rsidRPr="00051847">
        <w:rPr>
          <w:rStyle w:val="SchwacheHervorhebung"/>
        </w:rPr>
        <w:t>formatvorlage)</w:t>
      </w:r>
    </w:p>
    <w:p w:rsidR="008861A4" w:rsidRPr="00A55F6C" w:rsidRDefault="008861A4" w:rsidP="008861A4">
      <w:pPr>
        <w:pStyle w:val="FormatvorlageDefinition"/>
      </w:pPr>
      <w:r w:rsidRPr="00A55F6C">
        <w:t xml:space="preserve">Formatvorlage des nächsten </w:t>
      </w:r>
      <w:r>
        <w:t xml:space="preserve">Absatzes: Standard;WA_Standard </w:t>
      </w:r>
      <w:r>
        <w:br/>
      </w:r>
      <w:r w:rsidRPr="00A55F6C">
        <w:t>Rahmen: Oben: (Einfache einfarbige Linie</w:t>
      </w:r>
      <w:r>
        <w:t xml:space="preserve">, </w:t>
      </w:r>
      <w:r w:rsidRPr="00A55F6C">
        <w:t>Text 1</w:t>
      </w:r>
      <w:r>
        <w:t xml:space="preserve">, </w:t>
      </w:r>
      <w:r w:rsidRPr="00A55F6C">
        <w:t>1 pt Zeilenbreite)</w:t>
      </w:r>
      <w:r w:rsidRPr="00A55F6C">
        <w:br/>
        <w:t>Unten: (Einfache einfarbige Linie</w:t>
      </w:r>
      <w:r>
        <w:t xml:space="preserve">, </w:t>
      </w:r>
      <w:r w:rsidRPr="00A55F6C">
        <w:t>Text 1</w:t>
      </w:r>
      <w:r>
        <w:t xml:space="preserve">, </w:t>
      </w:r>
      <w:r w:rsidRPr="00A55F6C">
        <w:t>1 pt Zeilenbreite</w:t>
      </w:r>
      <w:r>
        <w:t xml:space="preserve">, </w:t>
      </w:r>
      <w:r w:rsidRPr="00A55F6C">
        <w:t>Vom Text:</w:t>
      </w:r>
      <w:r>
        <w:t xml:space="preserve"> </w:t>
      </w:r>
      <w:r w:rsidRPr="00A55F6C">
        <w:t>2 pt Rahmenabstand: )</w:t>
      </w:r>
      <w:r w:rsidRPr="00A55F6C">
        <w:br/>
        <w:t>Tabstopps:</w:t>
      </w:r>
      <w:r>
        <w:t xml:space="preserve"> </w:t>
      </w:r>
      <w:r w:rsidRPr="00A55F6C">
        <w:t>0,1 cm</w:t>
      </w:r>
      <w:r>
        <w:t xml:space="preserve">, </w:t>
      </w:r>
      <w:r w:rsidRPr="00A55F6C">
        <w:t>Links</w:t>
      </w:r>
      <w:r>
        <w:br/>
        <w:t xml:space="preserve">+ </w:t>
      </w:r>
      <w:r w:rsidRPr="00A55F6C">
        <w:t>1,2 cm</w:t>
      </w:r>
      <w:r>
        <w:t xml:space="preserve">, </w:t>
      </w:r>
      <w:r w:rsidRPr="00A55F6C">
        <w:t>Links</w:t>
      </w:r>
      <w:r>
        <w:br/>
        <w:t xml:space="preserve">+ </w:t>
      </w:r>
      <w:r w:rsidRPr="00A55F6C">
        <w:t>1,5 cm</w:t>
      </w:r>
      <w:r>
        <w:t xml:space="preserve">, </w:t>
      </w:r>
      <w:r w:rsidRPr="00A55F6C">
        <w:t>Links</w:t>
      </w:r>
      <w:r w:rsidRPr="00A55F6C">
        <w:br/>
        <w:t>Basierend auf: Standard;WA_Standard</w:t>
      </w:r>
      <w:r w:rsidRPr="00A55F6C">
        <w:br/>
        <w:t>Nächste Formatvorlage: Standard;WA_Standard</w:t>
      </w:r>
    </w:p>
    <w:p w:rsidR="008861A4" w:rsidRDefault="008861A4" w:rsidP="008861A4">
      <w:pPr>
        <w:pStyle w:val="FormatvorlageName"/>
      </w:pPr>
      <w:r>
        <w:t xml:space="preserve">WA_TIPP_Zeichen </w:t>
      </w:r>
      <w:r w:rsidRPr="00051847">
        <w:rPr>
          <w:rStyle w:val="SchwacheHervorhebung"/>
        </w:rPr>
        <w:t>(Zeichenformatvorlage)</w:t>
      </w:r>
    </w:p>
    <w:p w:rsidR="008861A4" w:rsidRDefault="008861A4" w:rsidP="008861A4">
      <w:pPr>
        <w:pStyle w:val="FormatvorlageDefinition"/>
      </w:pPr>
      <w:r w:rsidRPr="00A55F6C">
        <w:t>Schriftart: Fett</w:t>
      </w:r>
      <w:r w:rsidRPr="00A55F6C">
        <w:br/>
        <w:t>Schriftartfarbe: Hintergrund 1</w:t>
      </w:r>
      <w:r w:rsidRPr="00A55F6C">
        <w:br/>
        <w:t>Großbuchstaben</w:t>
      </w:r>
      <w:r w:rsidRPr="00A55F6C">
        <w:br/>
        <w:t>Muster: Transparent (Text 1)</w:t>
      </w:r>
      <w:r w:rsidRPr="00A55F6C">
        <w:br/>
        <w:t>Höhergestellt durch</w:t>
      </w:r>
      <w:r>
        <w:t xml:space="preserve"> </w:t>
      </w:r>
      <w:r w:rsidRPr="00A55F6C">
        <w:t>1 pt</w:t>
      </w:r>
      <w:r w:rsidRPr="00A55F6C">
        <w:br/>
        <w:t>Basierend auf: Absatz-Standardschriftart</w:t>
      </w:r>
    </w:p>
    <w:sectPr w:rsidR="008861A4" w:rsidSect="000B20BD">
      <w:headerReference w:type="even" r:id="rId16"/>
      <w:headerReference w:type="default" r:id="rId17"/>
      <w:headerReference w:type="first" r:id="rId18"/>
      <w:type w:val="oddPage"/>
      <w:pgSz w:w="11906" w:h="16838" w:code="9"/>
      <w:pgMar w:top="1418" w:right="3402" w:bottom="1134" w:left="1418" w:header="709" w:footer="709" w:gutter="0"/>
      <w:pgNumType w:fmt="upperRoman"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92B" w:rsidRDefault="006A792B" w:rsidP="00C40656">
      <w:pPr>
        <w:spacing w:after="0" w:line="240" w:lineRule="auto"/>
      </w:pPr>
      <w:r>
        <w:separator/>
      </w:r>
    </w:p>
  </w:endnote>
  <w:endnote w:type="continuationSeparator" w:id="0">
    <w:p w:rsidR="006A792B" w:rsidRDefault="006A792B" w:rsidP="00C406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92B" w:rsidRDefault="006A792B" w:rsidP="00C40656">
      <w:pPr>
        <w:spacing w:after="0" w:line="240" w:lineRule="auto"/>
      </w:pPr>
      <w:r>
        <w:separator/>
      </w:r>
    </w:p>
  </w:footnote>
  <w:footnote w:type="continuationSeparator" w:id="0">
    <w:p w:rsidR="006A792B" w:rsidRDefault="006A792B" w:rsidP="00C406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656" w:rsidRDefault="007C0B66" w:rsidP="00C40656">
    <w:pPr>
      <w:pStyle w:val="Kopfzeile"/>
    </w:pPr>
    <w:r w:rsidRPr="007F792E">
      <w:rPr>
        <w:rStyle w:val="Seitenzahl"/>
      </w:rPr>
      <w:fldChar w:fldCharType="begin"/>
    </w:r>
    <w:r w:rsidR="00C40656" w:rsidRPr="007F792E">
      <w:rPr>
        <w:rStyle w:val="Seitenzahl"/>
      </w:rPr>
      <w:instrText xml:space="preserve"> PAGE </w:instrText>
    </w:r>
    <w:r w:rsidRPr="007F792E">
      <w:rPr>
        <w:rStyle w:val="Seitenzahl"/>
      </w:rPr>
      <w:fldChar w:fldCharType="separate"/>
    </w:r>
    <w:r w:rsidR="00754C98">
      <w:rPr>
        <w:rStyle w:val="Seitenzahl"/>
      </w:rPr>
      <w:t>2</w:t>
    </w:r>
    <w:r w:rsidRPr="007F792E">
      <w:rPr>
        <w:rStyle w:val="Seitenzahl"/>
      </w:rPr>
      <w:fldChar w:fldCharType="end"/>
    </w:r>
    <w:r w:rsidR="00C40656">
      <w:ptab w:relativeTo="margin" w:alignment="right" w:leader="none"/>
    </w:r>
    <w:r>
      <w:fldChar w:fldCharType="begin"/>
    </w:r>
    <w:r w:rsidR="00C40656">
      <w:instrText xml:space="preserve"> STYLEREF  "Überschrift 2;WA_Überschrift 2"</w:instrText>
    </w:r>
    <w:r>
      <w:fldChar w:fldCharType="separate"/>
    </w:r>
    <w:r w:rsidR="006D0E25">
      <w:t>Erste »Überschrift 2«</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656" w:rsidRPr="00034C11" w:rsidRDefault="007C0B66" w:rsidP="00C40656">
    <w:pPr>
      <w:pStyle w:val="Kopfzeile"/>
    </w:pPr>
    <w:r>
      <w:fldChar w:fldCharType="begin"/>
    </w:r>
    <w:r w:rsidR="00C40656">
      <w:instrText xml:space="preserve"> STYLEREF  "Überschrift 1;WA_Überschrift 1"</w:instrText>
    </w:r>
    <w:r>
      <w:fldChar w:fldCharType="separate"/>
    </w:r>
    <w:r w:rsidR="006D0E25">
      <w:t>Erste »Überschrift 1«</w:t>
    </w:r>
    <w:r>
      <w:fldChar w:fldCharType="end"/>
    </w:r>
    <w:r w:rsidR="00C40656">
      <w:ptab w:relativeTo="margin" w:alignment="right" w:leader="none"/>
    </w:r>
    <w:r w:rsidRPr="007F792E">
      <w:rPr>
        <w:rStyle w:val="Seitenzahl"/>
      </w:rPr>
      <w:fldChar w:fldCharType="begin"/>
    </w:r>
    <w:r w:rsidR="00C40656" w:rsidRPr="007F792E">
      <w:rPr>
        <w:rStyle w:val="Seitenzahl"/>
      </w:rPr>
      <w:instrText xml:space="preserve"> PAGE </w:instrText>
    </w:r>
    <w:r w:rsidRPr="007F792E">
      <w:rPr>
        <w:rStyle w:val="Seitenzahl"/>
      </w:rPr>
      <w:fldChar w:fldCharType="separate"/>
    </w:r>
    <w:r w:rsidR="00754C98">
      <w:rPr>
        <w:rStyle w:val="Seitenzahl"/>
      </w:rPr>
      <w:t>3</w:t>
    </w:r>
    <w:r w:rsidRPr="007F792E">
      <w:rPr>
        <w:rStyle w:val="Seitenzahl"/>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BAF" w:rsidRDefault="007C0B66" w:rsidP="00C40656">
    <w:pPr>
      <w:pStyle w:val="Kopfzeile"/>
    </w:pPr>
    <w:r w:rsidRPr="007F792E">
      <w:rPr>
        <w:rStyle w:val="Seitenzahl"/>
      </w:rPr>
      <w:fldChar w:fldCharType="begin"/>
    </w:r>
    <w:r w:rsidR="007F0BAF" w:rsidRPr="007F792E">
      <w:rPr>
        <w:rStyle w:val="Seitenzahl"/>
      </w:rPr>
      <w:instrText xml:space="preserve"> PAGE </w:instrText>
    </w:r>
    <w:r w:rsidRPr="007F792E">
      <w:rPr>
        <w:rStyle w:val="Seitenzahl"/>
      </w:rPr>
      <w:fldChar w:fldCharType="separate"/>
    </w:r>
    <w:r w:rsidR="007B76C4">
      <w:rPr>
        <w:rStyle w:val="Seitenzahl"/>
      </w:rPr>
      <w:t>6</w:t>
    </w:r>
    <w:r w:rsidRPr="007F792E">
      <w:rPr>
        <w:rStyle w:val="Seitenzahl"/>
      </w:rPr>
      <w:fldChar w:fldCharType="end"/>
    </w:r>
    <w:r w:rsidR="007F0BAF">
      <w:ptab w:relativeTo="margin" w:alignment="right" w:leader="none"/>
    </w:r>
    <w:fldSimple w:instr=" STYLEREF  &quot;Überschrift 2;WA_Überschrift 2&quot;">
      <w:r w:rsidR="007B76C4">
        <w:t>Vierte »Überschrift 2«</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BAF" w:rsidRPr="00034C11" w:rsidRDefault="007C0B66" w:rsidP="00C40656">
    <w:pPr>
      <w:pStyle w:val="Kopfzeile"/>
    </w:pPr>
    <w:fldSimple w:instr=" STYLEREF  &quot;Überschrift 1;WA_Überschrift 1&quot;">
      <w:r w:rsidR="007B76C4">
        <w:t>Zweite »Überschrift 1«</w:t>
      </w:r>
    </w:fldSimple>
    <w:r w:rsidR="007F0BAF">
      <w:ptab w:relativeTo="margin" w:alignment="right" w:leader="none"/>
    </w:r>
    <w:r w:rsidRPr="007F792E">
      <w:rPr>
        <w:rStyle w:val="Seitenzahl"/>
      </w:rPr>
      <w:fldChar w:fldCharType="begin"/>
    </w:r>
    <w:r w:rsidR="007F0BAF" w:rsidRPr="007F792E">
      <w:rPr>
        <w:rStyle w:val="Seitenzahl"/>
      </w:rPr>
      <w:instrText xml:space="preserve"> PAGE </w:instrText>
    </w:r>
    <w:r w:rsidRPr="007F792E">
      <w:rPr>
        <w:rStyle w:val="Seitenzahl"/>
      </w:rPr>
      <w:fldChar w:fldCharType="separate"/>
    </w:r>
    <w:r w:rsidR="007B76C4">
      <w:rPr>
        <w:rStyle w:val="Seitenzahl"/>
      </w:rPr>
      <w:t>5</w:t>
    </w:r>
    <w:r w:rsidRPr="007F792E">
      <w:rPr>
        <w:rStyle w:val="Seitenzahl"/>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DE5" w:rsidRPr="00034C11" w:rsidRDefault="007C0B66" w:rsidP="00937DE5">
    <w:pPr>
      <w:pStyle w:val="Kopfzeile"/>
    </w:pPr>
    <w:fldSimple w:instr=" STYLEREF  &quot;Überschrift 1;WA_Überschrift 1&quot;">
      <w:r w:rsidR="007B76C4">
        <w:t>Erste »Überschrift 1«</w:t>
      </w:r>
    </w:fldSimple>
    <w:r w:rsidR="00937DE5">
      <w:ptab w:relativeTo="margin" w:alignment="right" w:leader="none"/>
    </w:r>
    <w:r w:rsidRPr="007F792E">
      <w:rPr>
        <w:rStyle w:val="Seitenzahl"/>
      </w:rPr>
      <w:fldChar w:fldCharType="begin"/>
    </w:r>
    <w:r w:rsidR="00937DE5" w:rsidRPr="007F792E">
      <w:rPr>
        <w:rStyle w:val="Seitenzahl"/>
      </w:rPr>
      <w:instrText xml:space="preserve"> PAGE </w:instrText>
    </w:r>
    <w:r w:rsidRPr="007F792E">
      <w:rPr>
        <w:rStyle w:val="Seitenzahl"/>
      </w:rPr>
      <w:fldChar w:fldCharType="separate"/>
    </w:r>
    <w:r w:rsidR="007B76C4">
      <w:rPr>
        <w:rStyle w:val="Seitenzahl"/>
      </w:rPr>
      <w:t>1</w:t>
    </w:r>
    <w:r w:rsidRPr="007F792E">
      <w:rPr>
        <w:rStyle w:val="Seitenzahl"/>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BD" w:rsidRDefault="007C0B66" w:rsidP="00C40656">
    <w:pPr>
      <w:pStyle w:val="Kopfzeile"/>
    </w:pPr>
    <w:r w:rsidRPr="007F792E">
      <w:rPr>
        <w:rStyle w:val="Seitenzahl"/>
      </w:rPr>
      <w:fldChar w:fldCharType="begin"/>
    </w:r>
    <w:r w:rsidR="000B20BD" w:rsidRPr="007F792E">
      <w:rPr>
        <w:rStyle w:val="Seitenzahl"/>
      </w:rPr>
      <w:instrText xml:space="preserve"> PAGE </w:instrText>
    </w:r>
    <w:r w:rsidRPr="007F792E">
      <w:rPr>
        <w:rStyle w:val="Seitenzahl"/>
      </w:rPr>
      <w:fldChar w:fldCharType="separate"/>
    </w:r>
    <w:r w:rsidR="007B76C4">
      <w:rPr>
        <w:rStyle w:val="Seitenzahl"/>
      </w:rPr>
      <w:t>II</w:t>
    </w:r>
    <w:r w:rsidRPr="007F792E">
      <w:rPr>
        <w:rStyle w:val="Seitenzahl"/>
      </w:rPr>
      <w:fldChar w:fldCharType="end"/>
    </w:r>
    <w:r w:rsidR="000B20BD">
      <w:ptab w:relativeTo="margin" w:alignment="right" w:leader="none"/>
    </w:r>
    <w:fldSimple w:instr=" STYLEREF  &quot;WA_Überschrift 1&quot;">
      <w:r w:rsidR="007B76C4">
        <w:t>In »WissenschaftlicheArbeit.dox« geänderte und neu erstellte Formatvorlagen</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BD" w:rsidRPr="00034C11" w:rsidRDefault="007C0B66" w:rsidP="00C40656">
    <w:pPr>
      <w:pStyle w:val="Kopfzeile"/>
    </w:pPr>
    <w:fldSimple w:instr=" STYLEREF  &quot;WA_Überschrift 1&quot;">
      <w:r w:rsidR="007B76C4">
        <w:t>In »WissenschaftlicheArbeit.dox« geänderte und neu erstellte Formatvorlagen</w:t>
      </w:r>
    </w:fldSimple>
    <w:r w:rsidR="000B20BD">
      <w:ptab w:relativeTo="margin" w:alignment="right" w:leader="none"/>
    </w:r>
    <w:r w:rsidRPr="007F792E">
      <w:rPr>
        <w:rStyle w:val="Seitenzahl"/>
      </w:rPr>
      <w:fldChar w:fldCharType="begin"/>
    </w:r>
    <w:r w:rsidR="000B20BD" w:rsidRPr="007F792E">
      <w:rPr>
        <w:rStyle w:val="Seitenzahl"/>
      </w:rPr>
      <w:instrText xml:space="preserve"> PAGE </w:instrText>
    </w:r>
    <w:r w:rsidRPr="007F792E">
      <w:rPr>
        <w:rStyle w:val="Seitenzahl"/>
      </w:rPr>
      <w:fldChar w:fldCharType="separate"/>
    </w:r>
    <w:r w:rsidR="007B76C4">
      <w:rPr>
        <w:rStyle w:val="Seitenzahl"/>
      </w:rPr>
      <w:t>III</w:t>
    </w:r>
    <w:r w:rsidRPr="007F792E">
      <w:rPr>
        <w:rStyle w:val="Seitenzahl"/>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BD" w:rsidRPr="00034C11" w:rsidRDefault="007C0B66" w:rsidP="00937DE5">
    <w:pPr>
      <w:pStyle w:val="Kopfzeile"/>
    </w:pPr>
    <w:r>
      <w:fldChar w:fldCharType="begin"/>
    </w:r>
    <w:r w:rsidR="000B20BD">
      <w:instrText xml:space="preserve"> STYLEREF  "WA_Überschrift</w:instrText>
    </w:r>
    <w:r w:rsidR="006D0E25">
      <w:instrText xml:space="preserve"> 1</w:instrText>
    </w:r>
    <w:r w:rsidR="000B20BD">
      <w:instrText>"</w:instrText>
    </w:r>
    <w:r>
      <w:fldChar w:fldCharType="separate"/>
    </w:r>
    <w:r w:rsidR="007B76C4">
      <w:t>In »WissenschaftlicheArbeit.dox« geänderte und neu erstellte Formatvorlagen</w:t>
    </w:r>
    <w:r>
      <w:fldChar w:fldCharType="end"/>
    </w:r>
    <w:r w:rsidR="000B20BD">
      <w:ptab w:relativeTo="margin" w:alignment="right" w:leader="none"/>
    </w:r>
    <w:r w:rsidRPr="007F792E">
      <w:rPr>
        <w:rStyle w:val="Seitenzahl"/>
      </w:rPr>
      <w:fldChar w:fldCharType="begin"/>
    </w:r>
    <w:r w:rsidR="000B20BD" w:rsidRPr="007F792E">
      <w:rPr>
        <w:rStyle w:val="Seitenzahl"/>
      </w:rPr>
      <w:instrText xml:space="preserve"> PAGE </w:instrText>
    </w:r>
    <w:r w:rsidRPr="007F792E">
      <w:rPr>
        <w:rStyle w:val="Seitenzahl"/>
      </w:rPr>
      <w:fldChar w:fldCharType="separate"/>
    </w:r>
    <w:r w:rsidR="007B76C4">
      <w:rPr>
        <w:rStyle w:val="Seitenzahl"/>
      </w:rPr>
      <w:t>I</w:t>
    </w:r>
    <w:r w:rsidRPr="007F792E">
      <w:rPr>
        <w:rStyle w:val="Seitenzah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5DAFF6E"/>
    <w:lvl w:ilvl="0">
      <w:start w:val="1"/>
      <w:numFmt w:val="decimal"/>
      <w:lvlText w:val="%1."/>
      <w:lvlJc w:val="left"/>
      <w:pPr>
        <w:tabs>
          <w:tab w:val="num" w:pos="1492"/>
        </w:tabs>
        <w:ind w:left="1492" w:hanging="360"/>
      </w:pPr>
    </w:lvl>
  </w:abstractNum>
  <w:abstractNum w:abstractNumId="1">
    <w:nsid w:val="FFFFFF7D"/>
    <w:multiLevelType w:val="singleLevel"/>
    <w:tmpl w:val="8FB24720"/>
    <w:lvl w:ilvl="0">
      <w:start w:val="1"/>
      <w:numFmt w:val="decimal"/>
      <w:lvlText w:val="%1."/>
      <w:lvlJc w:val="left"/>
      <w:pPr>
        <w:tabs>
          <w:tab w:val="num" w:pos="1209"/>
        </w:tabs>
        <w:ind w:left="1209" w:hanging="360"/>
      </w:pPr>
    </w:lvl>
  </w:abstractNum>
  <w:abstractNum w:abstractNumId="2">
    <w:nsid w:val="FFFFFF7E"/>
    <w:multiLevelType w:val="singleLevel"/>
    <w:tmpl w:val="58C28ACC"/>
    <w:lvl w:ilvl="0">
      <w:start w:val="1"/>
      <w:numFmt w:val="decimal"/>
      <w:lvlText w:val="%1."/>
      <w:lvlJc w:val="left"/>
      <w:pPr>
        <w:tabs>
          <w:tab w:val="num" w:pos="926"/>
        </w:tabs>
        <w:ind w:left="926" w:hanging="360"/>
      </w:pPr>
    </w:lvl>
  </w:abstractNum>
  <w:abstractNum w:abstractNumId="3">
    <w:nsid w:val="FFFFFF7F"/>
    <w:multiLevelType w:val="singleLevel"/>
    <w:tmpl w:val="9760C982"/>
    <w:lvl w:ilvl="0">
      <w:start w:val="1"/>
      <w:numFmt w:val="decimal"/>
      <w:lvlText w:val="%1."/>
      <w:lvlJc w:val="left"/>
      <w:pPr>
        <w:tabs>
          <w:tab w:val="num" w:pos="643"/>
        </w:tabs>
        <w:ind w:left="643" w:hanging="360"/>
      </w:pPr>
    </w:lvl>
  </w:abstractNum>
  <w:abstractNum w:abstractNumId="4">
    <w:nsid w:val="FFFFFF80"/>
    <w:multiLevelType w:val="singleLevel"/>
    <w:tmpl w:val="E422AE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8844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07CA7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8E36E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CE8B36"/>
    <w:lvl w:ilvl="0">
      <w:start w:val="1"/>
      <w:numFmt w:val="decimal"/>
      <w:lvlText w:val="%1."/>
      <w:lvlJc w:val="left"/>
      <w:pPr>
        <w:tabs>
          <w:tab w:val="num" w:pos="360"/>
        </w:tabs>
        <w:ind w:left="360" w:hanging="360"/>
      </w:pPr>
    </w:lvl>
  </w:abstractNum>
  <w:abstractNum w:abstractNumId="9">
    <w:nsid w:val="FFFFFF89"/>
    <w:multiLevelType w:val="singleLevel"/>
    <w:tmpl w:val="B456C11A"/>
    <w:lvl w:ilvl="0">
      <w:start w:val="1"/>
      <w:numFmt w:val="bullet"/>
      <w:lvlText w:val=""/>
      <w:lvlJc w:val="left"/>
      <w:pPr>
        <w:tabs>
          <w:tab w:val="num" w:pos="360"/>
        </w:tabs>
        <w:ind w:left="360" w:hanging="360"/>
      </w:pPr>
      <w:rPr>
        <w:rFonts w:ascii="Symbol" w:hAnsi="Symbol" w:hint="default"/>
      </w:rPr>
    </w:lvl>
  </w:abstractNum>
  <w:abstractNum w:abstractNumId="10">
    <w:nsid w:val="20370BA2"/>
    <w:multiLevelType w:val="multilevel"/>
    <w:tmpl w:val="B75E2A30"/>
    <w:styleLink w:val="WAListefrNummerierung"/>
    <w:lvl w:ilvl="0">
      <w:start w:val="1"/>
      <w:numFmt w:val="none"/>
      <w:pStyle w:val="WANummerierungStandarddavor"/>
      <w:suff w:val="nothing"/>
      <w:lvlText w:val=""/>
      <w:lvlJc w:val="left"/>
      <w:pPr>
        <w:ind w:left="0" w:firstLine="0"/>
      </w:pPr>
      <w:rPr>
        <w:rFonts w:cs="Times New Roman" w:hint="default"/>
      </w:rPr>
    </w:lvl>
    <w:lvl w:ilvl="1">
      <w:start w:val="1"/>
      <w:numFmt w:val="decimal"/>
      <w:pStyle w:val="WANummerierungarabisch"/>
      <w:lvlText w:val="%2."/>
      <w:lvlJc w:val="left"/>
      <w:pPr>
        <w:tabs>
          <w:tab w:val="num" w:pos="284"/>
        </w:tabs>
        <w:ind w:left="284" w:hanging="284"/>
      </w:pPr>
      <w:rPr>
        <w:rFonts w:asciiTheme="minorHAnsi" w:hAnsiTheme="minorHAnsi" w:cs="Times New Roman" w:hint="default"/>
      </w:rPr>
    </w:lvl>
    <w:lvl w:ilvl="2">
      <w:start w:val="1"/>
      <w:numFmt w:val="decimal"/>
      <w:lvlRestart w:val="1"/>
      <w:pStyle w:val="WANummerierungarabischfettalsberschrift"/>
      <w:lvlText w:val="%3."/>
      <w:lvlJc w:val="left"/>
      <w:pPr>
        <w:tabs>
          <w:tab w:val="num" w:pos="284"/>
        </w:tabs>
        <w:ind w:left="284" w:hanging="284"/>
      </w:pPr>
      <w:rPr>
        <w:rFonts w:asciiTheme="minorHAnsi" w:hAnsiTheme="minorHAnsi" w:cs="Times New Roman" w:hint="default"/>
      </w:rPr>
    </w:lvl>
    <w:lvl w:ilvl="3">
      <w:start w:val="1"/>
      <w:numFmt w:val="decimal"/>
      <w:lvlRestart w:val="0"/>
      <w:lvlText w:val="%4."/>
      <w:lvlJc w:val="left"/>
      <w:pPr>
        <w:tabs>
          <w:tab w:val="num" w:pos="454"/>
        </w:tabs>
        <w:ind w:left="454" w:hanging="284"/>
      </w:pPr>
      <w:rPr>
        <w:rFonts w:cs="Times New Roman" w:hint="default"/>
      </w:rPr>
    </w:lvl>
    <w:lvl w:ilvl="4">
      <w:start w:val="1"/>
      <w:numFmt w:val="bullet"/>
      <w:lvlRestart w:val="0"/>
      <w:pStyle w:val="WAAufzhlungPunkt"/>
      <w:lvlText w:val="•"/>
      <w:lvlJc w:val="left"/>
      <w:pPr>
        <w:tabs>
          <w:tab w:val="num" w:pos="284"/>
        </w:tabs>
        <w:ind w:left="284" w:hanging="284"/>
      </w:pPr>
      <w:rPr>
        <w:rFonts w:ascii="Calibri" w:hAnsi="Calibri" w:hint="default"/>
      </w:rPr>
    </w:lvl>
    <w:lvl w:ilvl="5">
      <w:start w:val="1"/>
      <w:numFmt w:val="bullet"/>
      <w:lvlRestart w:val="0"/>
      <w:pStyle w:val="WAAufzhlungPunkteingezogen05"/>
      <w:lvlText w:val="•"/>
      <w:lvlJc w:val="left"/>
      <w:pPr>
        <w:tabs>
          <w:tab w:val="num" w:pos="567"/>
        </w:tabs>
        <w:ind w:left="567" w:hanging="283"/>
      </w:pPr>
      <w:rPr>
        <w:rFonts w:ascii="Calibri" w:hAnsi="Calibri" w:hint="default"/>
      </w:rPr>
    </w:lvl>
    <w:lvl w:ilvl="6">
      <w:start w:val="1"/>
      <w:numFmt w:val="bullet"/>
      <w:lvlRestart w:val="0"/>
      <w:pStyle w:val="WAAufzhlungSpiegelstrich"/>
      <w:lvlText w:val=""/>
      <w:lvlJc w:val="left"/>
      <w:pPr>
        <w:tabs>
          <w:tab w:val="num" w:pos="284"/>
        </w:tabs>
        <w:ind w:left="284" w:hanging="284"/>
      </w:pPr>
      <w:rPr>
        <w:rFonts w:ascii="Symbol" w:hAnsi="Symbol" w:hint="default"/>
        <w:color w:val="000058"/>
      </w:rPr>
    </w:lvl>
    <w:lvl w:ilvl="7">
      <w:start w:val="1"/>
      <w:numFmt w:val="bullet"/>
      <w:lvlRestart w:val="0"/>
      <w:pStyle w:val="WATabelleAufzhlungPunkt"/>
      <w:lvlText w:val="•"/>
      <w:lvlJc w:val="left"/>
      <w:pPr>
        <w:ind w:left="284" w:hanging="227"/>
      </w:pPr>
      <w:rPr>
        <w:rFonts w:ascii="Calibri" w:hAnsi="Calibri" w:hint="default"/>
      </w:rPr>
    </w:lvl>
    <w:lvl w:ilvl="8">
      <w:start w:val="1"/>
      <w:numFmt w:val="lowerRoman"/>
      <w:lvlText w:val="%9."/>
      <w:lvlJc w:val="right"/>
      <w:pPr>
        <w:ind w:left="6480" w:hanging="180"/>
      </w:pPr>
      <w:rPr>
        <w:rFonts w:cs="Times New Roman" w:hint="default"/>
      </w:rPr>
    </w:lvl>
  </w:abstractNum>
  <w:abstractNum w:abstractNumId="11">
    <w:nsid w:val="43A02174"/>
    <w:multiLevelType w:val="multilevel"/>
    <w:tmpl w:val="AFBA1308"/>
    <w:styleLink w:val="WAListefrberschriften"/>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1134" w:hanging="1134"/>
      </w:pPr>
      <w:rPr>
        <w:rFonts w:hint="default"/>
      </w:rPr>
    </w:lvl>
    <w:lvl w:ilvl="5">
      <w:start w:val="1"/>
      <w:numFmt w:val="decimal"/>
      <w:pStyle w:val="berschrift6"/>
      <w:lvlText w:val="%1.%2.%3.%4.%5.%6"/>
      <w:lvlJc w:val="left"/>
      <w:pPr>
        <w:ind w:left="1418" w:hanging="1418"/>
      </w:pPr>
      <w:rPr>
        <w:rFonts w:hint="default"/>
      </w:rPr>
    </w:lvl>
    <w:lvl w:ilvl="6">
      <w:start w:val="1"/>
      <w:numFmt w:val="decimal"/>
      <w:pStyle w:val="berschrift7"/>
      <w:lvlText w:val="%1.%2.%3.%4.%5.%6.%7"/>
      <w:lvlJc w:val="left"/>
      <w:pPr>
        <w:ind w:left="1701" w:hanging="1701"/>
      </w:pPr>
      <w:rPr>
        <w:rFonts w:hint="default"/>
      </w:rPr>
    </w:lvl>
    <w:lvl w:ilvl="7">
      <w:start w:val="1"/>
      <w:numFmt w:val="decimal"/>
      <w:pStyle w:val="berschrift8"/>
      <w:lvlText w:val="%1.%2.%3.%4.%5.%6.%7.%8"/>
      <w:lvlJc w:val="left"/>
      <w:pPr>
        <w:ind w:left="1701" w:hanging="1701"/>
      </w:pPr>
      <w:rPr>
        <w:rFonts w:hint="default"/>
      </w:rPr>
    </w:lvl>
    <w:lvl w:ilvl="8">
      <w:start w:val="1"/>
      <w:numFmt w:val="decimal"/>
      <w:pStyle w:val="berschrift9"/>
      <w:lvlText w:val="%1.%2.%3.%4.%5.%6.%7.%8.%9"/>
      <w:lvlJc w:val="left"/>
      <w:pPr>
        <w:ind w:left="1985" w:hanging="1985"/>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0"/>
  </w:num>
  <w:num w:numId="11">
    <w:abstractNumId w:val="10"/>
  </w:num>
  <w:num w:numId="12">
    <w:abstractNumId w:val="10"/>
  </w:num>
  <w:num w:numId="13">
    <w:abstractNumId w:val="10"/>
  </w:num>
  <w:num w:numId="14">
    <w:abstractNumId w:val="10"/>
  </w:num>
  <w:num w:numId="15">
    <w:abstractNumId w:val="11"/>
  </w:num>
  <w:num w:numId="16">
    <w:abstractNumId w:val="10"/>
  </w:num>
  <w:num w:numId="17">
    <w:abstractNumId w:val="10"/>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0"/>
  </w:num>
  <w:num w:numId="28">
    <w:abstractNumId w:val="10"/>
  </w:num>
  <w:num w:numId="29">
    <w:abstractNumId w:val="10"/>
  </w:num>
  <w:num w:numId="30">
    <w:abstractNumId w:val="10"/>
  </w:num>
  <w:num w:numId="31">
    <w:abstractNumId w:val="10"/>
  </w:num>
  <w:num w:numId="32">
    <w:abstractNumId w:val="11"/>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ttachedTemplate r:id="rId1"/>
  <w:stylePaneFormatFilter w:val="D724"/>
  <w:defaultTabStop w:val="709"/>
  <w:autoHyphenation/>
  <w:hyphenationZone w:val="425"/>
  <w:evenAndOddHeaders/>
  <w:characterSpacingControl w:val="doNotCompress"/>
  <w:footnotePr>
    <w:footnote w:id="-1"/>
    <w:footnote w:id="0"/>
  </w:footnotePr>
  <w:endnotePr>
    <w:endnote w:id="-1"/>
    <w:endnote w:id="0"/>
  </w:endnotePr>
  <w:compat/>
  <w:rsids>
    <w:rsidRoot w:val="00860DC3"/>
    <w:rsid w:val="000415CF"/>
    <w:rsid w:val="0006561D"/>
    <w:rsid w:val="000A1105"/>
    <w:rsid w:val="000B20BD"/>
    <w:rsid w:val="001306A5"/>
    <w:rsid w:val="0016133B"/>
    <w:rsid w:val="001B2BE5"/>
    <w:rsid w:val="001B2EA5"/>
    <w:rsid w:val="001D78DF"/>
    <w:rsid w:val="002306CD"/>
    <w:rsid w:val="00276912"/>
    <w:rsid w:val="003301C6"/>
    <w:rsid w:val="00331DF2"/>
    <w:rsid w:val="00347A70"/>
    <w:rsid w:val="00391CFF"/>
    <w:rsid w:val="003B3A23"/>
    <w:rsid w:val="0046263D"/>
    <w:rsid w:val="004749C0"/>
    <w:rsid w:val="0047519F"/>
    <w:rsid w:val="004B7FDA"/>
    <w:rsid w:val="004C3DB9"/>
    <w:rsid w:val="005028DE"/>
    <w:rsid w:val="0051444B"/>
    <w:rsid w:val="005533E0"/>
    <w:rsid w:val="005644D5"/>
    <w:rsid w:val="0059059E"/>
    <w:rsid w:val="005B44BF"/>
    <w:rsid w:val="005D7376"/>
    <w:rsid w:val="005E3998"/>
    <w:rsid w:val="0062073F"/>
    <w:rsid w:val="00644B4E"/>
    <w:rsid w:val="00657BDE"/>
    <w:rsid w:val="006A792B"/>
    <w:rsid w:val="006C42CD"/>
    <w:rsid w:val="006D0E25"/>
    <w:rsid w:val="00704B61"/>
    <w:rsid w:val="0072392F"/>
    <w:rsid w:val="00737ED3"/>
    <w:rsid w:val="00754C98"/>
    <w:rsid w:val="007706F9"/>
    <w:rsid w:val="007B76C4"/>
    <w:rsid w:val="007C0B66"/>
    <w:rsid w:val="007F0BAF"/>
    <w:rsid w:val="00805885"/>
    <w:rsid w:val="0082760D"/>
    <w:rsid w:val="00860DC3"/>
    <w:rsid w:val="0088165F"/>
    <w:rsid w:val="00884C11"/>
    <w:rsid w:val="008861A4"/>
    <w:rsid w:val="00937DE5"/>
    <w:rsid w:val="009A4732"/>
    <w:rsid w:val="009B15F9"/>
    <w:rsid w:val="009E0F45"/>
    <w:rsid w:val="009E4026"/>
    <w:rsid w:val="00A21535"/>
    <w:rsid w:val="00A640CD"/>
    <w:rsid w:val="00AA6252"/>
    <w:rsid w:val="00AC3C9E"/>
    <w:rsid w:val="00B90E7E"/>
    <w:rsid w:val="00B91327"/>
    <w:rsid w:val="00BC0BF5"/>
    <w:rsid w:val="00BD18BB"/>
    <w:rsid w:val="00C40656"/>
    <w:rsid w:val="00C55012"/>
    <w:rsid w:val="00C6230F"/>
    <w:rsid w:val="00CA1204"/>
    <w:rsid w:val="00CA753D"/>
    <w:rsid w:val="00CB5280"/>
    <w:rsid w:val="00CC4D93"/>
    <w:rsid w:val="00CD5E4A"/>
    <w:rsid w:val="00CF3413"/>
    <w:rsid w:val="00D2050C"/>
    <w:rsid w:val="00DB4A18"/>
    <w:rsid w:val="00DB4E0B"/>
    <w:rsid w:val="00DE68B1"/>
    <w:rsid w:val="00EA1E52"/>
    <w:rsid w:val="00F577C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23" w:unhideWhenUsed="0" w:qFormat="1"/>
    <w:lsdException w:name="Default Paragraph Font" w:uiPriority="1"/>
    <w:lsdException w:name="Subtitle" w:semiHidden="0" w:uiPriority="24"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40" w:qFormat="1"/>
    <w:lsdException w:name="Quote" w:uiPriority="40" w:qFormat="1"/>
    <w:lsdException w:name="Intense Quote" w:uiPriority="4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40" w:qFormat="1"/>
    <w:lsdException w:name="Subtle Reference" w:uiPriority="31" w:qFormat="1"/>
    <w:lsdException w:name="Intense Reference" w:semiHidden="0" w:uiPriority="32" w:unhideWhenUsed="0" w:qFormat="1"/>
    <w:lsdException w:name="Book Title" w:uiPriority="40" w:qFormat="1"/>
    <w:lsdException w:name="Bibliography" w:uiPriority="37"/>
    <w:lsdException w:name="TOC Heading" w:uiPriority="39" w:qFormat="1"/>
  </w:latentStyles>
  <w:style w:type="paragraph" w:default="1" w:styleId="Standard">
    <w:name w:val="Normal"/>
    <w:aliases w:val="WA_Standard"/>
    <w:qFormat/>
    <w:rsid w:val="00AA6252"/>
    <w:pPr>
      <w:spacing w:after="150" w:line="300" w:lineRule="exact"/>
      <w:jc w:val="both"/>
    </w:pPr>
    <w:rPr>
      <w:kern w:val="20"/>
    </w:rPr>
  </w:style>
  <w:style w:type="paragraph" w:styleId="berschrift1">
    <w:name w:val="heading 1"/>
    <w:aliases w:val="WA_Überschrift 1"/>
    <w:next w:val="Standard"/>
    <w:link w:val="berschrift1Zchn"/>
    <w:uiPriority w:val="9"/>
    <w:qFormat/>
    <w:rsid w:val="001306A5"/>
    <w:pPr>
      <w:pageBreakBefore/>
      <w:widowControl w:val="0"/>
      <w:numPr>
        <w:numId w:val="32"/>
      </w:numPr>
      <w:suppressAutoHyphens/>
      <w:spacing w:after="320" w:line="320" w:lineRule="exact"/>
      <w:outlineLvl w:val="0"/>
    </w:pPr>
    <w:rPr>
      <w:rFonts w:asciiTheme="majorHAnsi" w:eastAsiaTheme="majorEastAsia" w:hAnsiTheme="majorHAnsi" w:cstheme="majorBidi"/>
      <w:b/>
      <w:bCs/>
      <w:kern w:val="20"/>
      <w:sz w:val="32"/>
      <w:szCs w:val="28"/>
    </w:rPr>
  </w:style>
  <w:style w:type="paragraph" w:styleId="berschrift2">
    <w:name w:val="heading 2"/>
    <w:aliases w:val="WA_Überschrift 2"/>
    <w:next w:val="Standard"/>
    <w:link w:val="berschrift2Zchn"/>
    <w:uiPriority w:val="9"/>
    <w:qFormat/>
    <w:rsid w:val="004749C0"/>
    <w:pPr>
      <w:keepNext/>
      <w:keepLines/>
      <w:numPr>
        <w:ilvl w:val="1"/>
        <w:numId w:val="32"/>
      </w:numPr>
      <w:suppressAutoHyphens/>
      <w:spacing w:before="600" w:after="150" w:line="300" w:lineRule="exact"/>
      <w:outlineLvl w:val="1"/>
    </w:pPr>
    <w:rPr>
      <w:rFonts w:asciiTheme="majorHAnsi" w:eastAsiaTheme="majorEastAsia" w:hAnsiTheme="majorHAnsi" w:cstheme="majorBidi"/>
      <w:b/>
      <w:bCs/>
      <w:kern w:val="20"/>
      <w:sz w:val="26"/>
      <w:szCs w:val="26"/>
    </w:rPr>
  </w:style>
  <w:style w:type="paragraph" w:styleId="berschrift3">
    <w:name w:val="heading 3"/>
    <w:aliases w:val="WA_Überschrift 3"/>
    <w:next w:val="Standard"/>
    <w:link w:val="berschrift3Zchn"/>
    <w:uiPriority w:val="9"/>
    <w:qFormat/>
    <w:rsid w:val="004749C0"/>
    <w:pPr>
      <w:keepNext/>
      <w:keepLines/>
      <w:numPr>
        <w:ilvl w:val="2"/>
        <w:numId w:val="32"/>
      </w:numPr>
      <w:suppressAutoHyphens/>
      <w:spacing w:before="450" w:after="150" w:line="300" w:lineRule="exact"/>
      <w:outlineLvl w:val="2"/>
    </w:pPr>
    <w:rPr>
      <w:rFonts w:asciiTheme="majorHAnsi" w:eastAsiaTheme="majorEastAsia" w:hAnsiTheme="majorHAnsi" w:cstheme="majorBidi"/>
      <w:b/>
      <w:bCs/>
      <w:kern w:val="20"/>
    </w:rPr>
  </w:style>
  <w:style w:type="paragraph" w:styleId="berschrift4">
    <w:name w:val="heading 4"/>
    <w:aliases w:val="WA_Überschrift 4"/>
    <w:next w:val="Standard"/>
    <w:link w:val="berschrift4Zchn"/>
    <w:uiPriority w:val="9"/>
    <w:rsid w:val="001306A5"/>
    <w:pPr>
      <w:keepNext/>
      <w:keepLines/>
      <w:numPr>
        <w:ilvl w:val="3"/>
        <w:numId w:val="32"/>
      </w:numPr>
      <w:suppressAutoHyphens/>
      <w:spacing w:before="300" w:after="150" w:line="300" w:lineRule="exact"/>
      <w:contextualSpacing/>
      <w:outlineLvl w:val="3"/>
    </w:pPr>
    <w:rPr>
      <w:rFonts w:asciiTheme="majorHAnsi" w:eastAsiaTheme="majorEastAsia" w:hAnsiTheme="majorHAnsi" w:cstheme="majorBidi"/>
      <w:b/>
      <w:bCs/>
      <w:iCs/>
      <w:kern w:val="20"/>
    </w:rPr>
  </w:style>
  <w:style w:type="paragraph" w:styleId="berschrift5">
    <w:name w:val="heading 5"/>
    <w:aliases w:val="WA_Überschrift 5"/>
    <w:next w:val="Standard"/>
    <w:link w:val="berschrift5Zchn"/>
    <w:uiPriority w:val="9"/>
    <w:rsid w:val="001306A5"/>
    <w:pPr>
      <w:keepNext/>
      <w:keepLines/>
      <w:numPr>
        <w:ilvl w:val="4"/>
        <w:numId w:val="32"/>
      </w:numPr>
      <w:suppressAutoHyphens/>
      <w:spacing w:before="280" w:after="140" w:line="280" w:lineRule="exact"/>
      <w:contextualSpacing/>
      <w:outlineLvl w:val="4"/>
    </w:pPr>
    <w:rPr>
      <w:rFonts w:asciiTheme="majorHAnsi" w:eastAsiaTheme="majorEastAsia" w:hAnsiTheme="majorHAnsi" w:cs="Arial"/>
      <w:b/>
      <w:kern w:val="24"/>
      <w:sz w:val="24"/>
    </w:rPr>
  </w:style>
  <w:style w:type="paragraph" w:styleId="berschrift6">
    <w:name w:val="heading 6"/>
    <w:aliases w:val="WA_Überschrift 6"/>
    <w:next w:val="Standard"/>
    <w:link w:val="berschrift6Zchn"/>
    <w:uiPriority w:val="9"/>
    <w:qFormat/>
    <w:rsid w:val="001306A5"/>
    <w:pPr>
      <w:keepNext/>
      <w:keepLines/>
      <w:numPr>
        <w:ilvl w:val="5"/>
        <w:numId w:val="32"/>
      </w:numPr>
      <w:suppressAutoHyphens/>
      <w:spacing w:before="280" w:after="140" w:line="280" w:lineRule="exact"/>
      <w:contextualSpacing/>
      <w:outlineLvl w:val="5"/>
    </w:pPr>
    <w:rPr>
      <w:rFonts w:asciiTheme="majorHAnsi" w:eastAsiaTheme="majorEastAsia" w:hAnsiTheme="majorHAnsi" w:cs="Arial"/>
      <w:b/>
      <w:iCs/>
      <w:kern w:val="24"/>
      <w:sz w:val="24"/>
    </w:rPr>
  </w:style>
  <w:style w:type="paragraph" w:styleId="berschrift7">
    <w:name w:val="heading 7"/>
    <w:aliases w:val="WA_Überschrift 7"/>
    <w:next w:val="Standard"/>
    <w:link w:val="berschrift7Zchn"/>
    <w:uiPriority w:val="9"/>
    <w:unhideWhenUsed/>
    <w:qFormat/>
    <w:rsid w:val="004749C0"/>
    <w:pPr>
      <w:keepNext/>
      <w:keepLines/>
      <w:numPr>
        <w:ilvl w:val="6"/>
        <w:numId w:val="32"/>
      </w:numPr>
      <w:suppressAutoHyphens/>
      <w:spacing w:before="280" w:after="140" w:line="280" w:lineRule="exact"/>
      <w:contextualSpacing/>
      <w:outlineLvl w:val="6"/>
    </w:pPr>
    <w:rPr>
      <w:rFonts w:asciiTheme="majorHAnsi" w:eastAsiaTheme="majorEastAsia" w:hAnsiTheme="majorHAnsi" w:cs="Arial"/>
      <w:b/>
      <w:iCs/>
      <w:kern w:val="24"/>
      <w:sz w:val="24"/>
      <w:szCs w:val="24"/>
    </w:rPr>
  </w:style>
  <w:style w:type="paragraph" w:styleId="berschrift8">
    <w:name w:val="heading 8"/>
    <w:aliases w:val="WA_Überschrift 8"/>
    <w:next w:val="Standard"/>
    <w:link w:val="berschrift8Zchn"/>
    <w:uiPriority w:val="9"/>
    <w:unhideWhenUsed/>
    <w:rsid w:val="001306A5"/>
    <w:pPr>
      <w:keepNext/>
      <w:keepLines/>
      <w:numPr>
        <w:ilvl w:val="7"/>
        <w:numId w:val="32"/>
      </w:numPr>
      <w:suppressAutoHyphens/>
      <w:spacing w:before="280" w:after="140" w:line="280" w:lineRule="exact"/>
      <w:contextualSpacing/>
      <w:outlineLvl w:val="7"/>
    </w:pPr>
    <w:rPr>
      <w:rFonts w:asciiTheme="majorHAnsi" w:eastAsiaTheme="majorEastAsia" w:hAnsiTheme="majorHAnsi" w:cs="Arial"/>
      <w:b/>
      <w:kern w:val="24"/>
      <w:sz w:val="24"/>
      <w:szCs w:val="24"/>
    </w:rPr>
  </w:style>
  <w:style w:type="paragraph" w:styleId="berschrift9">
    <w:name w:val="heading 9"/>
    <w:aliases w:val="WA_Überschrift 9"/>
    <w:next w:val="Standard"/>
    <w:link w:val="berschrift9Zchn"/>
    <w:uiPriority w:val="9"/>
    <w:unhideWhenUsed/>
    <w:rsid w:val="001306A5"/>
    <w:pPr>
      <w:keepNext/>
      <w:keepLines/>
      <w:numPr>
        <w:ilvl w:val="8"/>
        <w:numId w:val="32"/>
      </w:numPr>
      <w:suppressAutoHyphens/>
      <w:spacing w:before="280" w:after="140" w:line="280" w:lineRule="exact"/>
      <w:contextualSpacing/>
      <w:outlineLvl w:val="8"/>
    </w:pPr>
    <w:rPr>
      <w:rFonts w:asciiTheme="majorHAnsi" w:eastAsiaTheme="majorEastAsia" w:hAnsiTheme="majorHAnsi" w:cs="Arial"/>
      <w:b/>
      <w:iCs/>
      <w:kern w:val="24"/>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aliases w:val="WA_Abbildungsverzeichnis"/>
    <w:basedOn w:val="Standard"/>
    <w:next w:val="Standard"/>
    <w:uiPriority w:val="99"/>
    <w:unhideWhenUsed/>
    <w:rsid w:val="00DB4E0B"/>
    <w:pPr>
      <w:keepLines/>
      <w:tabs>
        <w:tab w:val="left" w:pos="1418"/>
        <w:tab w:val="right" w:leader="dot" w:pos="7088"/>
      </w:tabs>
      <w:spacing w:after="120" w:line="240" w:lineRule="auto"/>
      <w:ind w:left="1418" w:right="284" w:hanging="1418"/>
      <w:jc w:val="left"/>
    </w:pPr>
    <w:rPr>
      <w:noProof/>
    </w:rPr>
  </w:style>
  <w:style w:type="paragraph" w:styleId="Beschriftung">
    <w:name w:val="caption"/>
    <w:aliases w:val="WA_Beschriftung"/>
    <w:basedOn w:val="Standard"/>
    <w:next w:val="Standard"/>
    <w:uiPriority w:val="21"/>
    <w:qFormat/>
    <w:rsid w:val="001306A5"/>
    <w:pPr>
      <w:tabs>
        <w:tab w:val="left" w:pos="1134"/>
      </w:tabs>
      <w:spacing w:before="150" w:line="240" w:lineRule="auto"/>
      <w:jc w:val="left"/>
    </w:pPr>
    <w:rPr>
      <w:bCs/>
      <w:sz w:val="20"/>
      <w:szCs w:val="18"/>
    </w:rPr>
  </w:style>
  <w:style w:type="character" w:styleId="Fett">
    <w:name w:val="Strong"/>
    <w:aliases w:val="WA_Fett"/>
    <w:basedOn w:val="Absatz-Standardschriftart"/>
    <w:uiPriority w:val="2"/>
    <w:qFormat/>
    <w:rsid w:val="001306A5"/>
    <w:rPr>
      <w:b/>
      <w:bCs/>
    </w:rPr>
  </w:style>
  <w:style w:type="paragraph" w:styleId="Fuzeile">
    <w:name w:val="footer"/>
    <w:aliases w:val="WA_Fußzeile"/>
    <w:basedOn w:val="Standard"/>
    <w:link w:val="FuzeileZchn"/>
    <w:uiPriority w:val="35"/>
    <w:unhideWhenUsed/>
    <w:rsid w:val="001306A5"/>
    <w:pPr>
      <w:pBdr>
        <w:top w:val="single" w:sz="4" w:space="1" w:color="auto"/>
      </w:pBdr>
      <w:spacing w:after="0" w:line="240" w:lineRule="auto"/>
      <w:jc w:val="left"/>
    </w:pPr>
    <w:rPr>
      <w:noProof/>
      <w:sz w:val="20"/>
    </w:rPr>
  </w:style>
  <w:style w:type="character" w:customStyle="1" w:styleId="FuzeileZchn">
    <w:name w:val="Fußzeile Zchn"/>
    <w:aliases w:val="WA_Fußzeile Zchn"/>
    <w:basedOn w:val="Absatz-Standardschriftart"/>
    <w:link w:val="Fuzeile"/>
    <w:uiPriority w:val="35"/>
    <w:rsid w:val="00A640CD"/>
    <w:rPr>
      <w:noProof/>
      <w:kern w:val="20"/>
      <w:sz w:val="20"/>
    </w:rPr>
  </w:style>
  <w:style w:type="character" w:styleId="Hervorhebung">
    <w:name w:val="Emphasis"/>
    <w:aliases w:val="WA_Hervorhebung"/>
    <w:basedOn w:val="Absatz-Standardschriftart"/>
    <w:uiPriority w:val="1"/>
    <w:qFormat/>
    <w:rsid w:val="001306A5"/>
    <w:rPr>
      <w:i/>
      <w:iCs/>
    </w:rPr>
  </w:style>
  <w:style w:type="character" w:styleId="IntensiverVerweis">
    <w:name w:val="Intense Reference"/>
    <w:aliases w:val="WA_Befehle"/>
    <w:basedOn w:val="Absatz-Standardschriftart"/>
    <w:uiPriority w:val="2"/>
    <w:qFormat/>
    <w:rsid w:val="00AA6252"/>
    <w:rPr>
      <w:bCs/>
      <w:smallCaps/>
      <w:color w:val="auto"/>
      <w:spacing w:val="0"/>
      <w:u w:val="none"/>
      <w:lang w:val="de-DE"/>
    </w:rPr>
  </w:style>
  <w:style w:type="paragraph" w:styleId="Kopfzeile">
    <w:name w:val="header"/>
    <w:aliases w:val="WA_Kopfzeile"/>
    <w:basedOn w:val="Standard"/>
    <w:link w:val="KopfzeileZchn"/>
    <w:uiPriority w:val="34"/>
    <w:unhideWhenUsed/>
    <w:rsid w:val="001306A5"/>
    <w:pPr>
      <w:pBdr>
        <w:bottom w:val="single" w:sz="4" w:space="1" w:color="auto"/>
      </w:pBdr>
      <w:spacing w:after="0" w:line="240" w:lineRule="auto"/>
      <w:jc w:val="left"/>
    </w:pPr>
    <w:rPr>
      <w:rFonts w:ascii="Calibri" w:hAnsi="Calibri"/>
      <w:b/>
      <w:noProof/>
      <w:sz w:val="20"/>
    </w:rPr>
  </w:style>
  <w:style w:type="character" w:customStyle="1" w:styleId="KopfzeileZchn">
    <w:name w:val="Kopfzeile Zchn"/>
    <w:aliases w:val="WA_Kopfzeile Zchn"/>
    <w:basedOn w:val="Absatz-Standardschriftart"/>
    <w:link w:val="Kopfzeile"/>
    <w:uiPriority w:val="34"/>
    <w:rsid w:val="00A640CD"/>
    <w:rPr>
      <w:rFonts w:ascii="Calibri" w:hAnsi="Calibri"/>
      <w:b/>
      <w:noProof/>
      <w:kern w:val="20"/>
      <w:sz w:val="20"/>
    </w:rPr>
  </w:style>
  <w:style w:type="character" w:styleId="Seitenzahl">
    <w:name w:val="page number"/>
    <w:aliases w:val="WA_Seitenzahl"/>
    <w:basedOn w:val="Absatz-Standardschriftart"/>
    <w:uiPriority w:val="36"/>
    <w:unhideWhenUsed/>
    <w:rsid w:val="001306A5"/>
    <w:rPr>
      <w:rFonts w:ascii="Calibri" w:hAnsi="Calibri"/>
      <w:color w:val="auto"/>
      <w:spacing w:val="0"/>
      <w:w w:val="100"/>
      <w:sz w:val="24"/>
      <w:bdr w:val="none" w:sz="0" w:space="0" w:color="auto"/>
      <w:shd w:val="clear" w:color="auto" w:fill="auto"/>
    </w:rPr>
  </w:style>
  <w:style w:type="character" w:customStyle="1" w:styleId="berschrift1Zchn">
    <w:name w:val="Überschrift 1 Zchn"/>
    <w:aliases w:val="WA_Überschrift 1 Zchn"/>
    <w:basedOn w:val="Absatz-Standardschriftart"/>
    <w:link w:val="berschrift1"/>
    <w:uiPriority w:val="9"/>
    <w:rsid w:val="00A640CD"/>
    <w:rPr>
      <w:rFonts w:asciiTheme="majorHAnsi" w:eastAsiaTheme="majorEastAsia" w:hAnsiTheme="majorHAnsi" w:cstheme="majorBidi"/>
      <w:b/>
      <w:bCs/>
      <w:kern w:val="20"/>
      <w:sz w:val="32"/>
      <w:szCs w:val="28"/>
    </w:rPr>
  </w:style>
  <w:style w:type="character" w:customStyle="1" w:styleId="berschrift2Zchn">
    <w:name w:val="Überschrift 2 Zchn"/>
    <w:aliases w:val="WA_Überschrift 2 Zchn"/>
    <w:basedOn w:val="Absatz-Standardschriftart"/>
    <w:link w:val="berschrift2"/>
    <w:uiPriority w:val="9"/>
    <w:rsid w:val="004749C0"/>
    <w:rPr>
      <w:rFonts w:asciiTheme="majorHAnsi" w:eastAsiaTheme="majorEastAsia" w:hAnsiTheme="majorHAnsi" w:cstheme="majorBidi"/>
      <w:b/>
      <w:bCs/>
      <w:kern w:val="20"/>
      <w:sz w:val="26"/>
      <w:szCs w:val="26"/>
    </w:rPr>
  </w:style>
  <w:style w:type="character" w:customStyle="1" w:styleId="berschrift3Zchn">
    <w:name w:val="Überschrift 3 Zchn"/>
    <w:aliases w:val="WA_Überschrift 3 Zchn"/>
    <w:basedOn w:val="Absatz-Standardschriftart"/>
    <w:link w:val="berschrift3"/>
    <w:uiPriority w:val="9"/>
    <w:rsid w:val="004749C0"/>
    <w:rPr>
      <w:rFonts w:asciiTheme="majorHAnsi" w:eastAsiaTheme="majorEastAsia" w:hAnsiTheme="majorHAnsi" w:cstheme="majorBidi"/>
      <w:b/>
      <w:bCs/>
      <w:kern w:val="20"/>
    </w:rPr>
  </w:style>
  <w:style w:type="character" w:customStyle="1" w:styleId="berschrift4Zchn">
    <w:name w:val="Überschrift 4 Zchn"/>
    <w:aliases w:val="WA_Überschrift 4 Zchn"/>
    <w:basedOn w:val="Absatz-Standardschriftart"/>
    <w:link w:val="berschrift4"/>
    <w:uiPriority w:val="9"/>
    <w:rsid w:val="00A640CD"/>
    <w:rPr>
      <w:rFonts w:asciiTheme="majorHAnsi" w:eastAsiaTheme="majorEastAsia" w:hAnsiTheme="majorHAnsi" w:cstheme="majorBidi"/>
      <w:b/>
      <w:bCs/>
      <w:iCs/>
      <w:kern w:val="20"/>
    </w:rPr>
  </w:style>
  <w:style w:type="character" w:customStyle="1" w:styleId="berschrift5Zchn">
    <w:name w:val="Überschrift 5 Zchn"/>
    <w:aliases w:val="WA_Überschrift 5 Zchn"/>
    <w:basedOn w:val="Absatz-Standardschriftart"/>
    <w:link w:val="berschrift5"/>
    <w:uiPriority w:val="9"/>
    <w:rsid w:val="00A640CD"/>
    <w:rPr>
      <w:rFonts w:asciiTheme="majorHAnsi" w:eastAsiaTheme="majorEastAsia" w:hAnsiTheme="majorHAnsi" w:cs="Arial"/>
      <w:b/>
      <w:kern w:val="24"/>
      <w:sz w:val="24"/>
    </w:rPr>
  </w:style>
  <w:style w:type="character" w:customStyle="1" w:styleId="berschrift6Zchn">
    <w:name w:val="Überschrift 6 Zchn"/>
    <w:aliases w:val="WA_Überschrift 6 Zchn"/>
    <w:basedOn w:val="Absatz-Standardschriftart"/>
    <w:link w:val="berschrift6"/>
    <w:uiPriority w:val="9"/>
    <w:rsid w:val="00A640CD"/>
    <w:rPr>
      <w:rFonts w:asciiTheme="majorHAnsi" w:eastAsiaTheme="majorEastAsia" w:hAnsiTheme="majorHAnsi" w:cs="Arial"/>
      <w:b/>
      <w:iCs/>
      <w:kern w:val="24"/>
      <w:sz w:val="24"/>
    </w:rPr>
  </w:style>
  <w:style w:type="character" w:customStyle="1" w:styleId="berschrift7Zchn">
    <w:name w:val="Überschrift 7 Zchn"/>
    <w:aliases w:val="WA_Überschrift 7 Zchn"/>
    <w:basedOn w:val="Absatz-Standardschriftart"/>
    <w:link w:val="berschrift7"/>
    <w:uiPriority w:val="9"/>
    <w:rsid w:val="004749C0"/>
    <w:rPr>
      <w:rFonts w:asciiTheme="majorHAnsi" w:eastAsiaTheme="majorEastAsia" w:hAnsiTheme="majorHAnsi" w:cs="Arial"/>
      <w:b/>
      <w:iCs/>
      <w:kern w:val="24"/>
      <w:sz w:val="24"/>
      <w:szCs w:val="24"/>
    </w:rPr>
  </w:style>
  <w:style w:type="character" w:customStyle="1" w:styleId="berschrift8Zchn">
    <w:name w:val="Überschrift 8 Zchn"/>
    <w:aliases w:val="WA_Überschrift 8 Zchn"/>
    <w:basedOn w:val="Absatz-Standardschriftart"/>
    <w:link w:val="berschrift8"/>
    <w:uiPriority w:val="9"/>
    <w:rsid w:val="001306A5"/>
    <w:rPr>
      <w:rFonts w:asciiTheme="majorHAnsi" w:eastAsiaTheme="majorEastAsia" w:hAnsiTheme="majorHAnsi" w:cs="Arial"/>
      <w:b/>
      <w:kern w:val="24"/>
      <w:sz w:val="24"/>
      <w:szCs w:val="24"/>
    </w:rPr>
  </w:style>
  <w:style w:type="character" w:customStyle="1" w:styleId="berschrift9Zchn">
    <w:name w:val="Überschrift 9 Zchn"/>
    <w:aliases w:val="WA_Überschrift 9 Zchn"/>
    <w:basedOn w:val="Absatz-Standardschriftart"/>
    <w:link w:val="berschrift9"/>
    <w:uiPriority w:val="9"/>
    <w:rsid w:val="001306A5"/>
    <w:rPr>
      <w:rFonts w:asciiTheme="majorHAnsi" w:eastAsiaTheme="majorEastAsia" w:hAnsiTheme="majorHAnsi" w:cs="Arial"/>
      <w:b/>
      <w:iCs/>
      <w:kern w:val="24"/>
      <w:sz w:val="24"/>
      <w:szCs w:val="24"/>
    </w:rPr>
  </w:style>
  <w:style w:type="paragraph" w:customStyle="1" w:styleId="WANummerierungarabisch">
    <w:name w:val="WA_Nummerierung_arabisch"/>
    <w:basedOn w:val="Standard"/>
    <w:uiPriority w:val="3"/>
    <w:qFormat/>
    <w:rsid w:val="0062073F"/>
    <w:pPr>
      <w:numPr>
        <w:ilvl w:val="1"/>
        <w:numId w:val="10"/>
      </w:numPr>
    </w:pPr>
    <w:rPr>
      <w:kern w:val="0"/>
    </w:rPr>
  </w:style>
  <w:style w:type="paragraph" w:customStyle="1" w:styleId="WANummerierungarabischfettalsberschrift">
    <w:name w:val="WA_Nummerierung_arabisch_fett_als_Überschrift"/>
    <w:basedOn w:val="WANummerierungarabisch"/>
    <w:uiPriority w:val="7"/>
    <w:qFormat/>
    <w:rsid w:val="001306A5"/>
    <w:pPr>
      <w:keepNext/>
      <w:numPr>
        <w:ilvl w:val="2"/>
      </w:numPr>
    </w:pPr>
    <w:rPr>
      <w:b/>
    </w:rPr>
  </w:style>
  <w:style w:type="paragraph" w:customStyle="1" w:styleId="WANummerierungFolgeabsatzohneNr">
    <w:name w:val="WA_Nummerierung_Folgeabsatz_ohne_Nr"/>
    <w:basedOn w:val="Standard"/>
    <w:uiPriority w:val="4"/>
    <w:qFormat/>
    <w:rsid w:val="001306A5"/>
    <w:pPr>
      <w:ind w:left="284"/>
    </w:pPr>
  </w:style>
  <w:style w:type="paragraph" w:customStyle="1" w:styleId="WAAufzhlungPunkt">
    <w:name w:val="WA_Aufzählung_Punkt"/>
    <w:basedOn w:val="Standard"/>
    <w:uiPriority w:val="6"/>
    <w:rsid w:val="00DE68B1"/>
    <w:pPr>
      <w:numPr>
        <w:ilvl w:val="4"/>
        <w:numId w:val="10"/>
      </w:numPr>
      <w:contextualSpacing/>
    </w:pPr>
    <w:rPr>
      <w:kern w:val="0"/>
    </w:rPr>
  </w:style>
  <w:style w:type="paragraph" w:customStyle="1" w:styleId="WAAufzhlungPunkteingezogen05">
    <w:name w:val="WA_Aufzählung_Punkt_eingezogen_05"/>
    <w:basedOn w:val="WAAufzhlungPunkt"/>
    <w:uiPriority w:val="6"/>
    <w:qFormat/>
    <w:rsid w:val="001306A5"/>
    <w:pPr>
      <w:numPr>
        <w:ilvl w:val="5"/>
      </w:numPr>
    </w:pPr>
  </w:style>
  <w:style w:type="paragraph" w:customStyle="1" w:styleId="WAAufzhlungSpiegelstrich">
    <w:name w:val="WA_Aufzählung_Spiegelstrich"/>
    <w:basedOn w:val="Standard"/>
    <w:uiPriority w:val="6"/>
    <w:rsid w:val="00DE68B1"/>
    <w:pPr>
      <w:numPr>
        <w:ilvl w:val="6"/>
        <w:numId w:val="10"/>
      </w:numPr>
      <w:contextualSpacing/>
    </w:pPr>
    <w:rPr>
      <w:kern w:val="0"/>
    </w:rPr>
  </w:style>
  <w:style w:type="paragraph" w:customStyle="1" w:styleId="WABeschriftungeingezogen05">
    <w:name w:val="WA_Beschriftung_eingezogen_05"/>
    <w:basedOn w:val="Beschriftung"/>
    <w:next w:val="Standard"/>
    <w:uiPriority w:val="22"/>
    <w:qFormat/>
    <w:rsid w:val="001306A5"/>
    <w:pPr>
      <w:tabs>
        <w:tab w:val="clear" w:pos="1134"/>
        <w:tab w:val="left" w:pos="1418"/>
      </w:tabs>
      <w:ind w:left="284"/>
    </w:pPr>
  </w:style>
  <w:style w:type="paragraph" w:customStyle="1" w:styleId="WAGrafikinFliesstext">
    <w:name w:val="WA_Grafik_in_Fliesstext"/>
    <w:basedOn w:val="Standard"/>
    <w:next w:val="Beschriftung"/>
    <w:uiPriority w:val="20"/>
    <w:qFormat/>
    <w:rsid w:val="001306A5"/>
    <w:pPr>
      <w:keepNext/>
      <w:spacing w:line="240" w:lineRule="auto"/>
      <w:jc w:val="left"/>
    </w:pPr>
    <w:rPr>
      <w:noProof/>
      <w:kern w:val="0"/>
      <w:lang w:eastAsia="de-DE"/>
    </w:rPr>
  </w:style>
  <w:style w:type="paragraph" w:customStyle="1" w:styleId="WAGrafikinFliesstexteingezogen05">
    <w:name w:val="WA_Grafik_in_Fliesstext_eingezogen_05"/>
    <w:basedOn w:val="WAGrafikinFliesstext"/>
    <w:next w:val="WABeschriftungeingezogen05"/>
    <w:uiPriority w:val="21"/>
    <w:qFormat/>
    <w:rsid w:val="001306A5"/>
    <w:pPr>
      <w:ind w:left="284"/>
    </w:pPr>
  </w:style>
  <w:style w:type="paragraph" w:customStyle="1" w:styleId="WAGrafikinTabelle">
    <w:name w:val="WA_Grafik_in_Tabelle"/>
    <w:basedOn w:val="WAGrafikinFliesstext"/>
    <w:next w:val="Standard"/>
    <w:uiPriority w:val="22"/>
    <w:qFormat/>
    <w:rsid w:val="001306A5"/>
    <w:pPr>
      <w:keepNext w:val="0"/>
    </w:pPr>
  </w:style>
  <w:style w:type="numbering" w:customStyle="1" w:styleId="WAListefrberschriften">
    <w:name w:val="WA_Liste_für_Überschriften"/>
    <w:basedOn w:val="KeineListe"/>
    <w:uiPriority w:val="99"/>
    <w:rsid w:val="001306A5"/>
    <w:pPr>
      <w:numPr>
        <w:numId w:val="1"/>
      </w:numPr>
    </w:pPr>
  </w:style>
  <w:style w:type="numbering" w:customStyle="1" w:styleId="WAListefrNummerierung">
    <w:name w:val="WA_Liste_für_Nummerierung"/>
    <w:rsid w:val="00DE68B1"/>
    <w:pPr>
      <w:numPr>
        <w:numId w:val="10"/>
      </w:numPr>
    </w:pPr>
  </w:style>
  <w:style w:type="paragraph" w:customStyle="1" w:styleId="WANummerierungStandarddavor">
    <w:name w:val="WA_Nummerierung_Standard_davor"/>
    <w:basedOn w:val="Standard"/>
    <w:next w:val="WANummerierungarabisch"/>
    <w:uiPriority w:val="2"/>
    <w:qFormat/>
    <w:rsid w:val="00DE68B1"/>
    <w:pPr>
      <w:numPr>
        <w:numId w:val="10"/>
      </w:numPr>
    </w:pPr>
  </w:style>
  <w:style w:type="paragraph" w:customStyle="1" w:styleId="WATabelleText">
    <w:name w:val="WA_Tabelle_Text"/>
    <w:basedOn w:val="Standard"/>
    <w:uiPriority w:val="17"/>
    <w:qFormat/>
    <w:rsid w:val="001306A5"/>
    <w:pPr>
      <w:spacing w:before="60" w:after="60" w:line="240" w:lineRule="exact"/>
      <w:ind w:left="57" w:right="57"/>
      <w:jc w:val="left"/>
    </w:pPr>
    <w:rPr>
      <w:sz w:val="20"/>
      <w:szCs w:val="20"/>
    </w:rPr>
  </w:style>
  <w:style w:type="paragraph" w:customStyle="1" w:styleId="WATabelleSpaltenberschrift">
    <w:name w:val="WA_Tabelle_Spaltenüberschrift"/>
    <w:basedOn w:val="Standard"/>
    <w:uiPriority w:val="16"/>
    <w:qFormat/>
    <w:rsid w:val="001306A5"/>
    <w:pPr>
      <w:keepNext/>
      <w:suppressAutoHyphens/>
      <w:spacing w:before="60" w:after="60" w:line="240" w:lineRule="exact"/>
      <w:ind w:left="57" w:right="57"/>
      <w:jc w:val="left"/>
    </w:pPr>
    <w:rPr>
      <w:b/>
      <w:color w:val="FFFFFF" w:themeColor="background1"/>
      <w:sz w:val="20"/>
      <w:szCs w:val="20"/>
    </w:rPr>
  </w:style>
  <w:style w:type="paragraph" w:customStyle="1" w:styleId="WAberschriftohneNummer">
    <w:name w:val="WA_Überschrift_ohne_Nummer"/>
    <w:basedOn w:val="Standard"/>
    <w:next w:val="Standard"/>
    <w:uiPriority w:val="10"/>
    <w:qFormat/>
    <w:rsid w:val="001306A5"/>
    <w:pPr>
      <w:keepNext/>
      <w:suppressAutoHyphens/>
      <w:spacing w:before="300"/>
    </w:pPr>
    <w:rPr>
      <w:rFonts w:asciiTheme="majorHAnsi" w:hAnsiTheme="majorHAnsi" w:cs="Arial"/>
      <w:b/>
      <w:sz w:val="26"/>
      <w:szCs w:val="28"/>
    </w:rPr>
  </w:style>
  <w:style w:type="character" w:customStyle="1" w:styleId="WATIPPZeichen">
    <w:name w:val="WA_TIPP_Zeichen"/>
    <w:basedOn w:val="Absatz-Standardschriftart"/>
    <w:uiPriority w:val="33"/>
    <w:qFormat/>
    <w:rsid w:val="00CB5280"/>
    <w:rPr>
      <w:b/>
      <w:caps/>
      <w:color w:val="FFFFFF" w:themeColor="background1"/>
      <w:position w:val="2"/>
      <w:shd w:val="clear" w:color="auto" w:fill="7F7F7F" w:themeFill="text1" w:themeFillTint="80"/>
    </w:rPr>
  </w:style>
  <w:style w:type="table" w:customStyle="1" w:styleId="WATabellefrGrafik">
    <w:name w:val="WA_Tabelle_für_Grafik"/>
    <w:basedOn w:val="NormaleTabelle"/>
    <w:uiPriority w:val="99"/>
    <w:qFormat/>
    <w:rsid w:val="001306A5"/>
    <w:pPr>
      <w:spacing w:after="0" w:line="240" w:lineRule="auto"/>
    </w:pPr>
    <w:tblPr>
      <w:tblInd w:w="0" w:type="dxa"/>
      <w:tblCellMar>
        <w:top w:w="0" w:type="dxa"/>
        <w:left w:w="0" w:type="dxa"/>
        <w:bottom w:w="0" w:type="dxa"/>
        <w:right w:w="0" w:type="dxa"/>
      </w:tblCellMar>
    </w:tblPr>
    <w:tcPr>
      <w:vAlign w:val="bottom"/>
    </w:tcPr>
    <w:tblStylePr w:type="lastCol">
      <w:tblPr>
        <w:tblCellMar>
          <w:top w:w="0" w:type="dxa"/>
          <w:left w:w="227" w:type="dxa"/>
          <w:bottom w:w="0" w:type="dxa"/>
          <w:right w:w="0" w:type="dxa"/>
        </w:tblCellMar>
      </w:tblPr>
      <w:tcPr>
        <w:tcMar>
          <w:top w:w="0" w:type="nil"/>
          <w:left w:w="227" w:type="dxa"/>
          <w:bottom w:w="0" w:type="nil"/>
          <w:right w:w="0" w:type="nil"/>
        </w:tcMar>
      </w:tcPr>
    </w:tblStylePr>
    <w:tblStylePr w:type="seCell">
      <w:tblPr/>
      <w:tcPr>
        <w:tcMar>
          <w:top w:w="0" w:type="nil"/>
          <w:left w:w="227" w:type="dxa"/>
          <w:bottom w:w="0" w:type="nil"/>
          <w:right w:w="0" w:type="nil"/>
        </w:tcMar>
      </w:tcPr>
    </w:tblStylePr>
  </w:style>
  <w:style w:type="paragraph" w:customStyle="1" w:styleId="WATabelleAufzhlungPunkt">
    <w:name w:val="WA_Tabelle_Aufzählung_Punkt"/>
    <w:basedOn w:val="WATabelleText"/>
    <w:uiPriority w:val="18"/>
    <w:rsid w:val="00DE68B1"/>
    <w:pPr>
      <w:numPr>
        <w:ilvl w:val="7"/>
        <w:numId w:val="10"/>
      </w:numPr>
      <w:contextualSpacing/>
    </w:pPr>
    <w:rPr>
      <w:rFonts w:eastAsia="Times New Roman"/>
    </w:rPr>
  </w:style>
  <w:style w:type="paragraph" w:customStyle="1" w:styleId="WATIPPAbsatz">
    <w:name w:val="WA_TIPP_Absatz"/>
    <w:basedOn w:val="Standard"/>
    <w:next w:val="Standard"/>
    <w:uiPriority w:val="32"/>
    <w:qFormat/>
    <w:rsid w:val="00BD18BB"/>
    <w:pPr>
      <w:pBdr>
        <w:top w:val="single" w:sz="8" w:space="1" w:color="7F7F7F" w:themeColor="text1" w:themeTint="80"/>
        <w:bottom w:val="single" w:sz="8" w:space="2" w:color="7F7F7F" w:themeColor="text1" w:themeTint="80"/>
      </w:pBdr>
      <w:tabs>
        <w:tab w:val="left" w:pos="57"/>
        <w:tab w:val="left" w:pos="680"/>
        <w:tab w:val="left" w:pos="851"/>
      </w:tabs>
    </w:pPr>
  </w:style>
  <w:style w:type="paragraph" w:customStyle="1" w:styleId="WAMarginalie">
    <w:name w:val="WA_Marginalie"/>
    <w:basedOn w:val="Standard"/>
    <w:qFormat/>
    <w:rsid w:val="004C3DB9"/>
    <w:pPr>
      <w:framePr w:w="2835" w:hSpace="284" w:wrap="notBeside" w:vAnchor="text" w:hAnchor="page" w:xAlign="outside" w:y="1"/>
      <w:spacing w:after="0"/>
      <w:jc w:val="left"/>
    </w:pPr>
    <w:rPr>
      <w:i/>
      <w:noProof/>
      <w:color w:val="DB9814"/>
    </w:rPr>
  </w:style>
  <w:style w:type="paragraph" w:styleId="Dokumentstruktur">
    <w:name w:val="Document Map"/>
    <w:basedOn w:val="Standard"/>
    <w:link w:val="DokumentstrukturZchn"/>
    <w:uiPriority w:val="99"/>
    <w:semiHidden/>
    <w:unhideWhenUsed/>
    <w:rsid w:val="00BD18BB"/>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D18BB"/>
    <w:rPr>
      <w:rFonts w:ascii="Tahoma" w:hAnsi="Tahoma" w:cs="Tahoma"/>
      <w:kern w:val="20"/>
      <w:sz w:val="16"/>
      <w:szCs w:val="16"/>
    </w:rPr>
  </w:style>
  <w:style w:type="table" w:styleId="Tabellengitternetz">
    <w:name w:val="Table Grid"/>
    <w:basedOn w:val="NormaleTabelle"/>
    <w:uiPriority w:val="59"/>
    <w:rsid w:val="00BD18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haltsverzeichnisberschrift">
    <w:name w:val="TOC Heading"/>
    <w:basedOn w:val="berschrift1"/>
    <w:next w:val="Standard"/>
    <w:uiPriority w:val="39"/>
    <w:semiHidden/>
    <w:unhideWhenUsed/>
    <w:qFormat/>
    <w:rsid w:val="0016133B"/>
    <w:pPr>
      <w:keepNext/>
      <w:keepLines/>
      <w:pageBreakBefore w:val="0"/>
      <w:widowControl/>
      <w:numPr>
        <w:numId w:val="0"/>
      </w:numPr>
      <w:suppressAutoHyphens w:val="0"/>
      <w:spacing w:before="480" w:after="0" w:line="276" w:lineRule="auto"/>
      <w:outlineLvl w:val="9"/>
    </w:pPr>
    <w:rPr>
      <w:color w:val="365F91" w:themeColor="accent1" w:themeShade="BF"/>
      <w:kern w:val="0"/>
      <w:sz w:val="28"/>
    </w:rPr>
  </w:style>
  <w:style w:type="paragraph" w:styleId="Verzeichnis1">
    <w:name w:val="toc 1"/>
    <w:basedOn w:val="Standard"/>
    <w:next w:val="Standard"/>
    <w:uiPriority w:val="39"/>
    <w:unhideWhenUsed/>
    <w:rsid w:val="00DB4E0B"/>
    <w:pPr>
      <w:tabs>
        <w:tab w:val="left" w:pos="567"/>
        <w:tab w:val="right" w:leader="dot" w:pos="7076"/>
      </w:tabs>
      <w:ind w:left="567" w:right="284" w:hanging="567"/>
      <w:contextualSpacing/>
      <w:jc w:val="left"/>
    </w:pPr>
    <w:rPr>
      <w:rFonts w:eastAsiaTheme="minorEastAsia"/>
      <w:noProof/>
      <w:kern w:val="0"/>
      <w:lang w:eastAsia="de-DE"/>
    </w:rPr>
  </w:style>
  <w:style w:type="paragraph" w:styleId="Verzeichnis2">
    <w:name w:val="toc 2"/>
    <w:basedOn w:val="Standard"/>
    <w:next w:val="Standard"/>
    <w:uiPriority w:val="39"/>
    <w:unhideWhenUsed/>
    <w:rsid w:val="00DB4E0B"/>
    <w:pPr>
      <w:tabs>
        <w:tab w:val="left" w:pos="567"/>
        <w:tab w:val="right" w:leader="dot" w:pos="7088"/>
      </w:tabs>
      <w:ind w:left="567" w:right="284" w:hanging="567"/>
      <w:contextualSpacing/>
      <w:jc w:val="left"/>
    </w:pPr>
    <w:rPr>
      <w:rFonts w:eastAsiaTheme="minorEastAsia"/>
      <w:noProof/>
      <w:kern w:val="0"/>
      <w:lang w:eastAsia="de-DE"/>
    </w:rPr>
  </w:style>
  <w:style w:type="paragraph" w:styleId="Verzeichnis3">
    <w:name w:val="toc 3"/>
    <w:basedOn w:val="Standard"/>
    <w:next w:val="Standard"/>
    <w:uiPriority w:val="39"/>
    <w:unhideWhenUsed/>
    <w:rsid w:val="00DB4E0B"/>
    <w:pPr>
      <w:tabs>
        <w:tab w:val="left" w:pos="567"/>
        <w:tab w:val="right" w:leader="dot" w:pos="7088"/>
      </w:tabs>
      <w:ind w:left="567" w:right="284" w:hanging="567"/>
      <w:contextualSpacing/>
      <w:jc w:val="left"/>
    </w:pPr>
    <w:rPr>
      <w:noProof/>
    </w:rPr>
  </w:style>
  <w:style w:type="character" w:styleId="Hyperlink">
    <w:name w:val="Hyperlink"/>
    <w:basedOn w:val="Absatz-Standardschriftart"/>
    <w:uiPriority w:val="99"/>
    <w:unhideWhenUsed/>
    <w:rsid w:val="0016133B"/>
    <w:rPr>
      <w:color w:val="0000FF" w:themeColor="hyperlink"/>
      <w:u w:val="single"/>
    </w:rPr>
  </w:style>
  <w:style w:type="paragraph" w:customStyle="1" w:styleId="FormatvorlageName">
    <w:name w:val="Formatvorlage_Name"/>
    <w:basedOn w:val="Standard"/>
    <w:qFormat/>
    <w:rsid w:val="008861A4"/>
    <w:pPr>
      <w:keepNext/>
      <w:spacing w:after="0" w:line="276" w:lineRule="auto"/>
      <w:jc w:val="left"/>
      <w:outlineLvl w:val="0"/>
    </w:pPr>
    <w:rPr>
      <w:b/>
      <w:noProof/>
      <w:color w:val="4F81BD" w:themeColor="accent1"/>
      <w:kern w:val="0"/>
    </w:rPr>
  </w:style>
  <w:style w:type="paragraph" w:customStyle="1" w:styleId="FormatvorlageDefinition">
    <w:name w:val="Formatvorlage_Definition"/>
    <w:basedOn w:val="Standard"/>
    <w:qFormat/>
    <w:rsid w:val="008861A4"/>
    <w:pPr>
      <w:spacing w:after="200" w:line="240" w:lineRule="auto"/>
      <w:ind w:left="284"/>
      <w:jc w:val="left"/>
    </w:pPr>
    <w:rPr>
      <w:noProof/>
      <w:kern w:val="0"/>
    </w:rPr>
  </w:style>
  <w:style w:type="character" w:styleId="SchwacherVerweis">
    <w:name w:val="Subtle Reference"/>
    <w:basedOn w:val="Absatz-Standardschriftart"/>
    <w:uiPriority w:val="31"/>
    <w:qFormat/>
    <w:rsid w:val="008861A4"/>
    <w:rPr>
      <w:smallCaps/>
      <w:color w:val="C0504D" w:themeColor="accent2"/>
      <w:u w:val="single"/>
    </w:rPr>
  </w:style>
  <w:style w:type="character" w:styleId="SchwacheHervorhebung">
    <w:name w:val="Subtle Emphasis"/>
    <w:basedOn w:val="Absatz-Standardschriftart"/>
    <w:uiPriority w:val="19"/>
    <w:qFormat/>
    <w:rsid w:val="008861A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E:\Microsoft_MSPress\Wissenschaftliches_Arbeiten\Buch_zusammengestellt\Anlagen\Vorlagen\WissenschaftlicheArbei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einCoolerStyle.xsl" StyleName="Vanilla Style"/>
</file>

<file path=customXml/itemProps1.xml><?xml version="1.0" encoding="utf-8"?>
<ds:datastoreItem xmlns:ds="http://schemas.openxmlformats.org/officeDocument/2006/customXml" ds:itemID="{5DE3539E-FCA1-4497-ACB8-CA0550047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WissenschaftlicheArbeit.dotx</Template>
  <TotalTime>0</TotalTime>
  <Pages>19</Pages>
  <Words>4049</Words>
  <Characters>25515</Characters>
  <Application>Microsoft Office Word</Application>
  <DocSecurity>0</DocSecurity>
  <Lines>212</Lines>
  <Paragraphs>59</Paragraphs>
  <ScaleCrop>false</ScaleCrop>
  <HeadingPairs>
    <vt:vector size="2" baseType="variant">
      <vt:variant>
        <vt:lpstr>Titel</vt:lpstr>
      </vt:variant>
      <vt:variant>
        <vt:i4>1</vt:i4>
      </vt:variant>
    </vt:vector>
  </HeadingPairs>
  <TitlesOfParts>
    <vt:vector size="1" baseType="lpstr">
      <vt:lpstr>Wissenschaftliche Arbeit</vt:lpstr>
    </vt:vector>
  </TitlesOfParts>
  <Company>Wilke-Thissen</Company>
  <LinksUpToDate>false</LinksUpToDate>
  <CharactersWithSpaces>29505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Wissenschaftliche Arbeit</dc:title>
  <dc:creator>Elisabeth Wilke-Thissen</dc:creator>
  <cp:lastModifiedBy>Elisabeth Wilke-Thissen</cp:lastModifiedBy>
  <cp:revision>18</cp:revision>
  <cp:lastPrinted>2009-08-07T14:22:00Z</cp:lastPrinted>
  <dcterms:created xsi:type="dcterms:W3CDTF">2009-08-07T16:00:00Z</dcterms:created>
  <dcterms:modified xsi:type="dcterms:W3CDTF">2009-08-10T12:05:00Z</dcterms:modified>
</cp:coreProperties>
</file>