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4600E" w14:textId="77777777" w:rsidR="00773BA3" w:rsidRDefault="00773BA3" w:rsidP="0018240C">
      <w:pPr>
        <w:pStyle w:val="DateofLetter"/>
        <w:spacing w:before="2000"/>
        <w:jc w:val="right"/>
      </w:pPr>
    </w:p>
    <w:p w14:paraId="4985DFBD" w14:textId="77777777" w:rsidR="00773BA3" w:rsidRDefault="00773BA3" w:rsidP="0018240C">
      <w:pPr>
        <w:pStyle w:val="DateofLetter"/>
        <w:spacing w:before="2000"/>
        <w:jc w:val="right"/>
      </w:pPr>
    </w:p>
    <w:p w14:paraId="2FE529A8" w14:textId="77777777" w:rsidR="00773BA3" w:rsidRDefault="00773BA3" w:rsidP="0018240C">
      <w:pPr>
        <w:pStyle w:val="DateofLetter"/>
        <w:spacing w:before="2000"/>
        <w:jc w:val="right"/>
      </w:pPr>
      <w:bookmarkStart w:id="0" w:name="_GoBack"/>
      <w:bookmarkEnd w:id="0"/>
    </w:p>
    <w:p w14:paraId="057BDD43" w14:textId="7F3FEFB4" w:rsidR="00621ABB" w:rsidRDefault="00495B93" w:rsidP="0018240C">
      <w:pPr>
        <w:pStyle w:val="DateofLetter"/>
        <w:spacing w:before="2000"/>
        <w:jc w:val="right"/>
      </w:pPr>
      <w:r>
        <w:rPr>
          <w:noProof/>
          <w:lang w:eastAsia="de-D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07pt;margin-top:-27pt;width:270pt;height:31.5pt;z-index:251660288;mso-position-horizontal-relative:text;mso-position-vertical-relative:text;mso-width-relative:page;mso-height-relative:page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Postino Italic&quot;;font-size:24pt;v-text-kern:t" trim="t" fitpath="t" string="sunshine reisen"/>
          </v:shape>
        </w:pict>
      </w:r>
      <w:r w:rsidR="00A84A38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editId="187B6AC4">
            <wp:simplePos x="0" y="0"/>
            <wp:positionH relativeFrom="column">
              <wp:posOffset>-621030</wp:posOffset>
            </wp:positionH>
            <wp:positionV relativeFrom="paragraph">
              <wp:posOffset>-688975</wp:posOffset>
            </wp:positionV>
            <wp:extent cx="1819275" cy="1819275"/>
            <wp:effectExtent l="0" t="0" r="9525" b="0"/>
            <wp:wrapNone/>
            <wp:docPr id="3" name="Bild 3" descr="C:\Users\Klaus\AppData\Local\Microsoft\Windows\Temporary Internet Files\Content.IE5\TE1V33OQ\MCj031955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laus\AppData\Local\Microsoft\Windows\Temporary Internet Files\Content.IE5\TE1V33OQ\MCj03195540000[1].w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459965"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71F66AB3" w14:textId="77777777" w:rsidR="00FB56BB" w:rsidRDefault="00773BA3" w:rsidP="00FB56BB">
      <w:pPr>
        <w:pStyle w:val="Greeting"/>
        <w:spacing w:before="0" w:after="0"/>
        <w:rPr>
          <w:noProof/>
        </w:rPr>
      </w:pPr>
      <w:r w:rsidRPr="00773BA3">
        <w:fldChar w:fldCharType="begin"/>
      </w:r>
      <w:r w:rsidRPr="00773BA3">
        <w:instrText xml:space="preserve"> ADDRESSBLOCK \f "&lt;&lt;_COMPANY_</w:instrText>
      </w:r>
      <w:r w:rsidRPr="00773BA3">
        <w:cr/>
        <w:instrText>&gt;&gt;&lt;&lt;_TITLE0_ &gt;&gt;&lt;&lt;_FIRST0_&gt;&gt;&lt;&lt; _LAST0_&gt;&gt;&lt;&lt; _SUFFIX0_&gt;&gt;</w:instrText>
      </w:r>
      <w:r w:rsidRPr="00773BA3">
        <w:cr/>
        <w:instrText>&lt;&lt;_STREET1_</w:instrText>
      </w:r>
      <w:r w:rsidRPr="00773BA3">
        <w:cr/>
        <w:instrText>&gt;&gt;&lt;&lt;_STREET2_</w:instrText>
      </w:r>
      <w:r w:rsidRPr="00773BA3">
        <w:cr/>
        <w:instrText>&gt;&gt;&lt;&lt;_POSTAL_ &gt;&gt;&lt;&lt;_CITY_&gt;&gt;&lt;&lt;</w:instrText>
      </w:r>
      <w:r w:rsidRPr="00773BA3">
        <w:cr/>
        <w:instrText xml:space="preserve">_COUNTRY_&gt;&gt;" \l 1031 \c 2 \e "Niederlande" \d </w:instrText>
      </w:r>
      <w:r w:rsidR="00FB56BB">
        <w:fldChar w:fldCharType="separate"/>
      </w:r>
      <w:r w:rsidR="00FB56BB">
        <w:rPr>
          <w:noProof/>
        </w:rPr>
        <w:t>Ferdinand Müller</w:t>
      </w:r>
    </w:p>
    <w:p w14:paraId="15684ABE" w14:textId="77777777" w:rsidR="00FB56BB" w:rsidRDefault="00FB56BB" w:rsidP="00FB56BB">
      <w:pPr>
        <w:pStyle w:val="Greeting"/>
        <w:spacing w:before="0" w:after="0"/>
        <w:rPr>
          <w:noProof/>
        </w:rPr>
      </w:pPr>
      <w:r>
        <w:rPr>
          <w:noProof/>
        </w:rPr>
        <w:t>Am Schloßpark 4</w:t>
      </w:r>
    </w:p>
    <w:p w14:paraId="5D081C49" w14:textId="77777777" w:rsidR="00FB56BB" w:rsidRDefault="00FB56BB" w:rsidP="00FB56BB">
      <w:pPr>
        <w:pStyle w:val="Greeting"/>
        <w:spacing w:before="0" w:after="0"/>
        <w:rPr>
          <w:noProof/>
        </w:rPr>
      </w:pPr>
      <w:r>
        <w:rPr>
          <w:noProof/>
        </w:rPr>
        <w:t>80134 München</w:t>
      </w:r>
    </w:p>
    <w:p w14:paraId="7BE414E6" w14:textId="77777777" w:rsidR="00773BA3" w:rsidRDefault="00FB56BB" w:rsidP="00FB56BB">
      <w:pPr>
        <w:pStyle w:val="Greeting"/>
        <w:spacing w:before="0" w:after="0"/>
      </w:pPr>
      <w:r>
        <w:rPr>
          <w:noProof/>
        </w:rPr>
        <w:t>Deutschland</w:t>
      </w:r>
      <w:r w:rsidR="00773BA3" w:rsidRPr="00773BA3">
        <w:fldChar w:fldCharType="end"/>
      </w:r>
    </w:p>
    <w:p w14:paraId="7B920B51" w14:textId="52DBD4C2" w:rsidR="00FB56BB" w:rsidRPr="00773BA3" w:rsidRDefault="00FB56BB" w:rsidP="00FB56BB">
      <w:pPr>
        <w:pStyle w:val="Greeting"/>
        <w:spacing w:before="0" w:after="0"/>
        <w:jc w:val="right"/>
      </w:pPr>
      <w:r>
        <w:t>Aachen, den 30. April 2010</w:t>
      </w:r>
    </w:p>
    <w:p w14:paraId="7802B948" w14:textId="77777777" w:rsidR="00C369B9" w:rsidRPr="00C369B9" w:rsidRDefault="00C369B9" w:rsidP="00C369B9">
      <w:pPr>
        <w:pStyle w:val="Greeting"/>
        <w:spacing w:before="840" w:after="600"/>
        <w:rPr>
          <w:b/>
        </w:rPr>
      </w:pPr>
      <w:r w:rsidRPr="00C369B9">
        <w:rPr>
          <w:b/>
        </w:rPr>
        <w:t>Unser aktueller Sommerprospekt</w:t>
      </w:r>
    </w:p>
    <w:p w14:paraId="1B8AF76B" w14:textId="37DCA477" w:rsidR="00621ABB" w:rsidRDefault="00495B93">
      <w:pPr>
        <w:pStyle w:val="Greeting"/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Vorname </w:instrText>
      </w:r>
      <w:r w:rsidR="00FB56BB">
        <w:fldChar w:fldCharType="separate"/>
      </w:r>
      <w:r w:rsidR="00FB56BB">
        <w:rPr>
          <w:noProof/>
        </w:rPr>
        <w:instrText>Ferdinand</w:instrText>
      </w:r>
      <w:r>
        <w:fldChar w:fldCharType="end"/>
      </w:r>
      <w:r>
        <w:instrText xml:space="preserve"> = "" "" "" </w:instrText>
      </w:r>
      <w: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Geschlecht </w:instrText>
      </w:r>
      <w:r>
        <w:fldChar w:fldCharType="end"/>
      </w:r>
      <w:r>
        <w:instrText xml:space="preserve"> = 1 "Sehr geehrte Frau" "Sehr geehrter Herr " </w:instrText>
      </w:r>
      <w:r>
        <w:fldChar w:fldCharType="separate"/>
      </w:r>
      <w:r w:rsidR="00FB56BB">
        <w:rPr>
          <w:noProof/>
        </w:rPr>
        <w:t xml:space="preserve">Sehr geehrter Herr </w:t>
      </w:r>
      <w:r>
        <w:fldChar w:fldCharType="end"/>
      </w:r>
      <w:r w:rsidR="00FB56BB">
        <w:fldChar w:fldCharType="begin"/>
      </w:r>
      <w:r w:rsidR="00FB56BB">
        <w:instrText xml:space="preserve"> MERGEFIELD Nachname </w:instrText>
      </w:r>
      <w:r w:rsidR="00FB56BB">
        <w:fldChar w:fldCharType="separate"/>
      </w:r>
      <w:r w:rsidR="00FB56BB">
        <w:rPr>
          <w:noProof/>
        </w:rPr>
        <w:t>Müller</w:t>
      </w:r>
      <w:r w:rsidR="00FB56BB">
        <w:fldChar w:fldCharType="end"/>
      </w:r>
      <w:r w:rsidR="00FB56BB">
        <w:t>,</w:t>
      </w:r>
    </w:p>
    <w:p w14:paraId="3D428BE1" w14:textId="77777777" w:rsidR="00621ABB" w:rsidRDefault="0018240C">
      <w:pPr>
        <w:pStyle w:val="BodyCopy"/>
      </w:pPr>
      <w:r>
        <w:t>vielen Dank für Ihr Interesse an unseren Produkten. Gerne schicken wir Ihnen unser aktuelles Prospektmaterial zu. Wir sind sicher, dass unser reichhaltiges Angebot auch für Sie viele interessante Reiseziele bereithält.</w:t>
      </w:r>
    </w:p>
    <w:p w14:paraId="3CFCFF92" w14:textId="77777777" w:rsidR="0018240C" w:rsidRDefault="0018240C">
      <w:pPr>
        <w:pStyle w:val="BodyCopy"/>
      </w:pPr>
      <w:r>
        <w:t xml:space="preserve">Sollten Sie noch weitere </w:t>
      </w:r>
      <w:proofErr w:type="spellStart"/>
      <w:r>
        <w:t>Informatione</w:t>
      </w:r>
      <w:proofErr w:type="spellEnd"/>
      <w:r>
        <w:t xml:space="preserve"> benötigen, stehen wir Ihnen gerne für Ihre Fragen telefonisch zur Verfügung. </w:t>
      </w:r>
    </w:p>
    <w:p w14:paraId="50E54CCB" w14:textId="77777777" w:rsidR="00621ABB" w:rsidRDefault="006604FF" w:rsidP="00C369B9">
      <w:pPr>
        <w:pStyle w:val="Closure"/>
        <w:spacing w:before="360"/>
        <w:rPr>
          <w:i w:val="0"/>
        </w:rPr>
      </w:pPr>
      <w:r w:rsidRPr="0018240C">
        <w:rPr>
          <w:i w:val="0"/>
        </w:rPr>
        <w:t>Mit freundlichen Grüßen</w:t>
      </w:r>
    </w:p>
    <w:p w14:paraId="07BFEFE6" w14:textId="77777777" w:rsidR="00C369B9" w:rsidRPr="0018240C" w:rsidRDefault="00C369B9" w:rsidP="00C369B9">
      <w:pPr>
        <w:pStyle w:val="Closure"/>
        <w:spacing w:before="840"/>
        <w:rPr>
          <w:i w:val="0"/>
        </w:rPr>
      </w:pPr>
    </w:p>
    <w:p w14:paraId="69631076" w14:textId="430409E2" w:rsidR="00621ABB" w:rsidRDefault="006604FF" w:rsidP="00C369B9">
      <w:pPr>
        <w:pStyle w:val="Enclosure"/>
        <w:spacing w:before="4000"/>
      </w:pPr>
      <w:r>
        <w:lastRenderedPageBreak/>
        <w:t>Anlage</w:t>
      </w:r>
    </w:p>
    <w:sectPr w:rsidR="00621ABB" w:rsidSect="00C369B9">
      <w:footerReference w:type="default" r:id="rId10"/>
      <w:pgSz w:w="11907" w:h="16839" w:code="9"/>
      <w:pgMar w:top="1417" w:right="92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CFD07" w14:textId="77777777" w:rsidR="00495B93" w:rsidRDefault="00495B93" w:rsidP="00C369B9">
      <w:r>
        <w:separator/>
      </w:r>
    </w:p>
  </w:endnote>
  <w:endnote w:type="continuationSeparator" w:id="0">
    <w:p w14:paraId="6DB019B8" w14:textId="77777777" w:rsidR="00495B93" w:rsidRDefault="00495B93" w:rsidP="00C3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iCs/>
        <w:color w:val="8C8C8C" w:themeColor="background1" w:themeShade="8C"/>
      </w:rPr>
      <w:alias w:val="Firma"/>
      <w:id w:val="270665196"/>
      <w:placeholder>
        <w:docPart w:val="62E32B572B73451DB56EA5B9CB61C1FF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14:paraId="45797B93" w14:textId="77777777" w:rsidR="00495B93" w:rsidRDefault="00495B93" w:rsidP="00C369B9">
        <w:pPr>
          <w:pStyle w:val="Fuzeile"/>
          <w:pBdr>
            <w:top w:val="single" w:sz="24" w:space="5" w:color="9BBB59" w:themeColor="accent3"/>
          </w:pBdr>
          <w:tabs>
            <w:tab w:val="clear" w:pos="9072"/>
            <w:tab w:val="right" w:pos="9540"/>
          </w:tabs>
          <w:ind w:left="-450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Sunshine reisen, Auf der Heide 12, 45657 Recklinghausen  -  Tel. 02361.123456  --  Fax 02361.123457  - Email info@sunshinereisen.de</w:t>
        </w:r>
      </w:p>
    </w:sdtContent>
  </w:sdt>
  <w:p w14:paraId="60869051" w14:textId="77777777" w:rsidR="00495B93" w:rsidRDefault="00495B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BAA42" w14:textId="77777777" w:rsidR="00495B93" w:rsidRDefault="00495B93" w:rsidP="00C369B9">
      <w:r>
        <w:separator/>
      </w:r>
    </w:p>
  </w:footnote>
  <w:footnote w:type="continuationSeparator" w:id="0">
    <w:p w14:paraId="61E9E000" w14:textId="77777777" w:rsidR="00495B93" w:rsidRDefault="00495B93" w:rsidP="00C36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1F206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59322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921E2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EC8EBC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1326E1"/>
    <w:multiLevelType w:val="hybridMultilevel"/>
    <w:tmpl w:val="5BDEC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6E13"/>
    <w:multiLevelType w:val="hybridMultilevel"/>
    <w:tmpl w:val="4E28D91E"/>
    <w:lvl w:ilvl="0" w:tplc="E01AF61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BFBFBF" w:themeColor="background1" w:themeShade="BF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recipientData.xml><?xml version="1.0" encoding="utf-8"?>
<w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recipientData>
    <w:active/>
    <w:column w:val="61"/>
    <w:uniqueTag w:val="JJYUtQAAAAAAAAAAAAAAAAAAAAAAAAAAAAAAAAAAAAAAAAAAAAAAAAAAAAAAAAAAAAAAAAAAAAAA&#10;AAAAAAAAAAAAAAAAAAAAAAAAAAAAAAAAAAAAAAAAAAAAAAAAAAAAAAAAAAAAAAAAAAAAAAAAAAAA&#10;AAAAAAAAAAAAAAAAAAA="/>
  </w:recipientData>
  <w:recipientData>
    <w:active/>
    <w:column w:val="61"/>
    <w:uniqueTag w:val="AII3rwAAAAAAAAAAAAAAAAAAAAAAAAAAAAAAAAAAAAAAAAAAAAAAAAAAAAAAAAAAAAAAAAAAAAAA&#10;AAAAAAAAAAAAAAAAAAAAAAAAAAAAAAAAAAAAAAAAAAAAAAAAAAAAAAAAAAAAAAAAAAAAAAAAAAAA&#10;AAAAAAAAAAAAAAAAAAA="/>
  </w:recipientData>
  <w:recipientData>
    <w:active/>
    <w:column w:val="61"/>
    <w:uniqueTag w:val="nvv97AAAAAAAAAAAAAAAAAAAAAAAAAAAAAAAAAAAAAAAAAAAAAAAAAAAAAAAAAAAAAAAAAAAAAAA&#10;AAAAAAAAAAAAAAAAAAAAAAAAAAAAAAAAAAAAAAAAAAAAAAAAAAAAAAAAAAAAAAAAAAAAAAAAAAAA&#10;AAAAAAAAAAAAAAAAAAA="/>
  </w:recipientData>
  <w:recipientData>
    <w:active/>
    <w:column w:val="61"/>
    <w:uniqueTag w:val="vx2NdgAAAAAAAAAAAAAAAAAAAAAAAAAAAAAAAAAAAAAAAAAAAAAAAAAAAAAAAAAAAAAAAAAAAAAA&#10;AAAAAAAAAAAAAAAAAAAAAAAAAAAAAAAAAAAAAAAAAAAAAAAAAAAAAAAAAAAAAAAAAAAAAAAAAAAA&#10;AAAAAAAAAAAAAAAAAAA="/>
  </w:recipientData>
  <w:recipientData>
    <w:active/>
    <w:column w:val="61"/>
    <w:uniqueTag w:val="LXGKkwAAAAAAAAAAAAAAAAAAAAAAAAAAAAAAAAAAAAAAAAAAAAAAAAAAAAAAAAAAAAAAAAAAAAAA&#10;AAAAAAAAAAAAAAAAAAAAAAAAAAAAAAAAAAAAAAAAAAAAAAAAAAAAAAAAAAAAAAAAAAAAAAAAAAAA&#10;AAAAAAAAAAAAAAAAAAA="/>
  </w:recipientData>
  <w:recipientData>
    <w:active/>
    <w:column w:val="61"/>
    <w:uniqueTag w:val="svP5UAAAAAAAAAAAAAAAAAAAAAAAAAAAAAAAAAAAAAAAAAAAAAAAAAAAAAAAAAAAAAAAAAAAAAAA&#10;AAAAAAAAAAAAAAAAAAAAAAAAAAAAAAAAAAAAAAAAAAAAAAAAAAAAAAAAAAAAAAAAAAAAAAAAAAAA&#10;AAAAAAAAAAAAAAAAAAA="/>
  </w:recipientData>
  <w:recipientData>
    <w:active/>
    <w:column w:val="61"/>
    <w:uniqueTag w:val="wklbMgAAAAAAAAAAAAAAAAAAAAAAAAAAAAAAAAAAAAAAAAAAAAAAAAAAAAAAAAAAAAAAAAAAAAAA&#10;AAAAAAAAAAAAAAAAAAAAAAAAAAAAAAAAAAAAAAAAAAAAAAAAAAAAAAAAAAAAAAAAAAAAAAAAAAAA&#10;AAAAAAAAAAAAAAAAAAA="/>
  </w:recipientData>
  <w:recipientData>
    <w:active/>
    <w:column w:val="61"/>
    <w:uniqueTag w:val="tsHb2QAAAAAAAAAAAAAAAAAAAAAAAAAAAAAAAAAAAAAAAAAAAAAAAAAAAAAAAAAAAAAAAAAAAAAA&#10;AAAAAAAAAAAAAAAAAAAAAAAAAAAAAAAAAAAAAAAAAAAAAAAAAAAAAAAAAAAAAAAAAAAAAAAAAAAA&#10;AAAAAAAAAAAAAAAAAAA="/>
  </w:recipientData>
  <w:recipientData>
    <w:active/>
    <w:column w:val="61"/>
    <w:uniqueTag w:val="3P3dFwAAAA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mailMerge>
    <w:mainDocumentType w:val="formLetters"/>
    <w:dataType w:val="native"/>
    <w:connectString w:val="Provider=Microsoft.ACE.OLEDB.12.0;User ID=Admin;Data Source=&quot;&quot;;Mode=Share Deny None;Extended Properties=&quot;Outlook 9.0;MAPILEVEL=haselier@rabbitsoft.emea.microsoftonline.com|;TABLETYPE=0;DATABASE=C:\Users\OFFICE~1\AppData\Local\Temp\OfficeMMergeTempDir\OLK4"/>
    <w:query w:val="SELECT * FROM `Kontakte` "/>
    <w:dataSource r:id="rId2"/>
    <w:viewMergedData/>
    <w:activeRecord w:val="6"/>
    <w:odso>
      <w:udl w:val="Provider=Microsoft.ACE.OLEDB.12.0;User ID=Admin;Data Source=&quot;&quot;;Mode=Share Deny None;Extended Properties=&quot;Outlook 9.0;MAPILEVEL=haselier@rabbitsoft.emea.microsoftonline.com|;TABLETYPE=0;DATABASE=C:\Users\OFFICE~1\AppData\Local\Temp\OfficeMMergeTempDir\OLK4"/>
      <w:table w:val="Kontakte"/>
      <w:src r:id="rId3"/>
      <w:colDelim w:val="9"/>
      <w:type w:val="email"/>
      <w:fHdr/>
      <w:fieldMapData>
        <w:type w:val="dbColumn"/>
        <w:name w:val="Kunden-ID"/>
        <w:mappedName w:val="Eindeutiger Bezeichner"/>
        <w:column w:val="61"/>
        <w:lid w:val="de-DE"/>
      </w:fieldMapData>
      <w:fieldMapData>
        <w:type w:val="dbColumn"/>
        <w:name w:val="Anrede"/>
        <w:mappedName w:val="Anrede"/>
        <w:column w:val="2"/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type w:val="dbColumn"/>
        <w:name w:val="Zweiter Vorname"/>
        <w:mappedName w:val="Weitere Vornamen"/>
        <w:column w:val="67"/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type w:val="dbColumn"/>
        <w:name w:val="Suffix"/>
        <w:mappedName w:val="Suffix"/>
        <w:column w:val="71"/>
        <w:lid w:val="de-DE"/>
      </w:fieldMapData>
      <w:fieldMapData>
        <w:type w:val="dbColumn"/>
        <w:name w:val="Spitzname"/>
        <w:mappedName w:val="Spitzname"/>
        <w:column w:val="68"/>
        <w:lid w:val="de-DE"/>
      </w:fieldMapData>
      <w:fieldMapData>
        <w:type w:val="dbColumn"/>
        <w:name w:val="Position"/>
        <w:mappedName w:val="Position"/>
        <w:column w:val="65"/>
        <w:lid w:val="de-DE"/>
      </w:fieldMapData>
      <w:fieldMapData>
        <w:type w:val="dbColumn"/>
        <w:name w:val="Firma"/>
        <w:mappedName w:val="Firma"/>
        <w:column w:val="3"/>
        <w:lid w:val="de-DE"/>
      </w:fieldMapData>
      <w:fieldMapData>
        <w:type w:val="dbColumn"/>
        <w:name w:val="Adresse"/>
        <w:mappedName w:val="Adresse 1"/>
        <w:column w:val="7"/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8"/>
        <w:lid w:val="de-DE"/>
      </w:fieldMapData>
      <w:fieldMapData>
        <w:type w:val="dbColumn"/>
        <w:name w:val="Bundesland"/>
        <w:mappedName w:val="Bundesland/Kanton"/>
        <w:column w:val="9"/>
        <w:lid w:val="de-DE"/>
      </w:fieldMapData>
      <w:fieldMapData>
        <w:type w:val="dbColumn"/>
        <w:name w:val="PLZ"/>
        <w:mappedName w:val="PLZ"/>
        <w:column w:val="10"/>
        <w:lid w:val="de-DE"/>
      </w:fieldMapData>
      <w:fieldMapData>
        <w:type w:val="dbColumn"/>
        <w:name w:val="Land/Region"/>
        <w:mappedName w:val="Land oder Region"/>
        <w:column w:val="11"/>
        <w:lid w:val="de-DE"/>
      </w:fieldMapData>
      <w:fieldMapData>
        <w:type w:val="dbColumn"/>
        <w:name w:val="Telefon"/>
        <w:mappedName w:val="Telefon Büro"/>
        <w:column w:val="12"/>
        <w:lid w:val="de-DE"/>
      </w:fieldMapData>
      <w:fieldMapData>
        <w:type w:val="dbColumn"/>
        <w:name w:val="Fax Firma"/>
        <w:mappedName w:val="Fax Büro"/>
        <w:column w:val="18"/>
        <w:lid w:val="de-DE"/>
      </w:fieldMapData>
      <w:fieldMapData>
        <w:type w:val="dbColumn"/>
        <w:name w:val="Telefon (privat)"/>
        <w:mappedName w:val="Privatrufnummer"/>
        <w:column w:val="15"/>
        <w:lid w:val="de-DE"/>
      </w:fieldMapData>
      <w:fieldMapData>
        <w:type w:val="dbColumn"/>
        <w:name w:val="Fax privat"/>
        <w:mappedName w:val="Fax privat"/>
        <w:column w:val="19"/>
        <w:lid w:val="de-DE"/>
      </w:fieldMapData>
      <w:fieldMapData>
        <w:type w:val="dbColumn"/>
        <w:name w:val="E-Mail-Adresse"/>
        <w:mappedName w:val="E-Mail-Adresse"/>
        <w:column w:val="24"/>
        <w:lid w:val="de-DE"/>
      </w:fieldMapData>
      <w:fieldMapData>
        <w:type w:val="dbColumn"/>
        <w:name w:val="Webseite"/>
        <w:mappedName w:val="Webseite"/>
        <w:column w:val="3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Abteilung"/>
        <w:mappedName w:val="Abteilung"/>
        <w:column w:val="4"/>
        <w:lid w:val="de-DE"/>
      </w:fieldMapData>
      <w:recipientData r:id="rId4"/>
    </w:odso>
  </w:mailMerge>
  <w:defaultTabStop w:val="720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84"/>
    <w:rsid w:val="0018240C"/>
    <w:rsid w:val="00495B93"/>
    <w:rsid w:val="004B3384"/>
    <w:rsid w:val="00557C3F"/>
    <w:rsid w:val="00621ABB"/>
    <w:rsid w:val="006604FF"/>
    <w:rsid w:val="00773BA3"/>
    <w:rsid w:val="00A84A38"/>
    <w:rsid w:val="00C369B9"/>
    <w:rsid w:val="00ED2763"/>
    <w:rsid w:val="00FB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F99D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Salutation" w:semiHidden="0" w:unhideWhenUsed="0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1ABB"/>
    <w:pPr>
      <w:spacing w:after="0" w:line="240" w:lineRule="auto"/>
    </w:pPr>
    <w:rPr>
      <w:rFonts w:eastAsia="Times New Roman" w:cs="Times New Roman"/>
      <w:sz w:val="18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1AB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AB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ABB"/>
    <w:rPr>
      <w:rFonts w:ascii="Tahoma" w:eastAsia="Times New Roman" w:hAnsi="Tahoma" w:cs="Tahoma"/>
      <w:sz w:val="16"/>
      <w:szCs w:val="16"/>
    </w:rPr>
  </w:style>
  <w:style w:type="paragraph" w:customStyle="1" w:styleId="Enclosure">
    <w:name w:val="Enclosure"/>
    <w:basedOn w:val="Standard"/>
    <w:qFormat/>
    <w:rsid w:val="00621ABB"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Standard"/>
    <w:qFormat/>
    <w:rsid w:val="00621ABB"/>
    <w:pPr>
      <w:spacing w:before="600"/>
    </w:pPr>
    <w:rPr>
      <w:i/>
    </w:rPr>
  </w:style>
  <w:style w:type="paragraph" w:customStyle="1" w:styleId="RecipientName-Address">
    <w:name w:val="Recipient Name - Address"/>
    <w:basedOn w:val="Standard"/>
    <w:qFormat/>
    <w:rsid w:val="00621ABB"/>
    <w:pPr>
      <w:spacing w:before="600"/>
    </w:pPr>
    <w:rPr>
      <w:b/>
      <w:spacing w:val="10"/>
    </w:rPr>
  </w:style>
  <w:style w:type="paragraph" w:customStyle="1" w:styleId="BodyCopy">
    <w:name w:val="Body Copy"/>
    <w:basedOn w:val="Standard"/>
    <w:qFormat/>
    <w:rsid w:val="00621ABB"/>
    <w:pPr>
      <w:spacing w:after="200" w:line="264" w:lineRule="auto"/>
    </w:pPr>
  </w:style>
  <w:style w:type="paragraph" w:customStyle="1" w:styleId="BulletedList">
    <w:name w:val="Bulleted List"/>
    <w:basedOn w:val="BodyCopy"/>
    <w:qFormat/>
    <w:rsid w:val="00621ABB"/>
    <w:pPr>
      <w:numPr>
        <w:numId w:val="6"/>
      </w:numPr>
      <w:contextualSpacing/>
    </w:pPr>
  </w:style>
  <w:style w:type="paragraph" w:customStyle="1" w:styleId="Greeting">
    <w:name w:val="Greeting"/>
    <w:basedOn w:val="Standard"/>
    <w:qFormat/>
    <w:rsid w:val="00621ABB"/>
    <w:pPr>
      <w:spacing w:before="600" w:after="200"/>
    </w:pPr>
  </w:style>
  <w:style w:type="paragraph" w:customStyle="1" w:styleId="RecipeintTitle">
    <w:name w:val="Recipeint Title"/>
    <w:basedOn w:val="Standard"/>
    <w:qFormat/>
    <w:rsid w:val="00621ABB"/>
    <w:rPr>
      <w:i/>
    </w:rPr>
  </w:style>
  <w:style w:type="paragraph" w:customStyle="1" w:styleId="DateofLetter">
    <w:name w:val="Date of Letter"/>
    <w:basedOn w:val="Standard"/>
    <w:qFormat/>
    <w:rsid w:val="00621ABB"/>
    <w:pPr>
      <w:spacing w:before="1200"/>
    </w:pPr>
  </w:style>
  <w:style w:type="paragraph" w:customStyle="1" w:styleId="Bold">
    <w:name w:val="Bold"/>
    <w:basedOn w:val="BodyCopy"/>
    <w:qFormat/>
    <w:rsid w:val="00621ABB"/>
    <w:pPr>
      <w:spacing w:after="0" w:line="240" w:lineRule="auto"/>
    </w:pPr>
    <w:rPr>
      <w:b/>
      <w:spacing w:val="10"/>
    </w:rPr>
  </w:style>
  <w:style w:type="paragraph" w:styleId="Kopfzeile">
    <w:name w:val="header"/>
    <w:basedOn w:val="Standard"/>
    <w:link w:val="KopfzeileZchn"/>
    <w:uiPriority w:val="99"/>
    <w:semiHidden/>
    <w:unhideWhenUsed/>
    <w:rsid w:val="00C369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369B9"/>
    <w:rPr>
      <w:rFonts w:eastAsia="Times New Roman" w:cs="Times New Roman"/>
      <w:sz w:val="18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369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9B9"/>
    <w:rPr>
      <w:rFonts w:eastAsia="Times New Roman" w:cs="Times New Roman"/>
      <w:sz w:val="18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Salutation" w:semiHidden="0" w:unhideWhenUsed="0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1ABB"/>
    <w:pPr>
      <w:spacing w:after="0" w:line="240" w:lineRule="auto"/>
    </w:pPr>
    <w:rPr>
      <w:rFonts w:eastAsia="Times New Roman" w:cs="Times New Roman"/>
      <w:sz w:val="18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1AB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AB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ABB"/>
    <w:rPr>
      <w:rFonts w:ascii="Tahoma" w:eastAsia="Times New Roman" w:hAnsi="Tahoma" w:cs="Tahoma"/>
      <w:sz w:val="16"/>
      <w:szCs w:val="16"/>
    </w:rPr>
  </w:style>
  <w:style w:type="paragraph" w:customStyle="1" w:styleId="Enclosure">
    <w:name w:val="Enclosure"/>
    <w:basedOn w:val="Standard"/>
    <w:qFormat/>
    <w:rsid w:val="00621ABB"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Standard"/>
    <w:qFormat/>
    <w:rsid w:val="00621ABB"/>
    <w:pPr>
      <w:spacing w:before="600"/>
    </w:pPr>
    <w:rPr>
      <w:i/>
    </w:rPr>
  </w:style>
  <w:style w:type="paragraph" w:customStyle="1" w:styleId="RecipientName-Address">
    <w:name w:val="Recipient Name - Address"/>
    <w:basedOn w:val="Standard"/>
    <w:qFormat/>
    <w:rsid w:val="00621ABB"/>
    <w:pPr>
      <w:spacing w:before="600"/>
    </w:pPr>
    <w:rPr>
      <w:b/>
      <w:spacing w:val="10"/>
    </w:rPr>
  </w:style>
  <w:style w:type="paragraph" w:customStyle="1" w:styleId="BodyCopy">
    <w:name w:val="Body Copy"/>
    <w:basedOn w:val="Standard"/>
    <w:qFormat/>
    <w:rsid w:val="00621ABB"/>
    <w:pPr>
      <w:spacing w:after="200" w:line="264" w:lineRule="auto"/>
    </w:pPr>
  </w:style>
  <w:style w:type="paragraph" w:customStyle="1" w:styleId="BulletedList">
    <w:name w:val="Bulleted List"/>
    <w:basedOn w:val="BodyCopy"/>
    <w:qFormat/>
    <w:rsid w:val="00621ABB"/>
    <w:pPr>
      <w:numPr>
        <w:numId w:val="6"/>
      </w:numPr>
      <w:contextualSpacing/>
    </w:pPr>
  </w:style>
  <w:style w:type="paragraph" w:customStyle="1" w:styleId="Greeting">
    <w:name w:val="Greeting"/>
    <w:basedOn w:val="Standard"/>
    <w:qFormat/>
    <w:rsid w:val="00621ABB"/>
    <w:pPr>
      <w:spacing w:before="600" w:after="200"/>
    </w:pPr>
  </w:style>
  <w:style w:type="paragraph" w:customStyle="1" w:styleId="RecipeintTitle">
    <w:name w:val="Recipeint Title"/>
    <w:basedOn w:val="Standard"/>
    <w:qFormat/>
    <w:rsid w:val="00621ABB"/>
    <w:rPr>
      <w:i/>
    </w:rPr>
  </w:style>
  <w:style w:type="paragraph" w:customStyle="1" w:styleId="DateofLetter">
    <w:name w:val="Date of Letter"/>
    <w:basedOn w:val="Standard"/>
    <w:qFormat/>
    <w:rsid w:val="00621ABB"/>
    <w:pPr>
      <w:spacing w:before="1200"/>
    </w:pPr>
  </w:style>
  <w:style w:type="paragraph" w:customStyle="1" w:styleId="Bold">
    <w:name w:val="Bold"/>
    <w:basedOn w:val="BodyCopy"/>
    <w:qFormat/>
    <w:rsid w:val="00621ABB"/>
    <w:pPr>
      <w:spacing w:after="0" w:line="240" w:lineRule="auto"/>
    </w:pPr>
    <w:rPr>
      <w:b/>
      <w:spacing w:val="10"/>
    </w:rPr>
  </w:style>
  <w:style w:type="paragraph" w:styleId="Kopfzeile">
    <w:name w:val="header"/>
    <w:basedOn w:val="Standard"/>
    <w:link w:val="KopfzeileZchn"/>
    <w:uiPriority w:val="99"/>
    <w:semiHidden/>
    <w:unhideWhenUsed/>
    <w:rsid w:val="00C369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369B9"/>
    <w:rPr>
      <w:rFonts w:eastAsia="Times New Roman" w:cs="Times New Roman"/>
      <w:sz w:val="18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369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9B9"/>
    <w:rPr>
      <w:rFonts w:eastAsia="Times New Roman" w:cs="Times New Roman"/>
      <w:sz w:val="18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haselier@rabbitsoft.emea.microsoftonline.com|" TargetMode="External"/><Relationship Id="rId2" Type="http://schemas.openxmlformats.org/officeDocument/2006/relationships/mailMergeSource" Target="file:///T:\2010\Office14\~~~_virtual_file_~~~haselier@rabbitsoft.emea.microsoftonline.com|" TargetMode="External"/><Relationship Id="rId1" Type="http://schemas.openxmlformats.org/officeDocument/2006/relationships/attachedTemplate" Target="file:///C:\Users\Klaus\AppData\Roaming\Microsoft\Templates\Cover%20letter%20in%20response%20to%20ad,%20short.dotx" TargetMode="External"/><Relationship Id="rId4" Type="http://schemas.openxmlformats.org/officeDocument/2006/relationships/recipientData" Target="recipientData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2E32B572B73451DB56EA5B9CB61C1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B8E8A1-C282-4739-96BB-EAF798E06D7F}"/>
      </w:docPartPr>
      <w:docPartBody>
        <w:p w:rsidR="00B81960" w:rsidRDefault="00F01F8E" w:rsidP="00F01F8E">
          <w:pPr>
            <w:pStyle w:val="62E32B572B73451DB56EA5B9CB61C1FF"/>
          </w:pPr>
          <w:r>
            <w:rPr>
              <w:i/>
              <w:iCs/>
              <w:color w:val="8C8C8C" w:themeColor="background1" w:themeShade="8C"/>
            </w:rPr>
            <w:t>[Geben Sie den Firmennamen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01F8E"/>
    <w:rsid w:val="00B81960"/>
    <w:rsid w:val="00F0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9AD77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C09684203334486A8F322F79A0B2230">
    <w:name w:val="7C09684203334486A8F322F79A0B2230"/>
  </w:style>
  <w:style w:type="paragraph" w:customStyle="1" w:styleId="E692FA50387946B4B412AEBA7ED008B1">
    <w:name w:val="E692FA50387946B4B412AEBA7ED008B1"/>
  </w:style>
  <w:style w:type="paragraph" w:customStyle="1" w:styleId="9960A9D45287498CB127D318990C196E">
    <w:name w:val="9960A9D45287498CB127D318990C196E"/>
  </w:style>
  <w:style w:type="paragraph" w:customStyle="1" w:styleId="5FD24DF2CD5E486E8FFF2753FB781CAC">
    <w:name w:val="5FD24DF2CD5E486E8FFF2753FB781CAC"/>
  </w:style>
  <w:style w:type="paragraph" w:customStyle="1" w:styleId="B281D3ABE10C45EB9B2FB23701256208">
    <w:name w:val="B281D3ABE10C45EB9B2FB23701256208"/>
  </w:style>
  <w:style w:type="paragraph" w:customStyle="1" w:styleId="E034975D52C94713BB8D41343B53274E">
    <w:name w:val="E034975D52C94713BB8D41343B53274E"/>
  </w:style>
  <w:style w:type="paragraph" w:customStyle="1" w:styleId="8C8A1B48028C428B840CE3046F15E09A">
    <w:name w:val="8C8A1B48028C428B840CE3046F15E09A"/>
  </w:style>
  <w:style w:type="paragraph" w:customStyle="1" w:styleId="74849A78D752424DA4105A9E804FA555">
    <w:name w:val="74849A78D752424DA4105A9E804FA555"/>
  </w:style>
  <w:style w:type="paragraph" w:customStyle="1" w:styleId="38847DA2F5DF494FA2309DD5F7E2E30F">
    <w:name w:val="38847DA2F5DF494FA2309DD5F7E2E30F"/>
  </w:style>
  <w:style w:type="paragraph" w:customStyle="1" w:styleId="A3D339E57DAD48828420B477F523A4A8">
    <w:name w:val="A3D339E57DAD48828420B477F523A4A8"/>
  </w:style>
  <w:style w:type="paragraph" w:customStyle="1" w:styleId="7F265115AF074A83B7FB0D23FCC0A66A">
    <w:name w:val="7F265115AF074A83B7FB0D23FCC0A66A"/>
  </w:style>
  <w:style w:type="paragraph" w:customStyle="1" w:styleId="62E32B572B73451DB56EA5B9CB61C1FF">
    <w:name w:val="62E32B572B73451DB56EA5B9CB61C1FF"/>
    <w:rsid w:val="00F01F8E"/>
  </w:style>
  <w:style w:type="character" w:styleId="Platzhaltertext">
    <w:name w:val="Placeholder Text"/>
    <w:basedOn w:val="Absatz-Standardschriftart"/>
    <w:uiPriority w:val="99"/>
    <w:semiHidden/>
    <w:rsid w:val="00B81960"/>
    <w:rPr>
      <w:color w:val="808080"/>
    </w:rPr>
  </w:style>
  <w:style w:type="paragraph" w:customStyle="1" w:styleId="B281D3ABE10C45EB9B2FB237012562081">
    <w:name w:val="B281D3ABE10C45EB9B2FB237012562081"/>
    <w:rsid w:val="00B81960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E034975D52C94713BB8D41343B53274E1">
    <w:name w:val="E034975D52C94713BB8D41343B53274E1"/>
    <w:rsid w:val="00B81960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8C8A1B48028C428B840CE3046F15E09A1">
    <w:name w:val="8C8A1B48028C428B840CE3046F15E09A1"/>
    <w:rsid w:val="00B8196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74849A78D752424DA4105A9E804FA5551">
    <w:name w:val="74849A78D752424DA4105A9E804FA5551"/>
    <w:rsid w:val="00B8196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38847DA2F5DF494FA2309DD5F7E2E30F1">
    <w:name w:val="38847DA2F5DF494FA2309DD5F7E2E30F1"/>
    <w:rsid w:val="00B8196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:templateProperties xmlns:t="http://schemas.microsoft.com/templates/2006/recipientData">
  <t:recipientName/>
</t:templateProperties>
</file>

<file path=customXml/itemProps1.xml><?xml version="1.0" encoding="utf-8"?>
<ds:datastoreItem xmlns:ds="http://schemas.openxmlformats.org/officeDocument/2006/customXml" ds:itemID="{4B146CC5-D3C5-43BB-AF4E-26D9B320BDC6}">
  <ds:schemaRefs>
    <ds:schemaRef ds:uri="http://schemas.microsoft.com/templates/2006/recipien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 in response to ad, short</Template>
  <TotalTime>0</TotalTime>
  <Pages>2</Pages>
  <Words>117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Sunshine reisen, Auf der Heide 12, 45657 Recklinghausen  -  Tel. 02361.123456  --  Fax 02361.123457  - Email info@sunshinereisen.de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Office 2010</cp:lastModifiedBy>
  <cp:revision>3</cp:revision>
  <cp:lastPrinted>2006-08-01T17:47:00Z</cp:lastPrinted>
  <dcterms:created xsi:type="dcterms:W3CDTF">2010-02-01T15:37:00Z</dcterms:created>
  <dcterms:modified xsi:type="dcterms:W3CDTF">2010-02-01T16:15:00Z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lpwstr>1031</vt:lpwstr>
  </property>
  <property fmtid="{D5CDD505-2E9C-101B-9397-08002B2CF9AE}" pid="3" name="_TemplateID">
    <vt:lpwstr>TC101686511031</vt:lpwstr>
  </property>
</Properties>
</file>