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C7E" w:rsidRDefault="00CD7C7E" w:rsidP="009B1111">
      <w:pPr>
        <w:pStyle w:val="Heading1"/>
      </w:pPr>
      <w:bookmarkStart w:id="0" w:name="_GoBack"/>
      <w:bookmarkEnd w:id="0"/>
      <w:r>
        <w:t>Lab Environment Build Guide</w:t>
      </w:r>
    </w:p>
    <w:p w:rsidR="00CD7C7E" w:rsidRDefault="00CD7C7E" w:rsidP="00CD7C7E">
      <w:pPr>
        <w:pStyle w:val="Normalafterheadonly"/>
      </w:pPr>
      <w:r>
        <w:t xml:space="preserve">This guide details the procedures you can use to create a lab environment with which to perform practices for the Training Kit. The lab environment consists of two virtual machines, CONTOSO-DC and SP2010-WFE1. </w:t>
      </w:r>
    </w:p>
    <w:p w:rsidR="00CD7C7E" w:rsidRDefault="00CD7C7E" w:rsidP="00CD7C7E">
      <w:r>
        <w:t>CONTOSO-DC is a domain controller for the contoso.com domain. A script populates the domain with users and groups</w:t>
      </w:r>
      <w:r w:rsidR="003C0B15">
        <w:t>.</w:t>
      </w:r>
    </w:p>
    <w:p w:rsidR="003C0B15" w:rsidRPr="00CD7C7E" w:rsidRDefault="003C0B15" w:rsidP="00CD7C7E">
      <w:r>
        <w:t>SP2010-WFE1 is a member server in the contoso.com domain. You will install Microsoft SQL Server 2008 R2 and SharePoint Server 2010 on the system.</w:t>
      </w:r>
    </w:p>
    <w:p w:rsidR="00CD7C7E" w:rsidRPr="00CD7C7E" w:rsidRDefault="00CD7C7E" w:rsidP="003C0B15">
      <w:r>
        <w:t xml:space="preserve">Instructions are provided for Microsoft Hyper-V and for VMware Workstation. </w:t>
      </w:r>
    </w:p>
    <w:p w:rsidR="009B1111" w:rsidRDefault="009B1111" w:rsidP="009B1111">
      <w:pPr>
        <w:pStyle w:val="Heading1"/>
      </w:pPr>
      <w:r>
        <w:t>Virtual Machine Setup</w:t>
      </w:r>
    </w:p>
    <w:p w:rsidR="009B1111" w:rsidRDefault="009B1111" w:rsidP="009B1111">
      <w:pPr>
        <w:pStyle w:val="Heading2"/>
      </w:pPr>
      <w:r>
        <w:t>Download Software</w:t>
      </w:r>
    </w:p>
    <w:p w:rsidR="009B1111" w:rsidRDefault="009B1111" w:rsidP="009B1111">
      <w:pPr>
        <w:pStyle w:val="Normalafterheadonly"/>
      </w:pPr>
      <w:r>
        <w:t>The following products are required for practices in this training kit:</w:t>
      </w:r>
    </w:p>
    <w:p w:rsidR="009B1111" w:rsidRDefault="009B1111" w:rsidP="00331B6A">
      <w:pPr>
        <w:pStyle w:val="BullList"/>
      </w:pPr>
      <w:r>
        <w:t>Windows Server 2008 R2</w:t>
      </w:r>
    </w:p>
    <w:p w:rsidR="009B1111" w:rsidRDefault="009B1111" w:rsidP="00331B6A">
      <w:pPr>
        <w:pStyle w:val="BullList"/>
      </w:pPr>
      <w:r>
        <w:t>SQL Server 2008 R2 (64-bit)</w:t>
      </w:r>
    </w:p>
    <w:p w:rsidR="009B1111" w:rsidRDefault="009B1111" w:rsidP="00331B6A">
      <w:pPr>
        <w:pStyle w:val="BullList"/>
      </w:pPr>
      <w:r>
        <w:t>SharePoint Server 2010 (Enterprise Client Access License features)</w:t>
      </w:r>
    </w:p>
    <w:p w:rsidR="00D01E3A" w:rsidRDefault="00D01E3A" w:rsidP="00331B6A">
      <w:pPr>
        <w:pStyle w:val="BullList"/>
      </w:pPr>
      <w:r>
        <w:t>Silverlight</w:t>
      </w:r>
    </w:p>
    <w:p w:rsidR="009B1111" w:rsidRDefault="009B1111" w:rsidP="009B1111">
      <w:r>
        <w:t xml:space="preserve">You can download evaluation versions of the products from the TechNet Evaluation Center at </w:t>
      </w:r>
      <w:r w:rsidRPr="00005067">
        <w:rPr>
          <w:i/>
        </w:rPr>
        <w:t>http://technet.microsoft.com/en-us/evalcenter</w:t>
      </w:r>
      <w:r>
        <w:t>. If you use evaluation versions of the software, pay attention to the expiration date of the product. The evaluation version of Windows Server 2008 R2, for example, can be used for up to 60 days.</w:t>
      </w:r>
    </w:p>
    <w:p w:rsidR="009B1111" w:rsidRDefault="009B1111" w:rsidP="009B1111">
      <w:r>
        <w:t>If you have a TechNet or MSDN subscription, you can download the products from the subscriber downloads center. These versions do not expire. If you are not a TechNet or MSDN subscriber, it is recommended that you subscribe so that you can access benefits such as product downloads.</w:t>
      </w:r>
    </w:p>
    <w:p w:rsidR="009B1111" w:rsidRDefault="009B1111" w:rsidP="009B1111">
      <w:pPr>
        <w:pStyle w:val="Heading2"/>
      </w:pPr>
      <w:r>
        <w:t>Virtual Machine Procedures</w:t>
      </w:r>
    </w:p>
    <w:p w:rsidR="009B1111" w:rsidRDefault="009B1111" w:rsidP="009B1111">
      <w:pPr>
        <w:pStyle w:val="Normalafterheadonly"/>
      </w:pPr>
      <w:r>
        <w:t xml:space="preserve">The procedures in this section are referred to throughout this guide. </w:t>
      </w:r>
    </w:p>
    <w:p w:rsidR="009B1111" w:rsidRDefault="009B1111" w:rsidP="009B1111">
      <w:pPr>
        <w:pStyle w:val="Heading3"/>
      </w:pPr>
      <w:r>
        <w:t>Create a Private Virtual Network (Hyper-V)</w:t>
      </w:r>
    </w:p>
    <w:p w:rsidR="009B1111" w:rsidRDefault="009B1111" w:rsidP="009B1111">
      <w:pPr>
        <w:pStyle w:val="Normalafterheadonly"/>
      </w:pPr>
      <w:r>
        <w:t>Before creating virtual machines in Hyper-V, you must create a private network that will allow virtual machines to communicate with each other.</w:t>
      </w:r>
    </w:p>
    <w:p w:rsidR="009B1111" w:rsidRDefault="001E63FB" w:rsidP="001E63FB">
      <w:pPr>
        <w:pStyle w:val="NumList"/>
      </w:pPr>
      <w:r>
        <w:tab/>
        <w:t>1.</w:t>
      </w:r>
      <w:r>
        <w:tab/>
      </w:r>
      <w:r w:rsidR="009B1111">
        <w:t xml:space="preserve">In Hyper-V Manager, in the </w:t>
      </w:r>
      <w:r w:rsidR="009B1111" w:rsidRPr="009B1111">
        <w:t xml:space="preserve">Actions </w:t>
      </w:r>
      <w:r w:rsidR="009B1111">
        <w:t xml:space="preserve">panel, click </w:t>
      </w:r>
      <w:r w:rsidR="009B1111" w:rsidRPr="009B1111">
        <w:t>Virtual Network Manager</w:t>
      </w:r>
      <w:r w:rsidR="009B1111">
        <w:t xml:space="preserve">. </w:t>
      </w:r>
    </w:p>
    <w:p w:rsidR="009B1111" w:rsidRDefault="001E63FB" w:rsidP="001E63FB">
      <w:pPr>
        <w:pStyle w:val="NumList"/>
      </w:pPr>
      <w:r>
        <w:lastRenderedPageBreak/>
        <w:tab/>
        <w:t>2.</w:t>
      </w:r>
      <w:r>
        <w:tab/>
      </w:r>
      <w:r w:rsidR="009B1111">
        <w:t xml:space="preserve">In </w:t>
      </w:r>
      <w:r w:rsidR="009B1111" w:rsidRPr="009B1111">
        <w:t>Virtual Network Manager</w:t>
      </w:r>
      <w:r w:rsidR="009B1111">
        <w:t xml:space="preserve">, in the </w:t>
      </w:r>
      <w:r w:rsidR="00005067">
        <w:t>What T</w:t>
      </w:r>
      <w:r w:rsidR="009B1111" w:rsidRPr="009B1111">
        <w:t xml:space="preserve">ype </w:t>
      </w:r>
      <w:r w:rsidR="00005067">
        <w:t>Of V</w:t>
      </w:r>
      <w:r w:rsidR="009B1111" w:rsidRPr="009B1111">
        <w:t xml:space="preserve">irtual </w:t>
      </w:r>
      <w:r w:rsidR="00005067">
        <w:t>Network D</w:t>
      </w:r>
      <w:r w:rsidR="009B1111" w:rsidRPr="009B1111">
        <w:t xml:space="preserve">o </w:t>
      </w:r>
      <w:r w:rsidR="00005067">
        <w:t>Y</w:t>
      </w:r>
      <w:r w:rsidR="009B1111" w:rsidRPr="009B1111">
        <w:t xml:space="preserve">ou </w:t>
      </w:r>
      <w:r w:rsidR="00005067">
        <w:t>Want To C</w:t>
      </w:r>
      <w:r w:rsidR="009B1111" w:rsidRPr="009B1111">
        <w:t>reate?</w:t>
      </w:r>
      <w:r w:rsidR="009B1111">
        <w:t xml:space="preserve"> </w:t>
      </w:r>
      <w:proofErr w:type="gramStart"/>
      <w:r w:rsidR="009B1111">
        <w:t>box</w:t>
      </w:r>
      <w:proofErr w:type="gramEnd"/>
      <w:r w:rsidR="009B1111">
        <w:t xml:space="preserve">, select </w:t>
      </w:r>
      <w:r w:rsidR="009B1111" w:rsidRPr="009B1111">
        <w:t>Private</w:t>
      </w:r>
      <w:r w:rsidR="009B1111">
        <w:t xml:space="preserve">, and then click </w:t>
      </w:r>
      <w:r w:rsidR="009B1111" w:rsidRPr="009B1111">
        <w:t>Add</w:t>
      </w:r>
      <w:r w:rsidR="009B1111">
        <w:t xml:space="preserve">. </w:t>
      </w:r>
    </w:p>
    <w:p w:rsidR="009B1111" w:rsidRDefault="001E63FB" w:rsidP="001E63FB">
      <w:pPr>
        <w:pStyle w:val="NumList"/>
      </w:pPr>
      <w:r>
        <w:tab/>
        <w:t>3.</w:t>
      </w:r>
      <w:r>
        <w:tab/>
      </w:r>
      <w:r w:rsidR="009B1111">
        <w:t xml:space="preserve">In the </w:t>
      </w:r>
      <w:r w:rsidR="009B1111" w:rsidRPr="009B1111">
        <w:t>Name</w:t>
      </w:r>
      <w:r w:rsidR="009B1111">
        <w:t xml:space="preserve"> box, type </w:t>
      </w:r>
      <w:r w:rsidR="009B1111" w:rsidRPr="009B1111">
        <w:t>Private Network</w:t>
      </w:r>
      <w:r w:rsidR="009B1111">
        <w:t xml:space="preserve">, ensure that </w:t>
      </w:r>
      <w:r w:rsidR="009B1111" w:rsidRPr="009B1111">
        <w:t>Private virtual machine network</w:t>
      </w:r>
      <w:r w:rsidR="009B1111">
        <w:t xml:space="preserve"> is selected, and then click </w:t>
      </w:r>
      <w:r w:rsidR="009B1111" w:rsidRPr="009B1111">
        <w:t>OK</w:t>
      </w:r>
      <w:r w:rsidR="009B1111">
        <w:t>.</w:t>
      </w:r>
    </w:p>
    <w:p w:rsidR="009B1111" w:rsidRDefault="009B1111" w:rsidP="009B1111">
      <w:pPr>
        <w:pStyle w:val="Heading3"/>
      </w:pPr>
      <w:r>
        <w:t>Create a Virtual Machine (VMware</w:t>
      </w:r>
      <w:r w:rsidRPr="000D193E">
        <w:t xml:space="preserve"> </w:t>
      </w:r>
      <w:r>
        <w:t>Workstation)</w:t>
      </w:r>
    </w:p>
    <w:p w:rsidR="009B1111" w:rsidRDefault="001E63FB" w:rsidP="001E63FB">
      <w:pPr>
        <w:pStyle w:val="NumList"/>
      </w:pPr>
      <w:r>
        <w:tab/>
        <w:t>1.</w:t>
      </w:r>
      <w:r>
        <w:tab/>
      </w:r>
      <w:r w:rsidR="009B1111">
        <w:t xml:space="preserve">In VMware Workstation, click </w:t>
      </w:r>
      <w:r w:rsidR="009B1111" w:rsidRPr="009B1111">
        <w:t>File</w:t>
      </w:r>
      <w:r w:rsidR="009B1111">
        <w:t xml:space="preserve">, point to </w:t>
      </w:r>
      <w:r w:rsidR="009B1111" w:rsidRPr="009B1111">
        <w:t>New</w:t>
      </w:r>
      <w:r w:rsidR="009B1111">
        <w:t xml:space="preserve">, and then click </w:t>
      </w:r>
      <w:r w:rsidR="009B1111" w:rsidRPr="009B1111">
        <w:t>Virtual Machine</w:t>
      </w:r>
      <w:r w:rsidR="009B1111">
        <w:t>.</w:t>
      </w:r>
    </w:p>
    <w:p w:rsidR="009B1111" w:rsidRDefault="009B1111" w:rsidP="001E63FB">
      <w:pPr>
        <w:pStyle w:val="ListPara"/>
      </w:pPr>
      <w:r>
        <w:t xml:space="preserve">The </w:t>
      </w:r>
      <w:r w:rsidRPr="009B1111">
        <w:t>New Virtual Machine Wizard</w:t>
      </w:r>
      <w:r>
        <w:t xml:space="preserve"> appears.</w:t>
      </w:r>
    </w:p>
    <w:p w:rsidR="009B1111" w:rsidRDefault="001E63FB" w:rsidP="001E63FB">
      <w:pPr>
        <w:pStyle w:val="NumList"/>
      </w:pPr>
      <w:r>
        <w:tab/>
        <w:t>2.</w:t>
      </w:r>
      <w:r>
        <w:tab/>
      </w:r>
      <w:r w:rsidR="009B1111">
        <w:t xml:space="preserve">On the </w:t>
      </w:r>
      <w:r w:rsidR="00005067">
        <w:t xml:space="preserve">Welcome </w:t>
      </w:r>
      <w:proofErr w:type="gramStart"/>
      <w:r w:rsidR="00005067">
        <w:t>To T</w:t>
      </w:r>
      <w:r w:rsidR="009B1111" w:rsidRPr="009B1111">
        <w:t>he</w:t>
      </w:r>
      <w:proofErr w:type="gramEnd"/>
      <w:r w:rsidR="009B1111" w:rsidRPr="009B1111">
        <w:t xml:space="preserve"> New Virtual Machine Wizard </w:t>
      </w:r>
      <w:r w:rsidR="009B1111">
        <w:t xml:space="preserve">page, click </w:t>
      </w:r>
      <w:r w:rsidR="009B1111" w:rsidRPr="009B1111">
        <w:t>Custom (advanced)</w:t>
      </w:r>
      <w:r w:rsidR="009B1111">
        <w:t xml:space="preserve">, and then click </w:t>
      </w:r>
      <w:r w:rsidR="009B1111" w:rsidRPr="009B1111">
        <w:t>Next</w:t>
      </w:r>
      <w:r w:rsidR="009B1111">
        <w:t>.</w:t>
      </w:r>
    </w:p>
    <w:p w:rsidR="009B1111" w:rsidRDefault="001E63FB" w:rsidP="001E63FB">
      <w:pPr>
        <w:pStyle w:val="NumList"/>
      </w:pPr>
      <w:r>
        <w:tab/>
        <w:t>3.</w:t>
      </w:r>
      <w:r>
        <w:tab/>
      </w:r>
      <w:r w:rsidR="009B1111">
        <w:t xml:space="preserve">On the </w:t>
      </w:r>
      <w:r w:rsidR="00005067">
        <w:t xml:space="preserve">Choose </w:t>
      </w:r>
      <w:proofErr w:type="gramStart"/>
      <w:r w:rsidR="00005067">
        <w:t>T</w:t>
      </w:r>
      <w:r w:rsidR="009B1111" w:rsidRPr="009B1111">
        <w:t>he</w:t>
      </w:r>
      <w:proofErr w:type="gramEnd"/>
      <w:r w:rsidR="009B1111" w:rsidRPr="009B1111">
        <w:t xml:space="preserve"> Virtual Machine Hardware Compatibility</w:t>
      </w:r>
      <w:r w:rsidR="009B1111">
        <w:t xml:space="preserve"> page, in the </w:t>
      </w:r>
      <w:r w:rsidR="009B1111" w:rsidRPr="009B1111">
        <w:t>Hardware</w:t>
      </w:r>
      <w:r w:rsidR="009B1111">
        <w:t xml:space="preserve"> list, select </w:t>
      </w:r>
      <w:r w:rsidR="009B1111" w:rsidRPr="009B1111">
        <w:t>Workstation 6.5-7.x</w:t>
      </w:r>
      <w:r w:rsidR="009B1111">
        <w:t xml:space="preserve">, and then click </w:t>
      </w:r>
      <w:r w:rsidR="009B1111" w:rsidRPr="009B1111">
        <w:t>Next</w:t>
      </w:r>
      <w:r w:rsidR="009B1111">
        <w:t>.</w:t>
      </w:r>
    </w:p>
    <w:p w:rsidR="009B1111" w:rsidRDefault="001E63FB" w:rsidP="001E63FB">
      <w:pPr>
        <w:pStyle w:val="NumList"/>
      </w:pPr>
      <w:r>
        <w:tab/>
        <w:t>4.</w:t>
      </w:r>
      <w:r>
        <w:tab/>
      </w:r>
      <w:r w:rsidR="009B1111">
        <w:t xml:space="preserve">On the </w:t>
      </w:r>
      <w:r w:rsidR="009B1111" w:rsidRPr="009B1111">
        <w:t xml:space="preserve">Guest Operating System Installation </w:t>
      </w:r>
      <w:r w:rsidR="009B1111">
        <w:t xml:space="preserve">page, click </w:t>
      </w:r>
      <w:r w:rsidR="00005067">
        <w:t>I W</w:t>
      </w:r>
      <w:r w:rsidR="009B1111" w:rsidRPr="009B1111">
        <w:t xml:space="preserve">ill </w:t>
      </w:r>
      <w:r w:rsidR="00005067">
        <w:t xml:space="preserve">Install </w:t>
      </w:r>
      <w:proofErr w:type="gramStart"/>
      <w:r w:rsidR="00005067">
        <w:t>T</w:t>
      </w:r>
      <w:r w:rsidR="009B1111" w:rsidRPr="009B1111">
        <w:t>he</w:t>
      </w:r>
      <w:proofErr w:type="gramEnd"/>
      <w:r w:rsidR="009B1111" w:rsidRPr="009B1111">
        <w:t xml:space="preserve"> </w:t>
      </w:r>
      <w:r w:rsidR="00005067">
        <w:t>O</w:t>
      </w:r>
      <w:r w:rsidR="009B1111" w:rsidRPr="009B1111">
        <w:t xml:space="preserve">perating </w:t>
      </w:r>
      <w:r w:rsidR="00005067">
        <w:t>System L</w:t>
      </w:r>
      <w:r w:rsidR="009B1111" w:rsidRPr="009B1111">
        <w:t>ater</w:t>
      </w:r>
      <w:r w:rsidR="009B1111">
        <w:t xml:space="preserve">, and then click </w:t>
      </w:r>
      <w:r w:rsidR="009B1111" w:rsidRPr="009B1111">
        <w:t>Next</w:t>
      </w:r>
      <w:r w:rsidR="009B1111">
        <w:t>.</w:t>
      </w:r>
    </w:p>
    <w:p w:rsidR="009B1111" w:rsidRDefault="001E63FB" w:rsidP="001E63FB">
      <w:pPr>
        <w:pStyle w:val="NumList"/>
      </w:pPr>
      <w:r>
        <w:tab/>
        <w:t>5.</w:t>
      </w:r>
      <w:r>
        <w:tab/>
      </w:r>
      <w:r w:rsidR="009B1111">
        <w:t xml:space="preserve">On the </w:t>
      </w:r>
      <w:r w:rsidR="00005067">
        <w:t xml:space="preserve">Select </w:t>
      </w:r>
      <w:proofErr w:type="gramStart"/>
      <w:r w:rsidR="00005067">
        <w:t>A</w:t>
      </w:r>
      <w:proofErr w:type="gramEnd"/>
      <w:r w:rsidR="009B1111" w:rsidRPr="009B1111">
        <w:t xml:space="preserve"> Guest Operating System </w:t>
      </w:r>
      <w:r w:rsidR="009B1111">
        <w:t xml:space="preserve">page, click </w:t>
      </w:r>
      <w:r w:rsidR="009B1111" w:rsidRPr="009B1111">
        <w:t>Microsoft Windows</w:t>
      </w:r>
      <w:r w:rsidR="009B1111">
        <w:t xml:space="preserve">, select </w:t>
      </w:r>
      <w:r w:rsidR="009B1111" w:rsidRPr="009B1111">
        <w:t>Windows Server 2008 R2 x64</w:t>
      </w:r>
      <w:r w:rsidR="009B1111">
        <w:t xml:space="preserve"> in the </w:t>
      </w:r>
      <w:r w:rsidR="009B1111" w:rsidRPr="009B1111">
        <w:t>Version</w:t>
      </w:r>
      <w:r w:rsidR="009B1111">
        <w:t xml:space="preserve"> list, and then click </w:t>
      </w:r>
      <w:r w:rsidR="009B1111" w:rsidRPr="009B1111">
        <w:t>Next</w:t>
      </w:r>
      <w:r w:rsidR="009B1111">
        <w:t>.</w:t>
      </w:r>
    </w:p>
    <w:p w:rsidR="00AB0CB9" w:rsidRDefault="001E63FB" w:rsidP="00620808">
      <w:pPr>
        <w:pStyle w:val="NumList"/>
      </w:pPr>
      <w:r>
        <w:tab/>
        <w:t>6.</w:t>
      </w:r>
      <w:r>
        <w:tab/>
      </w:r>
      <w:r w:rsidR="009B1111">
        <w:t xml:space="preserve">On the </w:t>
      </w:r>
      <w:r w:rsidR="00005067">
        <w:t xml:space="preserve">Name </w:t>
      </w:r>
      <w:proofErr w:type="gramStart"/>
      <w:r w:rsidR="00005067">
        <w:t>T</w:t>
      </w:r>
      <w:r w:rsidR="009B1111" w:rsidRPr="009B1111">
        <w:t>he</w:t>
      </w:r>
      <w:proofErr w:type="gramEnd"/>
      <w:r w:rsidR="009B1111" w:rsidRPr="009B1111">
        <w:t xml:space="preserve"> Virtual Machine </w:t>
      </w:r>
      <w:r w:rsidR="009B1111">
        <w:t xml:space="preserve">page, in the </w:t>
      </w:r>
      <w:r w:rsidR="009B1111" w:rsidRPr="009B1111">
        <w:t>Virtual Machine Name</w:t>
      </w:r>
      <w:r w:rsidR="009B1111">
        <w:t xml:space="preserve"> box, type the name of the VM, for example, CONTOSO-DC.</w:t>
      </w:r>
    </w:p>
    <w:p w:rsidR="00AB0CB9" w:rsidRDefault="001E63FB" w:rsidP="00620808">
      <w:pPr>
        <w:pStyle w:val="NumList"/>
        <w:ind w:left="720"/>
      </w:pPr>
      <w:r>
        <w:tab/>
        <w:t>7.</w:t>
      </w:r>
      <w:r>
        <w:tab/>
      </w:r>
      <w:r w:rsidR="009B1111">
        <w:t xml:space="preserve">In the </w:t>
      </w:r>
      <w:r w:rsidR="009B1111" w:rsidRPr="009B1111">
        <w:t xml:space="preserve">Location </w:t>
      </w:r>
      <w:r w:rsidR="009B1111">
        <w:t>box, type the storage location for the VM,</w:t>
      </w:r>
      <w:r w:rsidR="009B1111" w:rsidRPr="00EE027A">
        <w:t xml:space="preserve"> </w:t>
      </w:r>
      <w:r w:rsidR="009B1111">
        <w:t>for example, C:\VMs\70667\CONTOSO-DC.</w:t>
      </w:r>
    </w:p>
    <w:p w:rsidR="009B1111" w:rsidRDefault="001E63FB" w:rsidP="001E63FB">
      <w:pPr>
        <w:pStyle w:val="NumList"/>
      </w:pPr>
      <w:r>
        <w:tab/>
        <w:t>8.</w:t>
      </w:r>
      <w:r>
        <w:tab/>
      </w:r>
      <w:r w:rsidR="009B1111">
        <w:t xml:space="preserve">Click </w:t>
      </w:r>
      <w:r w:rsidR="009B1111" w:rsidRPr="009B1111">
        <w:t>Next</w:t>
      </w:r>
      <w:r w:rsidR="009B1111">
        <w:t>.</w:t>
      </w:r>
    </w:p>
    <w:p w:rsidR="00AB0CB9" w:rsidRDefault="001E63FB" w:rsidP="00620808">
      <w:pPr>
        <w:pStyle w:val="NumList"/>
      </w:pPr>
      <w:r>
        <w:tab/>
        <w:t>9.</w:t>
      </w:r>
      <w:r>
        <w:tab/>
      </w:r>
      <w:r w:rsidR="009B1111">
        <w:t xml:space="preserve">On the </w:t>
      </w:r>
      <w:r w:rsidR="009B1111" w:rsidRPr="009B1111">
        <w:t xml:space="preserve">Processor Configuration </w:t>
      </w:r>
      <w:r w:rsidR="009B1111">
        <w:t xml:space="preserve">page, in the </w:t>
      </w:r>
      <w:r w:rsidR="009B1111" w:rsidRPr="009B1111">
        <w:t xml:space="preserve">Number of processors </w:t>
      </w:r>
      <w:r w:rsidR="009B1111">
        <w:t>list, select the number of processors, for example, 1.</w:t>
      </w:r>
    </w:p>
    <w:p w:rsidR="009B1111" w:rsidRDefault="001E63FB" w:rsidP="001E63FB">
      <w:pPr>
        <w:pStyle w:val="NumList"/>
      </w:pPr>
      <w:r>
        <w:tab/>
        <w:t>10.</w:t>
      </w:r>
      <w:r>
        <w:tab/>
      </w:r>
      <w:r w:rsidR="009B1111">
        <w:t xml:space="preserve">In the </w:t>
      </w:r>
      <w:r w:rsidR="009B1111" w:rsidRPr="009B1111">
        <w:t>Number of cores per processor</w:t>
      </w:r>
      <w:r w:rsidR="009B1111">
        <w:t xml:space="preserve"> list, select </w:t>
      </w:r>
      <w:r w:rsidR="009B1111" w:rsidRPr="009B1111">
        <w:t>1</w:t>
      </w:r>
      <w:r>
        <w:t>, and t</w:t>
      </w:r>
      <w:r w:rsidR="009B1111">
        <w:t xml:space="preserve">hen click </w:t>
      </w:r>
      <w:proofErr w:type="gramStart"/>
      <w:r w:rsidR="009B1111" w:rsidRPr="009B1111">
        <w:t>Next</w:t>
      </w:r>
      <w:proofErr w:type="gramEnd"/>
      <w:r w:rsidR="009B1111">
        <w:t>.</w:t>
      </w:r>
    </w:p>
    <w:p w:rsidR="00AB0CB9" w:rsidRDefault="00954367" w:rsidP="00620808">
      <w:pPr>
        <w:pStyle w:val="NumList"/>
      </w:pPr>
      <w:r>
        <w:tab/>
        <w:t>11.</w:t>
      </w:r>
      <w:r>
        <w:tab/>
      </w:r>
      <w:r w:rsidR="009B1111">
        <w:t xml:space="preserve">On the </w:t>
      </w:r>
      <w:r w:rsidR="001E63FB">
        <w:t xml:space="preserve">Memory </w:t>
      </w:r>
      <w:proofErr w:type="gramStart"/>
      <w:r w:rsidR="001E63FB">
        <w:t>For T</w:t>
      </w:r>
      <w:r w:rsidR="009B1111" w:rsidRPr="009B1111">
        <w:t>he</w:t>
      </w:r>
      <w:proofErr w:type="gramEnd"/>
      <w:r w:rsidR="009B1111" w:rsidRPr="009B1111">
        <w:t xml:space="preserve"> Virtual Machine</w:t>
      </w:r>
      <w:r w:rsidR="009B1111">
        <w:t xml:space="preserve"> page, in the </w:t>
      </w:r>
      <w:r w:rsidR="001E63FB">
        <w:t>Memory For This V</w:t>
      </w:r>
      <w:r w:rsidR="009B1111" w:rsidRPr="009B1111">
        <w:t xml:space="preserve">irtual </w:t>
      </w:r>
      <w:r w:rsidR="001E63FB">
        <w:t>M</w:t>
      </w:r>
      <w:r w:rsidR="009B1111" w:rsidRPr="009B1111">
        <w:t xml:space="preserve">achine </w:t>
      </w:r>
      <w:r w:rsidR="009B1111">
        <w:t>box, type the amount of memory in megabytes (MB), for example, 512.</w:t>
      </w:r>
    </w:p>
    <w:p w:rsidR="009B1111" w:rsidRDefault="00954367" w:rsidP="001E63FB">
      <w:pPr>
        <w:pStyle w:val="NumList"/>
      </w:pPr>
      <w:r>
        <w:tab/>
        <w:t>12.</w:t>
      </w:r>
      <w:r>
        <w:tab/>
      </w:r>
      <w:r w:rsidR="009B1111">
        <w:t xml:space="preserve">Click </w:t>
      </w:r>
      <w:r w:rsidR="009B1111" w:rsidRPr="009B1111">
        <w:t>Next</w:t>
      </w:r>
      <w:r w:rsidR="009B1111">
        <w:t>.</w:t>
      </w:r>
    </w:p>
    <w:p w:rsidR="009B1111" w:rsidRDefault="00954367" w:rsidP="001E63FB">
      <w:pPr>
        <w:pStyle w:val="NumList"/>
      </w:pPr>
      <w:r>
        <w:tab/>
        <w:t>13.</w:t>
      </w:r>
      <w:r>
        <w:tab/>
      </w:r>
      <w:r w:rsidR="009B1111">
        <w:t xml:space="preserve">On the </w:t>
      </w:r>
      <w:r w:rsidR="009B1111" w:rsidRPr="009B1111">
        <w:t>Network Type</w:t>
      </w:r>
      <w:r w:rsidR="009B1111">
        <w:t xml:space="preserve"> page, click </w:t>
      </w:r>
      <w:r w:rsidR="009B1111" w:rsidRPr="009B1111">
        <w:t xml:space="preserve">Use </w:t>
      </w:r>
      <w:r w:rsidR="001E63FB">
        <w:t>H</w:t>
      </w:r>
      <w:r w:rsidR="009B1111" w:rsidRPr="009B1111">
        <w:t>ost-</w:t>
      </w:r>
      <w:r w:rsidR="001E63FB">
        <w:t>O</w:t>
      </w:r>
      <w:r w:rsidR="009B1111" w:rsidRPr="009B1111">
        <w:t xml:space="preserve">nly </w:t>
      </w:r>
      <w:r w:rsidR="001E63FB">
        <w:t>N</w:t>
      </w:r>
      <w:r w:rsidR="009B1111" w:rsidRPr="009B1111">
        <w:t>etworking</w:t>
      </w:r>
      <w:r w:rsidR="009B1111">
        <w:t xml:space="preserve">, and then click </w:t>
      </w:r>
      <w:proofErr w:type="gramStart"/>
      <w:r w:rsidR="009B1111" w:rsidRPr="009B1111">
        <w:t>Next</w:t>
      </w:r>
      <w:proofErr w:type="gramEnd"/>
      <w:r w:rsidR="009B1111">
        <w:t>.</w:t>
      </w:r>
    </w:p>
    <w:p w:rsidR="009B1111" w:rsidRDefault="00954367" w:rsidP="001E63FB">
      <w:pPr>
        <w:pStyle w:val="NumList"/>
      </w:pPr>
      <w:r>
        <w:tab/>
        <w:t>14.</w:t>
      </w:r>
      <w:r>
        <w:tab/>
      </w:r>
      <w:r w:rsidR="009B1111">
        <w:t xml:space="preserve">On the </w:t>
      </w:r>
      <w:r w:rsidR="009B1111" w:rsidRPr="009B1111">
        <w:t>Select I/O Adapters Type</w:t>
      </w:r>
      <w:r w:rsidR="009B1111">
        <w:t xml:space="preserve"> page, click </w:t>
      </w:r>
      <w:r w:rsidR="009B1111" w:rsidRPr="009B1111">
        <w:t>LSI Logic SAS (Recommended)</w:t>
      </w:r>
      <w:r w:rsidR="009B1111">
        <w:t xml:space="preserve">, and then click </w:t>
      </w:r>
      <w:proofErr w:type="gramStart"/>
      <w:r w:rsidR="009B1111" w:rsidRPr="009B1111">
        <w:t>Next</w:t>
      </w:r>
      <w:proofErr w:type="gramEnd"/>
      <w:r w:rsidR="009B1111">
        <w:t>.</w:t>
      </w:r>
    </w:p>
    <w:p w:rsidR="009B1111" w:rsidRDefault="00954367" w:rsidP="001E63FB">
      <w:pPr>
        <w:pStyle w:val="NumList"/>
      </w:pPr>
      <w:r>
        <w:tab/>
        <w:t>15.</w:t>
      </w:r>
      <w:r>
        <w:tab/>
      </w:r>
      <w:r w:rsidR="009B1111">
        <w:t xml:space="preserve">On the </w:t>
      </w:r>
      <w:r w:rsidR="009B1111" w:rsidRPr="009B1111">
        <w:t xml:space="preserve">Select </w:t>
      </w:r>
      <w:proofErr w:type="gramStart"/>
      <w:r w:rsidR="001E63FB">
        <w:t>A</w:t>
      </w:r>
      <w:proofErr w:type="gramEnd"/>
      <w:r w:rsidR="009B1111" w:rsidRPr="009B1111">
        <w:t xml:space="preserve"> Disk</w:t>
      </w:r>
      <w:r w:rsidR="009B1111">
        <w:t xml:space="preserve"> page, click </w:t>
      </w:r>
      <w:r w:rsidR="009B1111" w:rsidRPr="009B1111">
        <w:t>Creat</w:t>
      </w:r>
      <w:r w:rsidR="001E63FB">
        <w:t>e A N</w:t>
      </w:r>
      <w:r w:rsidR="009B1111" w:rsidRPr="009B1111">
        <w:t xml:space="preserve">ew </w:t>
      </w:r>
      <w:r w:rsidR="001E63FB">
        <w:t>V</w:t>
      </w:r>
      <w:r w:rsidR="009B1111" w:rsidRPr="009B1111">
        <w:t xml:space="preserve">irtual </w:t>
      </w:r>
      <w:r w:rsidR="001E63FB">
        <w:t>D</w:t>
      </w:r>
      <w:r w:rsidR="009B1111" w:rsidRPr="009B1111">
        <w:t>isk</w:t>
      </w:r>
      <w:r w:rsidR="009B1111">
        <w:t xml:space="preserve">, and then click </w:t>
      </w:r>
      <w:r w:rsidR="009B1111" w:rsidRPr="009B1111">
        <w:t>Next</w:t>
      </w:r>
      <w:r w:rsidR="009B1111">
        <w:t>.</w:t>
      </w:r>
    </w:p>
    <w:p w:rsidR="009B1111" w:rsidRDefault="00954367" w:rsidP="001E63FB">
      <w:pPr>
        <w:pStyle w:val="NumList"/>
      </w:pPr>
      <w:r>
        <w:tab/>
        <w:t>16.</w:t>
      </w:r>
      <w:r>
        <w:tab/>
      </w:r>
      <w:r w:rsidR="009B1111">
        <w:t xml:space="preserve">On the </w:t>
      </w:r>
      <w:r w:rsidR="001E63FB">
        <w:t xml:space="preserve">Select </w:t>
      </w:r>
      <w:proofErr w:type="gramStart"/>
      <w:r w:rsidR="001E63FB">
        <w:t>A</w:t>
      </w:r>
      <w:proofErr w:type="gramEnd"/>
      <w:r w:rsidR="009B1111" w:rsidRPr="009B1111">
        <w:t xml:space="preserve"> Disk Type </w:t>
      </w:r>
      <w:r w:rsidR="009B1111">
        <w:t xml:space="preserve">page, click </w:t>
      </w:r>
      <w:r w:rsidR="009B1111" w:rsidRPr="009B1111">
        <w:t>SCSI (Recommended)</w:t>
      </w:r>
      <w:r w:rsidR="009B1111">
        <w:t xml:space="preserve">, and then click </w:t>
      </w:r>
      <w:r w:rsidR="009B1111" w:rsidRPr="009B1111">
        <w:t>Next</w:t>
      </w:r>
      <w:r w:rsidR="009B1111">
        <w:t>.</w:t>
      </w:r>
    </w:p>
    <w:p w:rsidR="00AB0CB9" w:rsidRDefault="00954367" w:rsidP="00620808">
      <w:pPr>
        <w:pStyle w:val="NumList"/>
      </w:pPr>
      <w:r>
        <w:tab/>
        <w:t>17.</w:t>
      </w:r>
      <w:r>
        <w:tab/>
      </w:r>
      <w:r w:rsidR="009B1111">
        <w:t xml:space="preserve">On the </w:t>
      </w:r>
      <w:r w:rsidR="009B1111" w:rsidRPr="009B1111">
        <w:t>Specify Disk Capacity</w:t>
      </w:r>
      <w:r w:rsidR="009B1111">
        <w:t xml:space="preserve"> page, in the </w:t>
      </w:r>
      <w:r w:rsidR="009B1111" w:rsidRPr="009B1111">
        <w:t xml:space="preserve">Maximum </w:t>
      </w:r>
      <w:r w:rsidR="001E63FB">
        <w:t>Disk S</w:t>
      </w:r>
      <w:r w:rsidR="009B1111" w:rsidRPr="009B1111">
        <w:t>ize</w:t>
      </w:r>
      <w:r w:rsidR="009B1111">
        <w:t xml:space="preserve"> box, type the disk capacity, in gigabytes (GB), for example, 40.</w:t>
      </w:r>
      <w:r w:rsidR="009B1111">
        <w:tab/>
      </w:r>
    </w:p>
    <w:p w:rsidR="009B1111" w:rsidRDefault="00954367" w:rsidP="001E63FB">
      <w:pPr>
        <w:pStyle w:val="NumList"/>
      </w:pPr>
      <w:r>
        <w:tab/>
        <w:t>18.</w:t>
      </w:r>
      <w:r>
        <w:tab/>
      </w:r>
      <w:r w:rsidR="009B1111">
        <w:t xml:space="preserve">Click </w:t>
      </w:r>
      <w:r w:rsidR="001E63FB">
        <w:t>Store Virtual D</w:t>
      </w:r>
      <w:r w:rsidR="009B1111" w:rsidRPr="009B1111">
        <w:t xml:space="preserve">isk </w:t>
      </w:r>
      <w:proofErr w:type="gramStart"/>
      <w:r w:rsidR="001E63FB">
        <w:t>As</w:t>
      </w:r>
      <w:proofErr w:type="gramEnd"/>
      <w:r w:rsidR="001E63FB">
        <w:t xml:space="preserve"> A S</w:t>
      </w:r>
      <w:r w:rsidR="009B1111" w:rsidRPr="009B1111">
        <w:t>ingle file</w:t>
      </w:r>
      <w:r w:rsidR="009B1111">
        <w:t xml:space="preserve">, and then click </w:t>
      </w:r>
      <w:r w:rsidR="009B1111" w:rsidRPr="009B1111">
        <w:t>Next</w:t>
      </w:r>
      <w:r w:rsidR="009B1111">
        <w:t>.</w:t>
      </w:r>
    </w:p>
    <w:p w:rsidR="009B1111" w:rsidRDefault="00954367" w:rsidP="001E63FB">
      <w:pPr>
        <w:pStyle w:val="NumList"/>
      </w:pPr>
      <w:r>
        <w:tab/>
        <w:t>19.</w:t>
      </w:r>
      <w:r>
        <w:tab/>
      </w:r>
      <w:r w:rsidR="009B1111">
        <w:t xml:space="preserve">On the </w:t>
      </w:r>
      <w:r w:rsidR="009B1111" w:rsidRPr="009B1111">
        <w:t>Specify Disk File</w:t>
      </w:r>
      <w:r w:rsidR="009B1111">
        <w:t xml:space="preserve"> page, click </w:t>
      </w:r>
      <w:proofErr w:type="gramStart"/>
      <w:r w:rsidR="009B1111" w:rsidRPr="009B1111">
        <w:t>Next</w:t>
      </w:r>
      <w:proofErr w:type="gramEnd"/>
      <w:r w:rsidR="009B1111">
        <w:t>.</w:t>
      </w:r>
    </w:p>
    <w:p w:rsidR="009B1111" w:rsidRDefault="00954367" w:rsidP="001E63FB">
      <w:pPr>
        <w:pStyle w:val="NumList"/>
      </w:pPr>
      <w:r>
        <w:tab/>
        <w:t>20.</w:t>
      </w:r>
      <w:r>
        <w:tab/>
      </w:r>
      <w:r w:rsidR="009B1111">
        <w:t xml:space="preserve">On the </w:t>
      </w:r>
      <w:r w:rsidR="009B1111" w:rsidRPr="009B1111">
        <w:t xml:space="preserve">Ready to Create </w:t>
      </w:r>
      <w:proofErr w:type="gramStart"/>
      <w:r w:rsidR="001E63FB">
        <w:t>T</w:t>
      </w:r>
      <w:r w:rsidR="009B1111" w:rsidRPr="009B1111">
        <w:t>he</w:t>
      </w:r>
      <w:proofErr w:type="gramEnd"/>
      <w:r w:rsidR="009B1111" w:rsidRPr="009B1111">
        <w:t xml:space="preserve"> Virtual Machine </w:t>
      </w:r>
      <w:r w:rsidR="009B1111">
        <w:t xml:space="preserve">page, click </w:t>
      </w:r>
      <w:r w:rsidR="009B1111" w:rsidRPr="009B1111">
        <w:t>Customize Hardware</w:t>
      </w:r>
      <w:r w:rsidR="009B1111">
        <w:t>.</w:t>
      </w:r>
    </w:p>
    <w:p w:rsidR="009B1111" w:rsidRPr="005D5C04" w:rsidRDefault="009B1111" w:rsidP="004264BB">
      <w:pPr>
        <w:pStyle w:val="ListPara"/>
      </w:pPr>
      <w:r>
        <w:lastRenderedPageBreak/>
        <w:t xml:space="preserve">The </w:t>
      </w:r>
      <w:r w:rsidRPr="009B1111">
        <w:t>Hardware</w:t>
      </w:r>
      <w:r>
        <w:t xml:space="preserve"> dialog box appears.</w:t>
      </w:r>
    </w:p>
    <w:p w:rsidR="009B1111" w:rsidRDefault="00954367" w:rsidP="00954367">
      <w:pPr>
        <w:pStyle w:val="NumList"/>
      </w:pPr>
      <w:r>
        <w:tab/>
        <w:t>21.</w:t>
      </w:r>
      <w:r>
        <w:tab/>
      </w:r>
      <w:r w:rsidR="009B1111">
        <w:t xml:space="preserve">In the </w:t>
      </w:r>
      <w:r w:rsidR="009B1111" w:rsidRPr="009B1111">
        <w:t>Device</w:t>
      </w:r>
      <w:r w:rsidR="009B1111">
        <w:t xml:space="preserve"> list, click </w:t>
      </w:r>
      <w:r w:rsidR="009B1111" w:rsidRPr="009B1111">
        <w:t>USB Controller</w:t>
      </w:r>
      <w:r w:rsidR="009B1111">
        <w:t>.</w:t>
      </w:r>
    </w:p>
    <w:p w:rsidR="009B1111" w:rsidRDefault="00954367" w:rsidP="00954367">
      <w:pPr>
        <w:pStyle w:val="NumList"/>
      </w:pPr>
      <w:r>
        <w:tab/>
        <w:t>22.</w:t>
      </w:r>
      <w:r>
        <w:tab/>
      </w:r>
      <w:r w:rsidR="009B1111">
        <w:t xml:space="preserve">Clear the </w:t>
      </w:r>
      <w:r w:rsidR="009B1111" w:rsidRPr="009B1111">
        <w:t xml:space="preserve">Automatically </w:t>
      </w:r>
      <w:r w:rsidR="001E63FB">
        <w:t>C</w:t>
      </w:r>
      <w:r w:rsidR="009B1111" w:rsidRPr="009B1111">
        <w:t xml:space="preserve">onnect </w:t>
      </w:r>
      <w:r w:rsidR="001E63FB">
        <w:t>New USB D</w:t>
      </w:r>
      <w:r w:rsidR="009B1111" w:rsidRPr="009B1111">
        <w:t>evices</w:t>
      </w:r>
      <w:r w:rsidR="009B1111">
        <w:t xml:space="preserve"> check box.</w:t>
      </w:r>
    </w:p>
    <w:p w:rsidR="009B1111" w:rsidRDefault="00954367" w:rsidP="00954367">
      <w:pPr>
        <w:pStyle w:val="NumList"/>
      </w:pPr>
      <w:r>
        <w:tab/>
        <w:t>23.</w:t>
      </w:r>
      <w:r>
        <w:tab/>
      </w:r>
      <w:r w:rsidR="009B1111">
        <w:t xml:space="preserve">In the </w:t>
      </w:r>
      <w:r w:rsidR="009B1111" w:rsidRPr="009B1111">
        <w:t>Device</w:t>
      </w:r>
      <w:r w:rsidR="009B1111">
        <w:t xml:space="preserve"> list, click </w:t>
      </w:r>
      <w:r w:rsidR="009B1111" w:rsidRPr="009B1111">
        <w:t>Printer</w:t>
      </w:r>
      <w:r w:rsidR="009B1111">
        <w:t>.</w:t>
      </w:r>
    </w:p>
    <w:p w:rsidR="009B1111" w:rsidRDefault="00954367" w:rsidP="00954367">
      <w:pPr>
        <w:pStyle w:val="NumList"/>
      </w:pPr>
      <w:r>
        <w:tab/>
        <w:t>24.</w:t>
      </w:r>
      <w:r>
        <w:tab/>
      </w:r>
      <w:r w:rsidR="009B1111">
        <w:t xml:space="preserve">Clear the </w:t>
      </w:r>
      <w:r w:rsidR="001E63FB">
        <w:t xml:space="preserve">Connect </w:t>
      </w:r>
      <w:proofErr w:type="gramStart"/>
      <w:r w:rsidR="001E63FB">
        <w:t>A</w:t>
      </w:r>
      <w:r w:rsidR="009B1111" w:rsidRPr="009B1111">
        <w:t>t</w:t>
      </w:r>
      <w:proofErr w:type="gramEnd"/>
      <w:r w:rsidR="009B1111" w:rsidRPr="009B1111">
        <w:t xml:space="preserve"> </w:t>
      </w:r>
      <w:r w:rsidR="001E63FB">
        <w:t>P</w:t>
      </w:r>
      <w:r w:rsidR="009B1111" w:rsidRPr="009B1111">
        <w:t xml:space="preserve">ower </w:t>
      </w:r>
      <w:r w:rsidR="001E63FB">
        <w:t>O</w:t>
      </w:r>
      <w:r w:rsidR="009B1111" w:rsidRPr="009B1111">
        <w:t>n</w:t>
      </w:r>
      <w:r w:rsidR="009B1111">
        <w:t xml:space="preserve"> check box.</w:t>
      </w:r>
    </w:p>
    <w:p w:rsidR="009B1111" w:rsidRDefault="00954367" w:rsidP="00954367">
      <w:pPr>
        <w:pStyle w:val="NumList"/>
      </w:pPr>
      <w:r>
        <w:tab/>
        <w:t>25.</w:t>
      </w:r>
      <w:r>
        <w:tab/>
      </w:r>
      <w:r w:rsidR="009B1111">
        <w:t xml:space="preserve">Click </w:t>
      </w:r>
      <w:r w:rsidR="009B1111" w:rsidRPr="009B1111">
        <w:t>OK</w:t>
      </w:r>
      <w:r w:rsidR="009B1111">
        <w:t>.</w:t>
      </w:r>
    </w:p>
    <w:p w:rsidR="009B1111" w:rsidRDefault="00954367" w:rsidP="00954367">
      <w:pPr>
        <w:pStyle w:val="NumList"/>
      </w:pPr>
      <w:r>
        <w:tab/>
        <w:t>26.</w:t>
      </w:r>
      <w:r>
        <w:tab/>
      </w:r>
      <w:r w:rsidR="009B1111">
        <w:t xml:space="preserve">In the </w:t>
      </w:r>
      <w:r w:rsidR="009B1111" w:rsidRPr="009B1111">
        <w:t>New Virtual Machine Wizard</w:t>
      </w:r>
      <w:r w:rsidR="009B1111" w:rsidRPr="005D5C04">
        <w:t xml:space="preserve">, </w:t>
      </w:r>
      <w:r w:rsidR="009B1111">
        <w:t xml:space="preserve">on the </w:t>
      </w:r>
      <w:r w:rsidR="001E63FB">
        <w:t xml:space="preserve">Ready </w:t>
      </w:r>
      <w:proofErr w:type="gramStart"/>
      <w:r w:rsidR="001E63FB">
        <w:t>To Create T</w:t>
      </w:r>
      <w:r w:rsidR="009B1111" w:rsidRPr="009B1111">
        <w:t>he</w:t>
      </w:r>
      <w:proofErr w:type="gramEnd"/>
      <w:r w:rsidR="009B1111" w:rsidRPr="009B1111">
        <w:t xml:space="preserve"> Virtual Machine </w:t>
      </w:r>
      <w:r w:rsidR="009B1111">
        <w:t xml:space="preserve">page, </w:t>
      </w:r>
      <w:r w:rsidR="009B1111" w:rsidRPr="009B1111">
        <w:t>Finish</w:t>
      </w:r>
      <w:r w:rsidR="009B1111">
        <w:t>.</w:t>
      </w:r>
    </w:p>
    <w:p w:rsidR="009B1111" w:rsidRDefault="009B1111" w:rsidP="009B1111">
      <w:pPr>
        <w:pStyle w:val="Heading3"/>
      </w:pPr>
      <w:r>
        <w:t>Create a Virtual Machine (Hyper-V)</w:t>
      </w:r>
    </w:p>
    <w:p w:rsidR="009B1111" w:rsidRPr="007415A7" w:rsidRDefault="009B1111" w:rsidP="001E63FB">
      <w:pPr>
        <w:pStyle w:val="Readeraidonly"/>
      </w:pPr>
      <w:r>
        <w:t xml:space="preserve">Note: Before you create the first virtual machine in Hyper-V, you must perform the </w:t>
      </w:r>
      <w:r w:rsidR="001E63FB">
        <w:t>"</w:t>
      </w:r>
      <w:r w:rsidRPr="001E63FB">
        <w:t>Create</w:t>
      </w:r>
      <w:r w:rsidRPr="004B13EE">
        <w:t xml:space="preserve"> a Private Virtual Network (Hyper-V)</w:t>
      </w:r>
      <w:r w:rsidR="001E63FB">
        <w:t>" procedure</w:t>
      </w:r>
      <w:r>
        <w:t>.</w:t>
      </w:r>
    </w:p>
    <w:p w:rsidR="009B1111" w:rsidRDefault="00954367" w:rsidP="00954367">
      <w:pPr>
        <w:pStyle w:val="NumList"/>
      </w:pPr>
      <w:r>
        <w:tab/>
        <w:t>1.</w:t>
      </w:r>
      <w:r>
        <w:tab/>
      </w:r>
      <w:r w:rsidR="009B1111">
        <w:t xml:space="preserve">In Hyper-V Manager, in the </w:t>
      </w:r>
      <w:r w:rsidR="009B1111" w:rsidRPr="009B1111">
        <w:t>Actions</w:t>
      </w:r>
      <w:r w:rsidR="009B1111">
        <w:t xml:space="preserve"> panel, click </w:t>
      </w:r>
      <w:r w:rsidR="009B1111" w:rsidRPr="009B1111">
        <w:t>New</w:t>
      </w:r>
      <w:r w:rsidR="009B1111">
        <w:t xml:space="preserve">, and then click </w:t>
      </w:r>
      <w:r w:rsidR="009B1111" w:rsidRPr="009B1111">
        <w:t>Virtual Machine</w:t>
      </w:r>
      <w:r w:rsidR="009B1111">
        <w:t>.</w:t>
      </w:r>
    </w:p>
    <w:p w:rsidR="009B1111" w:rsidRDefault="00954367" w:rsidP="00954367">
      <w:pPr>
        <w:pStyle w:val="NumList"/>
      </w:pPr>
      <w:r>
        <w:tab/>
        <w:t>2.</w:t>
      </w:r>
      <w:r>
        <w:tab/>
      </w:r>
      <w:r w:rsidR="009B1111">
        <w:t xml:space="preserve">The </w:t>
      </w:r>
      <w:r w:rsidR="009B1111" w:rsidRPr="009B1111">
        <w:t>New Virtual Machine Wizard</w:t>
      </w:r>
      <w:r w:rsidR="009B1111">
        <w:t xml:space="preserve"> appears.</w:t>
      </w:r>
    </w:p>
    <w:p w:rsidR="009B1111" w:rsidRDefault="00954367" w:rsidP="00954367">
      <w:pPr>
        <w:pStyle w:val="NumList"/>
      </w:pPr>
      <w:r>
        <w:tab/>
        <w:t>3.</w:t>
      </w:r>
      <w:r>
        <w:tab/>
      </w:r>
      <w:r w:rsidR="009B1111">
        <w:t xml:space="preserve">On the </w:t>
      </w:r>
      <w:r w:rsidR="009B1111" w:rsidRPr="009B1111">
        <w:t>Before You Begin</w:t>
      </w:r>
      <w:r w:rsidR="009B1111">
        <w:t xml:space="preserve"> page, click </w:t>
      </w:r>
      <w:proofErr w:type="gramStart"/>
      <w:r w:rsidR="009B1111" w:rsidRPr="009B1111">
        <w:t>Next</w:t>
      </w:r>
      <w:proofErr w:type="gramEnd"/>
      <w:r w:rsidR="009B1111">
        <w:t>.</w:t>
      </w:r>
    </w:p>
    <w:p w:rsidR="00AB0CB9" w:rsidRDefault="00954367" w:rsidP="00620808">
      <w:pPr>
        <w:pStyle w:val="NumList"/>
      </w:pPr>
      <w:r>
        <w:tab/>
        <w:t>4.</w:t>
      </w:r>
      <w:r>
        <w:tab/>
      </w:r>
      <w:r w:rsidR="009B1111">
        <w:t xml:space="preserve">On the </w:t>
      </w:r>
      <w:r w:rsidR="009B1111" w:rsidRPr="009B1111">
        <w:t>Specify Name and Location</w:t>
      </w:r>
      <w:r w:rsidR="009B1111">
        <w:t xml:space="preserve"> page, in the </w:t>
      </w:r>
      <w:r w:rsidR="009B1111" w:rsidRPr="009B1111">
        <w:t>Name</w:t>
      </w:r>
      <w:r w:rsidR="009B1111">
        <w:t xml:space="preserve"> box, type the name of the VM, for example, CONTOSO-DC.</w:t>
      </w:r>
    </w:p>
    <w:p w:rsidR="00AB0CB9" w:rsidRDefault="00954367" w:rsidP="00620808">
      <w:pPr>
        <w:pStyle w:val="NumList"/>
      </w:pPr>
      <w:r>
        <w:tab/>
        <w:t>5.</w:t>
      </w:r>
      <w:r>
        <w:tab/>
      </w:r>
      <w:r w:rsidR="009B1111">
        <w:t xml:space="preserve">Select the </w:t>
      </w:r>
      <w:r w:rsidR="009B1111" w:rsidRPr="009B1111">
        <w:t xml:space="preserve">Store the virtual machine in a different location </w:t>
      </w:r>
      <w:r w:rsidR="009B1111">
        <w:t xml:space="preserve">check box, and then, in the </w:t>
      </w:r>
      <w:r w:rsidR="009B1111" w:rsidRPr="009B1111">
        <w:t xml:space="preserve">Location </w:t>
      </w:r>
      <w:r w:rsidR="009B1111">
        <w:t>box, type the storage location for the VM,</w:t>
      </w:r>
      <w:r w:rsidR="009B1111" w:rsidRPr="00EE027A">
        <w:t xml:space="preserve"> </w:t>
      </w:r>
      <w:r w:rsidR="009B1111">
        <w:t>for example, C:\VMs\70667\CONTOSO-DC.</w:t>
      </w:r>
    </w:p>
    <w:p w:rsidR="009B1111" w:rsidRDefault="00954367" w:rsidP="00954367">
      <w:pPr>
        <w:pStyle w:val="NumList"/>
      </w:pPr>
      <w:r>
        <w:tab/>
        <w:t>6.</w:t>
      </w:r>
      <w:r>
        <w:tab/>
      </w:r>
      <w:r w:rsidR="009B1111">
        <w:t xml:space="preserve">Click </w:t>
      </w:r>
      <w:r w:rsidR="009B1111" w:rsidRPr="009B1111">
        <w:t>Next</w:t>
      </w:r>
      <w:r w:rsidR="009B1111">
        <w:t>.</w:t>
      </w:r>
    </w:p>
    <w:p w:rsidR="00AB0CB9" w:rsidRDefault="00954367" w:rsidP="00620808">
      <w:pPr>
        <w:pStyle w:val="NumList"/>
      </w:pPr>
      <w:r>
        <w:tab/>
        <w:t>7.</w:t>
      </w:r>
      <w:r>
        <w:tab/>
      </w:r>
      <w:r w:rsidR="009B1111">
        <w:t xml:space="preserve">On the </w:t>
      </w:r>
      <w:r w:rsidR="009B1111" w:rsidRPr="009B1111">
        <w:t>Assign Memory</w:t>
      </w:r>
      <w:r w:rsidR="009B1111">
        <w:t xml:space="preserve"> page, in the </w:t>
      </w:r>
      <w:r w:rsidR="009B1111" w:rsidRPr="009B1111">
        <w:t>Memory</w:t>
      </w:r>
      <w:r w:rsidR="009B1111">
        <w:t xml:space="preserve"> box, type the amount of memory in megabytes (MB), for example, 512.</w:t>
      </w:r>
    </w:p>
    <w:p w:rsidR="009B1111" w:rsidRDefault="00954367" w:rsidP="00954367">
      <w:pPr>
        <w:pStyle w:val="NumList"/>
      </w:pPr>
      <w:r>
        <w:tab/>
        <w:t>8.</w:t>
      </w:r>
      <w:r>
        <w:tab/>
      </w:r>
      <w:r w:rsidR="009B1111">
        <w:t xml:space="preserve">Click </w:t>
      </w:r>
      <w:r w:rsidR="009B1111" w:rsidRPr="009B1111">
        <w:t>Next</w:t>
      </w:r>
      <w:r w:rsidR="009B1111">
        <w:t>.</w:t>
      </w:r>
    </w:p>
    <w:p w:rsidR="009B1111" w:rsidRDefault="00954367" w:rsidP="00954367">
      <w:pPr>
        <w:pStyle w:val="NumList"/>
      </w:pPr>
      <w:r>
        <w:tab/>
        <w:t>9.</w:t>
      </w:r>
      <w:r>
        <w:tab/>
      </w:r>
      <w:r w:rsidR="009B1111">
        <w:t xml:space="preserve">On the </w:t>
      </w:r>
      <w:r w:rsidR="009B1111" w:rsidRPr="009B1111">
        <w:t>Configure Networking</w:t>
      </w:r>
      <w:r w:rsidR="009B1111">
        <w:t xml:space="preserve"> page, in the </w:t>
      </w:r>
      <w:r w:rsidR="009B1111" w:rsidRPr="009B1111">
        <w:t>Connection</w:t>
      </w:r>
      <w:r w:rsidR="009B1111">
        <w:t xml:space="preserve"> list, select </w:t>
      </w:r>
      <w:r w:rsidR="009B1111" w:rsidRPr="009B1111">
        <w:t>Private Network</w:t>
      </w:r>
      <w:r w:rsidR="009B1111">
        <w:t xml:space="preserve">, and then click </w:t>
      </w:r>
      <w:proofErr w:type="gramStart"/>
      <w:r w:rsidR="009B1111" w:rsidRPr="009B1111">
        <w:t>Next</w:t>
      </w:r>
      <w:proofErr w:type="gramEnd"/>
      <w:r w:rsidR="009B1111">
        <w:t>.</w:t>
      </w:r>
    </w:p>
    <w:p w:rsidR="00AB0CB9" w:rsidRDefault="00954367" w:rsidP="00620808">
      <w:pPr>
        <w:pStyle w:val="NumList"/>
      </w:pPr>
      <w:r>
        <w:tab/>
        <w:t>10.</w:t>
      </w:r>
      <w:r>
        <w:tab/>
      </w:r>
      <w:r w:rsidR="009B1111">
        <w:t xml:space="preserve">On the </w:t>
      </w:r>
      <w:r w:rsidR="009B1111" w:rsidRPr="009B1111">
        <w:t>Connect Virtual Hard Disk</w:t>
      </w:r>
      <w:r w:rsidR="009B1111">
        <w:t xml:space="preserve"> page, in the </w:t>
      </w:r>
      <w:r w:rsidR="009B1111" w:rsidRPr="009B1111">
        <w:t>Size</w:t>
      </w:r>
      <w:r w:rsidR="009B1111">
        <w:t xml:space="preserve"> box, type the disk capacity, in gigabytes (GB), for example, 40.</w:t>
      </w:r>
    </w:p>
    <w:p w:rsidR="009B1111" w:rsidRDefault="00954367" w:rsidP="00954367">
      <w:pPr>
        <w:pStyle w:val="NumList"/>
      </w:pPr>
      <w:r>
        <w:tab/>
        <w:t>11.</w:t>
      </w:r>
      <w:r>
        <w:tab/>
      </w:r>
      <w:r w:rsidR="009B1111">
        <w:t xml:space="preserve">Click </w:t>
      </w:r>
      <w:r w:rsidR="009B1111" w:rsidRPr="009B1111">
        <w:t>Next</w:t>
      </w:r>
      <w:r w:rsidR="009B1111">
        <w:t>.</w:t>
      </w:r>
    </w:p>
    <w:p w:rsidR="009B1111" w:rsidRDefault="00954367" w:rsidP="00954367">
      <w:pPr>
        <w:pStyle w:val="NumList"/>
      </w:pPr>
      <w:r>
        <w:tab/>
        <w:t>12.</w:t>
      </w:r>
      <w:r>
        <w:tab/>
      </w:r>
      <w:r w:rsidR="009B1111">
        <w:t xml:space="preserve">On the </w:t>
      </w:r>
      <w:r w:rsidR="009B1111" w:rsidRPr="009B1111">
        <w:t>Installation Options</w:t>
      </w:r>
      <w:r w:rsidR="009B1111">
        <w:t xml:space="preserve"> page, click </w:t>
      </w:r>
      <w:r w:rsidR="001E63FB">
        <w:t xml:space="preserve">Install </w:t>
      </w:r>
      <w:proofErr w:type="gramStart"/>
      <w:r w:rsidR="001E63FB">
        <w:t>An</w:t>
      </w:r>
      <w:proofErr w:type="gramEnd"/>
      <w:r w:rsidR="001E63FB">
        <w:t xml:space="preserve"> Operating S</w:t>
      </w:r>
      <w:r w:rsidR="009B1111" w:rsidRPr="009B1111">
        <w:t xml:space="preserve">ystem </w:t>
      </w:r>
      <w:r w:rsidR="001E63FB">
        <w:t>L</w:t>
      </w:r>
      <w:r w:rsidR="009B1111" w:rsidRPr="009B1111">
        <w:t>ater</w:t>
      </w:r>
      <w:r w:rsidR="009B1111">
        <w:t xml:space="preserve">, and then click </w:t>
      </w:r>
      <w:r w:rsidR="009B1111" w:rsidRPr="009B1111">
        <w:t>Next</w:t>
      </w:r>
      <w:r w:rsidR="009B1111">
        <w:t>.</w:t>
      </w:r>
    </w:p>
    <w:p w:rsidR="009B1111" w:rsidRDefault="00954367" w:rsidP="00954367">
      <w:pPr>
        <w:pStyle w:val="NumList"/>
      </w:pPr>
      <w:r>
        <w:tab/>
        <w:t>13.</w:t>
      </w:r>
      <w:r>
        <w:tab/>
      </w:r>
      <w:r w:rsidR="009B1111">
        <w:t xml:space="preserve">On the </w:t>
      </w:r>
      <w:r w:rsidR="001E63FB">
        <w:t xml:space="preserve">Completing </w:t>
      </w:r>
      <w:proofErr w:type="gramStart"/>
      <w:r w:rsidR="001E63FB">
        <w:t>T</w:t>
      </w:r>
      <w:r w:rsidR="009B1111" w:rsidRPr="009B1111">
        <w:t>he</w:t>
      </w:r>
      <w:proofErr w:type="gramEnd"/>
      <w:r w:rsidR="009B1111" w:rsidRPr="009B1111">
        <w:t xml:space="preserve"> New Virtual Machine Wizard</w:t>
      </w:r>
      <w:r w:rsidR="009B1111">
        <w:t xml:space="preserve"> page, click </w:t>
      </w:r>
      <w:r w:rsidR="009B1111" w:rsidRPr="009B1111">
        <w:t>Finish</w:t>
      </w:r>
      <w:r w:rsidR="009B1111">
        <w:t>.</w:t>
      </w:r>
    </w:p>
    <w:p w:rsidR="009B1111" w:rsidRDefault="00954367" w:rsidP="00954367">
      <w:pPr>
        <w:pStyle w:val="NumList"/>
      </w:pPr>
      <w:r>
        <w:tab/>
        <w:t>14.</w:t>
      </w:r>
      <w:r>
        <w:tab/>
      </w:r>
      <w:r w:rsidR="009B1111">
        <w:t xml:space="preserve">In the </w:t>
      </w:r>
      <w:r w:rsidR="009B1111" w:rsidRPr="009B1111">
        <w:t>Virtual Machines</w:t>
      </w:r>
      <w:r w:rsidR="009B1111">
        <w:t xml:space="preserve"> list, right-click the virtual machine, and then click </w:t>
      </w:r>
      <w:r w:rsidR="009B1111" w:rsidRPr="009B1111">
        <w:t>Settings</w:t>
      </w:r>
      <w:r w:rsidR="009B1111">
        <w:t>.</w:t>
      </w:r>
    </w:p>
    <w:p w:rsidR="009B1111" w:rsidRDefault="009B1111" w:rsidP="00954367">
      <w:pPr>
        <w:pStyle w:val="ListPara"/>
      </w:pPr>
      <w:r>
        <w:t xml:space="preserve">The </w:t>
      </w:r>
      <w:r w:rsidRPr="009B1111">
        <w:t xml:space="preserve">Settings </w:t>
      </w:r>
      <w:r>
        <w:t>dialog box appears.</w:t>
      </w:r>
    </w:p>
    <w:p w:rsidR="009B1111" w:rsidRDefault="00954367" w:rsidP="00954367">
      <w:pPr>
        <w:pStyle w:val="NumList"/>
      </w:pPr>
      <w:r>
        <w:tab/>
        <w:t>15.</w:t>
      </w:r>
      <w:r>
        <w:tab/>
      </w:r>
      <w:r w:rsidR="009B1111">
        <w:t xml:space="preserve">In the </w:t>
      </w:r>
      <w:r w:rsidR="009B1111" w:rsidRPr="009B1111">
        <w:t>Hardware</w:t>
      </w:r>
      <w:r w:rsidR="009B1111">
        <w:t xml:space="preserve"> list, click </w:t>
      </w:r>
      <w:r w:rsidR="009B1111" w:rsidRPr="009B1111">
        <w:t>Processor</w:t>
      </w:r>
      <w:r w:rsidR="009B1111">
        <w:t>.</w:t>
      </w:r>
    </w:p>
    <w:p w:rsidR="00AB0CB9" w:rsidRDefault="00954367" w:rsidP="00620808">
      <w:pPr>
        <w:pStyle w:val="NumList"/>
      </w:pPr>
      <w:r>
        <w:lastRenderedPageBreak/>
        <w:tab/>
        <w:t>16.</w:t>
      </w:r>
      <w:r>
        <w:tab/>
      </w:r>
      <w:r w:rsidR="009B1111">
        <w:t xml:space="preserve">In the </w:t>
      </w:r>
      <w:r w:rsidR="009B1111" w:rsidRPr="009B1111">
        <w:t>Number of logical processors</w:t>
      </w:r>
      <w:r w:rsidR="009B1111">
        <w:t xml:space="preserve"> list, select the number of processors, for example, 1.</w:t>
      </w:r>
    </w:p>
    <w:p w:rsidR="009B1111" w:rsidRDefault="00954367" w:rsidP="00954367">
      <w:pPr>
        <w:pStyle w:val="NumList"/>
      </w:pPr>
      <w:r>
        <w:tab/>
        <w:t>17.</w:t>
      </w:r>
      <w:r>
        <w:tab/>
      </w:r>
      <w:r w:rsidR="009B1111">
        <w:t xml:space="preserve">Click </w:t>
      </w:r>
      <w:r w:rsidR="009B1111" w:rsidRPr="009B1111">
        <w:t>OK</w:t>
      </w:r>
      <w:r w:rsidR="009B1111">
        <w:t xml:space="preserve">. </w:t>
      </w:r>
    </w:p>
    <w:p w:rsidR="006A24BF" w:rsidRDefault="006A24BF" w:rsidP="006A24BF">
      <w:pPr>
        <w:pStyle w:val="Heading3"/>
      </w:pPr>
      <w:r>
        <w:t>Mount a DVD (VMware</w:t>
      </w:r>
      <w:r w:rsidRPr="000D193E">
        <w:t xml:space="preserve"> </w:t>
      </w:r>
      <w:r>
        <w:t>Workstation)</w:t>
      </w:r>
    </w:p>
    <w:p w:rsidR="006A24BF" w:rsidRDefault="00954367" w:rsidP="00954367">
      <w:pPr>
        <w:pStyle w:val="NumList"/>
      </w:pPr>
      <w:r>
        <w:tab/>
        <w:t>1.</w:t>
      </w:r>
      <w:r>
        <w:tab/>
      </w:r>
      <w:r w:rsidR="006A24BF">
        <w:t xml:space="preserve">In VMware Workstation, click </w:t>
      </w:r>
      <w:r w:rsidR="006A24BF" w:rsidRPr="009B1111">
        <w:t>Edit Virtual Machine Settings</w:t>
      </w:r>
      <w:r w:rsidR="006A24BF">
        <w:t>.</w:t>
      </w:r>
    </w:p>
    <w:p w:rsidR="006A24BF" w:rsidRPr="00DE295B" w:rsidRDefault="006A24BF" w:rsidP="00954367">
      <w:pPr>
        <w:pStyle w:val="ListPara"/>
      </w:pPr>
      <w:r>
        <w:t xml:space="preserve">The </w:t>
      </w:r>
      <w:r w:rsidRPr="009B1111">
        <w:t>Virtual Machine Settings</w:t>
      </w:r>
      <w:r>
        <w:t xml:space="preserve"> dialog box appears.</w:t>
      </w:r>
    </w:p>
    <w:p w:rsidR="006A24BF" w:rsidRDefault="00954367" w:rsidP="00954367">
      <w:pPr>
        <w:pStyle w:val="NumList"/>
      </w:pPr>
      <w:r>
        <w:tab/>
        <w:t>2.</w:t>
      </w:r>
      <w:r>
        <w:tab/>
      </w:r>
      <w:r w:rsidR="006A24BF">
        <w:t xml:space="preserve">In the </w:t>
      </w:r>
      <w:r w:rsidR="006A24BF" w:rsidRPr="009B1111">
        <w:t>Device</w:t>
      </w:r>
      <w:r w:rsidR="006A24BF">
        <w:t xml:space="preserve"> list, click </w:t>
      </w:r>
      <w:r w:rsidR="006A24BF" w:rsidRPr="009B1111">
        <w:t>CD/DVD (IDE)</w:t>
      </w:r>
      <w:r w:rsidR="006A24BF">
        <w:t>.</w:t>
      </w:r>
    </w:p>
    <w:p w:rsidR="006A24BF" w:rsidRDefault="00954367" w:rsidP="00954367">
      <w:pPr>
        <w:pStyle w:val="NumList"/>
      </w:pPr>
      <w:r>
        <w:tab/>
        <w:t>3.</w:t>
      </w:r>
      <w:r>
        <w:tab/>
      </w:r>
      <w:r w:rsidR="006A24BF">
        <w:t xml:space="preserve">In the </w:t>
      </w:r>
      <w:r w:rsidR="006A24BF" w:rsidRPr="009B1111">
        <w:t>Connection</w:t>
      </w:r>
      <w:r>
        <w:t xml:space="preserve"> section, click Use P</w:t>
      </w:r>
      <w:r w:rsidR="006A24BF">
        <w:t xml:space="preserve">hysical </w:t>
      </w:r>
      <w:r>
        <w:t>D</w:t>
      </w:r>
      <w:r w:rsidR="006A24BF">
        <w:t>rive.</w:t>
      </w:r>
    </w:p>
    <w:p w:rsidR="006A24BF" w:rsidRDefault="00954367" w:rsidP="00954367">
      <w:pPr>
        <w:pStyle w:val="NumList"/>
      </w:pPr>
      <w:r>
        <w:tab/>
        <w:t>4.</w:t>
      </w:r>
      <w:r>
        <w:tab/>
      </w:r>
      <w:r w:rsidR="006A24BF">
        <w:t>From the drop-down list, select the drive on the host computer that contains the DVD.</w:t>
      </w:r>
    </w:p>
    <w:p w:rsidR="006A24BF" w:rsidRDefault="00954367" w:rsidP="00954367">
      <w:pPr>
        <w:pStyle w:val="NumList"/>
      </w:pPr>
      <w:r>
        <w:tab/>
        <w:t>5.</w:t>
      </w:r>
      <w:r>
        <w:tab/>
      </w:r>
      <w:r w:rsidR="006A24BF">
        <w:t xml:space="preserve">Click </w:t>
      </w:r>
      <w:r w:rsidR="006A24BF" w:rsidRPr="009B1111">
        <w:t>OK</w:t>
      </w:r>
      <w:r w:rsidR="006A24BF">
        <w:t>.</w:t>
      </w:r>
    </w:p>
    <w:p w:rsidR="009B1111" w:rsidRDefault="009B1111" w:rsidP="009B1111">
      <w:pPr>
        <w:pStyle w:val="Heading3"/>
      </w:pPr>
      <w:r>
        <w:t>Mount an ISO Image (VMware</w:t>
      </w:r>
      <w:r w:rsidRPr="000D193E">
        <w:t xml:space="preserve"> </w:t>
      </w:r>
      <w:r>
        <w:t>Workstation)</w:t>
      </w:r>
    </w:p>
    <w:p w:rsidR="009B1111" w:rsidRDefault="00954367" w:rsidP="00954367">
      <w:pPr>
        <w:pStyle w:val="NumList"/>
      </w:pPr>
      <w:r>
        <w:tab/>
        <w:t>1.</w:t>
      </w:r>
      <w:r>
        <w:tab/>
      </w:r>
      <w:r w:rsidR="009B1111">
        <w:t xml:space="preserve">In VMware Workstation, click </w:t>
      </w:r>
      <w:r w:rsidR="009B1111" w:rsidRPr="009B1111">
        <w:t>Edit Virtual Machine Settings</w:t>
      </w:r>
      <w:r w:rsidR="009B1111">
        <w:t>.</w:t>
      </w:r>
    </w:p>
    <w:p w:rsidR="009B1111" w:rsidRPr="00DE295B" w:rsidRDefault="009B1111" w:rsidP="00954367">
      <w:pPr>
        <w:pStyle w:val="ListPara"/>
      </w:pPr>
      <w:r>
        <w:t xml:space="preserve">The </w:t>
      </w:r>
      <w:r w:rsidRPr="009B1111">
        <w:t>Virtual Machine Settings</w:t>
      </w:r>
      <w:r>
        <w:t xml:space="preserve"> dialog box appears.</w:t>
      </w:r>
    </w:p>
    <w:p w:rsidR="009B1111" w:rsidRDefault="00954367" w:rsidP="00954367">
      <w:pPr>
        <w:pStyle w:val="NumList"/>
      </w:pPr>
      <w:r>
        <w:tab/>
        <w:t>2.</w:t>
      </w:r>
      <w:r>
        <w:tab/>
      </w:r>
      <w:r w:rsidR="009B1111">
        <w:t xml:space="preserve">In the </w:t>
      </w:r>
      <w:r w:rsidR="009B1111" w:rsidRPr="009B1111">
        <w:t>Device</w:t>
      </w:r>
      <w:r w:rsidR="009B1111">
        <w:t xml:space="preserve"> list, click </w:t>
      </w:r>
      <w:r w:rsidR="009B1111" w:rsidRPr="009B1111">
        <w:t>CD/DVD (IDE)</w:t>
      </w:r>
      <w:r w:rsidR="009B1111">
        <w:t>.</w:t>
      </w:r>
    </w:p>
    <w:p w:rsidR="009B1111" w:rsidRDefault="00954367" w:rsidP="00954367">
      <w:pPr>
        <w:pStyle w:val="NumList"/>
      </w:pPr>
      <w:r>
        <w:tab/>
        <w:t>3.</w:t>
      </w:r>
      <w:r>
        <w:tab/>
      </w:r>
      <w:r w:rsidR="009B1111">
        <w:t xml:space="preserve">In the </w:t>
      </w:r>
      <w:r w:rsidR="009B1111" w:rsidRPr="009B1111">
        <w:t>Connection</w:t>
      </w:r>
      <w:r w:rsidR="009B1111">
        <w:t xml:space="preserve"> section, click </w:t>
      </w:r>
      <w:r w:rsidR="009B1111" w:rsidRPr="009B1111">
        <w:t xml:space="preserve">Use ISO </w:t>
      </w:r>
      <w:r>
        <w:t>Image F</w:t>
      </w:r>
      <w:r w:rsidR="009B1111" w:rsidRPr="009B1111">
        <w:t>ile</w:t>
      </w:r>
      <w:r w:rsidR="009B1111">
        <w:t>.</w:t>
      </w:r>
    </w:p>
    <w:p w:rsidR="009B1111" w:rsidRDefault="00954367" w:rsidP="00954367">
      <w:pPr>
        <w:pStyle w:val="NumList"/>
      </w:pPr>
      <w:r>
        <w:tab/>
        <w:t>4.</w:t>
      </w:r>
      <w:r>
        <w:tab/>
      </w:r>
      <w:r w:rsidR="009B1111">
        <w:t xml:space="preserve">Click </w:t>
      </w:r>
      <w:r w:rsidR="009B1111" w:rsidRPr="009B1111">
        <w:t>Browse</w:t>
      </w:r>
      <w:r w:rsidR="009B1111">
        <w:t>.</w:t>
      </w:r>
    </w:p>
    <w:p w:rsidR="009B1111" w:rsidRDefault="009B1111" w:rsidP="00954367">
      <w:pPr>
        <w:pStyle w:val="ListPara"/>
      </w:pPr>
      <w:r>
        <w:t xml:space="preserve">The </w:t>
      </w:r>
      <w:r w:rsidRPr="009B1111">
        <w:t xml:space="preserve">Browse for ISO Image File </w:t>
      </w:r>
      <w:r>
        <w:t>dialog box appears.</w:t>
      </w:r>
    </w:p>
    <w:p w:rsidR="009B1111" w:rsidRDefault="00954367" w:rsidP="00954367">
      <w:pPr>
        <w:pStyle w:val="NumList"/>
      </w:pPr>
      <w:r>
        <w:tab/>
        <w:t>5.</w:t>
      </w:r>
      <w:r>
        <w:tab/>
      </w:r>
      <w:r w:rsidR="009B1111">
        <w:t xml:space="preserve">Navigate to, and then select, the ISO image file, and then click </w:t>
      </w:r>
      <w:r w:rsidR="009B1111" w:rsidRPr="009B1111">
        <w:t>Open</w:t>
      </w:r>
      <w:r w:rsidR="009B1111">
        <w:t>.</w:t>
      </w:r>
    </w:p>
    <w:p w:rsidR="009B1111" w:rsidRDefault="00954367" w:rsidP="00954367">
      <w:pPr>
        <w:pStyle w:val="NumList"/>
      </w:pPr>
      <w:r>
        <w:tab/>
        <w:t>6.</w:t>
      </w:r>
      <w:r>
        <w:tab/>
      </w:r>
      <w:r w:rsidR="009B1111">
        <w:t xml:space="preserve">In the </w:t>
      </w:r>
      <w:r w:rsidR="009B1111" w:rsidRPr="009B1111">
        <w:t>Virtual Machine Settings</w:t>
      </w:r>
      <w:r w:rsidR="009B1111">
        <w:t xml:space="preserve"> dialog box, click </w:t>
      </w:r>
      <w:r w:rsidR="009B1111" w:rsidRPr="009B1111">
        <w:t>OK</w:t>
      </w:r>
      <w:r w:rsidR="009B1111">
        <w:t>.</w:t>
      </w:r>
    </w:p>
    <w:p w:rsidR="006A24BF" w:rsidRDefault="006A24BF" w:rsidP="006A24BF">
      <w:pPr>
        <w:pStyle w:val="Heading3"/>
      </w:pPr>
      <w:r>
        <w:t>Mount a DVD (Hyper-V)</w:t>
      </w:r>
    </w:p>
    <w:p w:rsidR="006A24BF" w:rsidRDefault="00954367" w:rsidP="00954367">
      <w:pPr>
        <w:pStyle w:val="NumList"/>
      </w:pPr>
      <w:r>
        <w:tab/>
        <w:t>1.</w:t>
      </w:r>
      <w:r>
        <w:tab/>
      </w:r>
      <w:r w:rsidR="006A24BF">
        <w:t xml:space="preserve">In Hyper-V Manager, in the </w:t>
      </w:r>
      <w:r w:rsidR="006A24BF" w:rsidRPr="009B1111">
        <w:t>Virtual Machines</w:t>
      </w:r>
      <w:r w:rsidR="006A24BF">
        <w:t xml:space="preserve"> list, right-click the virtual machine, and then click </w:t>
      </w:r>
      <w:r w:rsidR="006A24BF" w:rsidRPr="009B1111">
        <w:t>Settings</w:t>
      </w:r>
      <w:r w:rsidR="006A24BF">
        <w:t>.</w:t>
      </w:r>
    </w:p>
    <w:p w:rsidR="006A24BF" w:rsidRDefault="006A24BF" w:rsidP="00954367">
      <w:pPr>
        <w:pStyle w:val="ListPara"/>
      </w:pPr>
      <w:r>
        <w:t xml:space="preserve">The </w:t>
      </w:r>
      <w:r w:rsidR="00954367">
        <w:t xml:space="preserve">Settings </w:t>
      </w:r>
      <w:proofErr w:type="gramStart"/>
      <w:r w:rsidR="00954367">
        <w:t>F</w:t>
      </w:r>
      <w:r w:rsidRPr="009B1111">
        <w:t>or</w:t>
      </w:r>
      <w:proofErr w:type="gramEnd"/>
      <w:r w:rsidRPr="009B1111">
        <w:t xml:space="preserve"> </w:t>
      </w:r>
      <w:r w:rsidRPr="006A24BF">
        <w:rPr>
          <w:i/>
        </w:rPr>
        <w:t>Virtual Machine</w:t>
      </w:r>
      <w:r>
        <w:t xml:space="preserve"> dialog box appears.</w:t>
      </w:r>
    </w:p>
    <w:p w:rsidR="006A24BF" w:rsidRDefault="00954367" w:rsidP="00954367">
      <w:pPr>
        <w:pStyle w:val="NumList"/>
      </w:pPr>
      <w:r>
        <w:tab/>
        <w:t>2.</w:t>
      </w:r>
      <w:r>
        <w:tab/>
      </w:r>
      <w:r w:rsidR="006A24BF">
        <w:t xml:space="preserve">In the </w:t>
      </w:r>
      <w:r w:rsidR="006A24BF" w:rsidRPr="009B1111">
        <w:t>Hardware</w:t>
      </w:r>
      <w:r w:rsidR="006A24BF">
        <w:t xml:space="preserve"> list, click </w:t>
      </w:r>
      <w:r w:rsidR="006A24BF" w:rsidRPr="009B1111">
        <w:t>DVD Drive</w:t>
      </w:r>
      <w:r w:rsidR="006A24BF">
        <w:t>.</w:t>
      </w:r>
    </w:p>
    <w:p w:rsidR="006A24BF" w:rsidRDefault="00954367" w:rsidP="00954367">
      <w:pPr>
        <w:pStyle w:val="NumList"/>
      </w:pPr>
      <w:r>
        <w:tab/>
        <w:t>3.</w:t>
      </w:r>
      <w:r>
        <w:tab/>
      </w:r>
      <w:r w:rsidR="006A24BF">
        <w:t xml:space="preserve">In the </w:t>
      </w:r>
      <w:r w:rsidR="006A24BF" w:rsidRPr="009B1111">
        <w:t xml:space="preserve">Media </w:t>
      </w:r>
      <w:r w:rsidR="006A24BF">
        <w:t>section, click X.</w:t>
      </w:r>
    </w:p>
    <w:p w:rsidR="006A24BF" w:rsidRDefault="00954367" w:rsidP="00954367">
      <w:pPr>
        <w:pStyle w:val="NumList"/>
      </w:pPr>
      <w:r>
        <w:tab/>
        <w:t>4.</w:t>
      </w:r>
      <w:r>
        <w:tab/>
      </w:r>
      <w:r w:rsidR="006A24BF">
        <w:t>Click Y.</w:t>
      </w:r>
    </w:p>
    <w:p w:rsidR="006A24BF" w:rsidRDefault="00954367" w:rsidP="00954367">
      <w:pPr>
        <w:pStyle w:val="NumList"/>
      </w:pPr>
      <w:r>
        <w:tab/>
        <w:t>5.</w:t>
      </w:r>
      <w:r>
        <w:tab/>
      </w:r>
      <w:r w:rsidR="006A24BF">
        <w:t xml:space="preserve">Click </w:t>
      </w:r>
      <w:r w:rsidR="006A24BF" w:rsidRPr="009B1111">
        <w:t>OK</w:t>
      </w:r>
      <w:r w:rsidR="006A24BF">
        <w:t>.</w:t>
      </w:r>
    </w:p>
    <w:p w:rsidR="009B1111" w:rsidRDefault="009B1111" w:rsidP="009B1111">
      <w:pPr>
        <w:pStyle w:val="Heading3"/>
      </w:pPr>
      <w:r>
        <w:t>Mount an ISO Image (Hyper-V)</w:t>
      </w:r>
    </w:p>
    <w:p w:rsidR="009B1111" w:rsidRDefault="00954367" w:rsidP="00954367">
      <w:pPr>
        <w:pStyle w:val="NumList"/>
      </w:pPr>
      <w:r>
        <w:tab/>
        <w:t>1.</w:t>
      </w:r>
      <w:r>
        <w:tab/>
      </w:r>
      <w:r w:rsidR="009B1111">
        <w:t xml:space="preserve">In Hyper-V Manager, in the </w:t>
      </w:r>
      <w:r w:rsidR="009B1111" w:rsidRPr="009B1111">
        <w:t>Virtual Machines</w:t>
      </w:r>
      <w:r w:rsidR="009B1111">
        <w:t xml:space="preserve"> list, right-click </w:t>
      </w:r>
      <w:r w:rsidR="006A24BF">
        <w:t>the virtual machine</w:t>
      </w:r>
      <w:r w:rsidR="009B1111">
        <w:t xml:space="preserve">, and then click </w:t>
      </w:r>
      <w:r w:rsidR="009B1111" w:rsidRPr="009B1111">
        <w:t>Settings</w:t>
      </w:r>
      <w:r w:rsidR="009B1111">
        <w:t>.</w:t>
      </w:r>
    </w:p>
    <w:p w:rsidR="006A24BF" w:rsidRDefault="006A24BF" w:rsidP="00954367">
      <w:pPr>
        <w:pStyle w:val="ListPara"/>
      </w:pPr>
      <w:r>
        <w:t xml:space="preserve">The </w:t>
      </w:r>
      <w:r w:rsidR="00954367">
        <w:t xml:space="preserve">Settings </w:t>
      </w:r>
      <w:proofErr w:type="gramStart"/>
      <w:r w:rsidR="00954367">
        <w:t>F</w:t>
      </w:r>
      <w:r w:rsidRPr="009B1111">
        <w:t>or</w:t>
      </w:r>
      <w:proofErr w:type="gramEnd"/>
      <w:r w:rsidRPr="009B1111">
        <w:t xml:space="preserve"> </w:t>
      </w:r>
      <w:r w:rsidRPr="006A24BF">
        <w:rPr>
          <w:i/>
        </w:rPr>
        <w:t>Virtual Machine</w:t>
      </w:r>
      <w:r>
        <w:t xml:space="preserve"> dialog box appears.</w:t>
      </w:r>
    </w:p>
    <w:p w:rsidR="009B1111" w:rsidRDefault="00954367" w:rsidP="00954367">
      <w:pPr>
        <w:pStyle w:val="NumList"/>
      </w:pPr>
      <w:r>
        <w:tab/>
        <w:t>2.</w:t>
      </w:r>
      <w:r>
        <w:tab/>
      </w:r>
      <w:r w:rsidR="009B1111">
        <w:t xml:space="preserve">In the </w:t>
      </w:r>
      <w:r w:rsidR="009B1111" w:rsidRPr="009B1111">
        <w:t>Hardware</w:t>
      </w:r>
      <w:r w:rsidR="009B1111">
        <w:t xml:space="preserve"> list, click </w:t>
      </w:r>
      <w:r w:rsidR="009B1111" w:rsidRPr="009B1111">
        <w:t>DVD Drive</w:t>
      </w:r>
      <w:r w:rsidR="009B1111">
        <w:t>.</w:t>
      </w:r>
    </w:p>
    <w:p w:rsidR="009B1111" w:rsidRDefault="00954367" w:rsidP="00954367">
      <w:pPr>
        <w:pStyle w:val="NumList"/>
      </w:pPr>
      <w:r>
        <w:tab/>
        <w:t>3.</w:t>
      </w:r>
      <w:r>
        <w:tab/>
      </w:r>
      <w:r w:rsidR="009B1111">
        <w:t xml:space="preserve">In the </w:t>
      </w:r>
      <w:r w:rsidR="009B1111" w:rsidRPr="009B1111">
        <w:t xml:space="preserve">Media </w:t>
      </w:r>
      <w:r w:rsidR="009B1111">
        <w:t xml:space="preserve">section, click </w:t>
      </w:r>
      <w:r w:rsidR="009B1111" w:rsidRPr="009B1111">
        <w:t>I</w:t>
      </w:r>
      <w:r>
        <w:t>mage F</w:t>
      </w:r>
      <w:r w:rsidR="009B1111" w:rsidRPr="009B1111">
        <w:t>ile</w:t>
      </w:r>
      <w:r w:rsidR="009B1111">
        <w:t>.</w:t>
      </w:r>
    </w:p>
    <w:p w:rsidR="009B1111" w:rsidRDefault="00954367" w:rsidP="00954367">
      <w:pPr>
        <w:pStyle w:val="NumList"/>
      </w:pPr>
      <w:r>
        <w:lastRenderedPageBreak/>
        <w:tab/>
        <w:t>4.</w:t>
      </w:r>
      <w:r>
        <w:tab/>
      </w:r>
      <w:r w:rsidR="009B1111">
        <w:t xml:space="preserve">Click </w:t>
      </w:r>
      <w:r w:rsidR="009B1111" w:rsidRPr="009B1111">
        <w:t>Browse</w:t>
      </w:r>
      <w:r w:rsidR="009B1111">
        <w:t>.</w:t>
      </w:r>
    </w:p>
    <w:p w:rsidR="009B1111" w:rsidRDefault="009B1111" w:rsidP="00954367">
      <w:pPr>
        <w:pStyle w:val="ListPara"/>
      </w:pPr>
      <w:r>
        <w:t xml:space="preserve">The </w:t>
      </w:r>
      <w:r w:rsidRPr="009B1111">
        <w:t xml:space="preserve">Open </w:t>
      </w:r>
      <w:r>
        <w:t>dialog box appears.</w:t>
      </w:r>
    </w:p>
    <w:p w:rsidR="009B1111" w:rsidRDefault="00954367" w:rsidP="00954367">
      <w:pPr>
        <w:pStyle w:val="NumList"/>
      </w:pPr>
      <w:r>
        <w:tab/>
        <w:t>5.</w:t>
      </w:r>
      <w:r>
        <w:tab/>
      </w:r>
      <w:r w:rsidR="009B1111">
        <w:t xml:space="preserve">Navigate to, and then select, the ISO image file, and then click </w:t>
      </w:r>
      <w:r w:rsidR="009B1111" w:rsidRPr="009B1111">
        <w:t>Open</w:t>
      </w:r>
      <w:r w:rsidR="009B1111">
        <w:t>.</w:t>
      </w:r>
    </w:p>
    <w:p w:rsidR="009B1111" w:rsidRDefault="00954367" w:rsidP="00954367">
      <w:pPr>
        <w:pStyle w:val="NumList"/>
      </w:pPr>
      <w:r>
        <w:tab/>
        <w:t>6.</w:t>
      </w:r>
      <w:r>
        <w:tab/>
      </w:r>
      <w:r w:rsidR="009B1111">
        <w:t xml:space="preserve">In the </w:t>
      </w:r>
      <w:r>
        <w:t xml:space="preserve">Settings </w:t>
      </w:r>
      <w:proofErr w:type="gramStart"/>
      <w:r>
        <w:t>F</w:t>
      </w:r>
      <w:r w:rsidR="009B1111" w:rsidRPr="009B1111">
        <w:t>or</w:t>
      </w:r>
      <w:proofErr w:type="gramEnd"/>
      <w:r w:rsidR="009B1111" w:rsidRPr="009B1111">
        <w:t xml:space="preserve"> </w:t>
      </w:r>
      <w:r w:rsidR="006A24BF" w:rsidRPr="006A24BF">
        <w:rPr>
          <w:i/>
        </w:rPr>
        <w:t>Virtual Machine</w:t>
      </w:r>
      <w:r w:rsidR="009B1111">
        <w:t xml:space="preserve"> dialog box, click </w:t>
      </w:r>
      <w:r w:rsidR="009B1111" w:rsidRPr="009B1111">
        <w:t>OK</w:t>
      </w:r>
      <w:r w:rsidR="009B1111">
        <w:t>.</w:t>
      </w:r>
    </w:p>
    <w:p w:rsidR="009B1111" w:rsidRDefault="009B1111" w:rsidP="009B1111">
      <w:pPr>
        <w:pStyle w:val="Heading3"/>
      </w:pPr>
      <w:proofErr w:type="spellStart"/>
      <w:r>
        <w:t>Unmount</w:t>
      </w:r>
      <w:proofErr w:type="spellEnd"/>
      <w:r>
        <w:t xml:space="preserve"> an ISO Image (VMware Workstation)</w:t>
      </w:r>
    </w:p>
    <w:p w:rsidR="009B1111" w:rsidRDefault="00954367" w:rsidP="00954367">
      <w:pPr>
        <w:pStyle w:val="NumList"/>
      </w:pPr>
      <w:r>
        <w:tab/>
        <w:t>1.</w:t>
      </w:r>
      <w:r>
        <w:tab/>
      </w:r>
      <w:r w:rsidR="009B1111">
        <w:t xml:space="preserve">In VMware Workstation, click </w:t>
      </w:r>
      <w:r w:rsidR="009B1111" w:rsidRPr="009B1111">
        <w:t xml:space="preserve">Edit </w:t>
      </w:r>
      <w:r>
        <w:t>V</w:t>
      </w:r>
      <w:r w:rsidR="009B1111" w:rsidRPr="009B1111">
        <w:t xml:space="preserve">irtual </w:t>
      </w:r>
      <w:r>
        <w:t>Machine S</w:t>
      </w:r>
      <w:r w:rsidR="009B1111" w:rsidRPr="009B1111">
        <w:t>ettings</w:t>
      </w:r>
      <w:r w:rsidR="009B1111">
        <w:t xml:space="preserve">. </w:t>
      </w:r>
    </w:p>
    <w:p w:rsidR="009B1111" w:rsidRDefault="00954367" w:rsidP="00954367">
      <w:pPr>
        <w:pStyle w:val="NumList"/>
      </w:pPr>
      <w:r>
        <w:tab/>
        <w:t>2.</w:t>
      </w:r>
      <w:r>
        <w:tab/>
      </w:r>
      <w:r w:rsidR="009B1111">
        <w:t xml:space="preserve">In the </w:t>
      </w:r>
      <w:r w:rsidR="009B1111" w:rsidRPr="009B1111">
        <w:t xml:space="preserve">Device </w:t>
      </w:r>
      <w:r w:rsidR="009B1111">
        <w:t xml:space="preserve">list, click </w:t>
      </w:r>
      <w:r w:rsidR="009B1111" w:rsidRPr="009B1111">
        <w:t>CD/DVD (IDE)</w:t>
      </w:r>
      <w:r w:rsidR="009B1111">
        <w:t xml:space="preserve">. </w:t>
      </w:r>
    </w:p>
    <w:p w:rsidR="009B1111" w:rsidRDefault="00954367" w:rsidP="00954367">
      <w:pPr>
        <w:pStyle w:val="NumList"/>
      </w:pPr>
      <w:r>
        <w:tab/>
        <w:t>3.</w:t>
      </w:r>
      <w:r>
        <w:tab/>
      </w:r>
      <w:r w:rsidR="009B1111">
        <w:t xml:space="preserve">In the </w:t>
      </w:r>
      <w:r w:rsidR="009B1111" w:rsidRPr="009B1111">
        <w:t xml:space="preserve">Connection </w:t>
      </w:r>
      <w:r w:rsidR="009B1111">
        <w:t xml:space="preserve">section, click </w:t>
      </w:r>
      <w:r>
        <w:t>Use P</w:t>
      </w:r>
      <w:r w:rsidR="009B1111" w:rsidRPr="009B1111">
        <w:t xml:space="preserve">hysical </w:t>
      </w:r>
      <w:r>
        <w:t>D</w:t>
      </w:r>
      <w:r w:rsidR="009B1111" w:rsidRPr="009B1111">
        <w:t>rive</w:t>
      </w:r>
      <w:r w:rsidR="009B1111">
        <w:t xml:space="preserve">. </w:t>
      </w:r>
    </w:p>
    <w:p w:rsidR="009B1111" w:rsidRDefault="00954367" w:rsidP="00954367">
      <w:pPr>
        <w:pStyle w:val="NumList"/>
      </w:pPr>
      <w:r>
        <w:tab/>
        <w:t>4.</w:t>
      </w:r>
      <w:r>
        <w:tab/>
      </w:r>
      <w:r w:rsidR="009B1111">
        <w:t xml:space="preserve">Click </w:t>
      </w:r>
      <w:r w:rsidR="009B1111" w:rsidRPr="009B1111">
        <w:t>OK</w:t>
      </w:r>
      <w:r w:rsidR="009B1111">
        <w:t>.</w:t>
      </w:r>
    </w:p>
    <w:p w:rsidR="009B1111" w:rsidRDefault="009B1111" w:rsidP="009B1111">
      <w:pPr>
        <w:pStyle w:val="Heading3"/>
      </w:pPr>
      <w:proofErr w:type="spellStart"/>
      <w:r>
        <w:t>Unmount</w:t>
      </w:r>
      <w:proofErr w:type="spellEnd"/>
      <w:r>
        <w:t xml:space="preserve"> an ISO Image (Hyper-V)</w:t>
      </w:r>
    </w:p>
    <w:p w:rsidR="009B1111" w:rsidRDefault="00954367" w:rsidP="00954367">
      <w:pPr>
        <w:pStyle w:val="NumList"/>
      </w:pPr>
      <w:r>
        <w:tab/>
        <w:t>1.</w:t>
      </w:r>
      <w:r>
        <w:tab/>
      </w:r>
      <w:r w:rsidR="009B1111">
        <w:t xml:space="preserve">In </w:t>
      </w:r>
      <w:r w:rsidR="009B1111" w:rsidRPr="00B96B56">
        <w:t>Hyper-V Manager</w:t>
      </w:r>
      <w:r w:rsidR="009B1111">
        <w:t xml:space="preserve">, in the </w:t>
      </w:r>
      <w:r w:rsidR="009B1111" w:rsidRPr="009B1111">
        <w:t>Virtual Machines</w:t>
      </w:r>
      <w:r w:rsidR="009B1111" w:rsidRPr="00B96B56">
        <w:t xml:space="preserve"> </w:t>
      </w:r>
      <w:r w:rsidR="009B1111">
        <w:t xml:space="preserve">panel, right-click the virtual machine, and then click </w:t>
      </w:r>
      <w:r w:rsidR="009B1111" w:rsidRPr="009B1111">
        <w:t>Settings</w:t>
      </w:r>
      <w:r w:rsidR="009B1111">
        <w:t xml:space="preserve">. </w:t>
      </w:r>
    </w:p>
    <w:p w:rsidR="009B1111" w:rsidRDefault="00954367" w:rsidP="00954367">
      <w:pPr>
        <w:pStyle w:val="NumList"/>
      </w:pPr>
      <w:r>
        <w:tab/>
        <w:t>2.</w:t>
      </w:r>
      <w:r>
        <w:tab/>
      </w:r>
      <w:r w:rsidR="009B1111">
        <w:t xml:space="preserve">In the </w:t>
      </w:r>
      <w:r w:rsidR="009B1111" w:rsidRPr="009B1111">
        <w:t xml:space="preserve">Hardware </w:t>
      </w:r>
      <w:r w:rsidR="009B1111">
        <w:t xml:space="preserve">list, click </w:t>
      </w:r>
      <w:r w:rsidR="009B1111" w:rsidRPr="009B1111">
        <w:t>DVD Drive</w:t>
      </w:r>
      <w:r w:rsidR="009B1111">
        <w:t xml:space="preserve">. </w:t>
      </w:r>
    </w:p>
    <w:p w:rsidR="009B1111" w:rsidRDefault="00954367" w:rsidP="00954367">
      <w:pPr>
        <w:pStyle w:val="NumList"/>
      </w:pPr>
      <w:r>
        <w:tab/>
        <w:t>3.</w:t>
      </w:r>
      <w:r>
        <w:tab/>
      </w:r>
      <w:r w:rsidR="009B1111">
        <w:t xml:space="preserve">In the </w:t>
      </w:r>
      <w:r w:rsidR="009B1111" w:rsidRPr="009B1111">
        <w:t>Media</w:t>
      </w:r>
      <w:r w:rsidR="009B1111">
        <w:t xml:space="preserve"> section, click </w:t>
      </w:r>
      <w:proofErr w:type="gramStart"/>
      <w:r w:rsidR="009B1111" w:rsidRPr="009B1111">
        <w:t>None</w:t>
      </w:r>
      <w:proofErr w:type="gramEnd"/>
      <w:r w:rsidR="009B1111">
        <w:t xml:space="preserve">. </w:t>
      </w:r>
    </w:p>
    <w:p w:rsidR="009B1111" w:rsidRPr="00503C4A" w:rsidRDefault="00954367" w:rsidP="00954367">
      <w:pPr>
        <w:pStyle w:val="NumList"/>
      </w:pPr>
      <w:r>
        <w:tab/>
        <w:t>4.</w:t>
      </w:r>
      <w:r>
        <w:tab/>
      </w:r>
      <w:r w:rsidR="009B1111">
        <w:t xml:space="preserve">Click </w:t>
      </w:r>
      <w:r w:rsidR="009B1111" w:rsidRPr="009B1111">
        <w:t>OK</w:t>
      </w:r>
      <w:r w:rsidR="009B1111">
        <w:t xml:space="preserve">. </w:t>
      </w:r>
    </w:p>
    <w:p w:rsidR="009B1111" w:rsidRDefault="009B1111" w:rsidP="009B1111">
      <w:pPr>
        <w:pStyle w:val="Heading3"/>
      </w:pPr>
      <w:r>
        <w:t>Start a virtual machine (VMware</w:t>
      </w:r>
      <w:r w:rsidRPr="000D193E">
        <w:t xml:space="preserve"> </w:t>
      </w:r>
      <w:r>
        <w:t>Workstation)</w:t>
      </w:r>
    </w:p>
    <w:p w:rsidR="009B1111" w:rsidRPr="000D193E" w:rsidRDefault="00954367" w:rsidP="00954367">
      <w:pPr>
        <w:pStyle w:val="NumList"/>
      </w:pPr>
      <w:r>
        <w:tab/>
        <w:t>1.</w:t>
      </w:r>
      <w:r>
        <w:tab/>
      </w:r>
      <w:r w:rsidR="009B1111">
        <w:t xml:space="preserve">In VMware Workstation, click </w:t>
      </w:r>
      <w:r>
        <w:t xml:space="preserve">Power </w:t>
      </w:r>
      <w:proofErr w:type="gramStart"/>
      <w:r>
        <w:t>On</w:t>
      </w:r>
      <w:proofErr w:type="gramEnd"/>
      <w:r>
        <w:t xml:space="preserve"> T</w:t>
      </w:r>
      <w:r w:rsidR="009B1111" w:rsidRPr="009B1111">
        <w:t xml:space="preserve">his </w:t>
      </w:r>
      <w:r>
        <w:t>V</w:t>
      </w:r>
      <w:r w:rsidR="009B1111" w:rsidRPr="009B1111">
        <w:t xml:space="preserve">irtual </w:t>
      </w:r>
      <w:r>
        <w:t>M</w:t>
      </w:r>
      <w:r w:rsidR="009B1111" w:rsidRPr="009B1111">
        <w:t>achine</w:t>
      </w:r>
      <w:r w:rsidR="009B1111">
        <w:t>.</w:t>
      </w:r>
    </w:p>
    <w:p w:rsidR="009B1111" w:rsidRDefault="009B1111" w:rsidP="009B1111">
      <w:pPr>
        <w:pStyle w:val="Heading3"/>
      </w:pPr>
      <w:r>
        <w:t>Start a virtual machine (Hyper-V)</w:t>
      </w:r>
    </w:p>
    <w:p w:rsidR="009B1111" w:rsidRDefault="00ED2793" w:rsidP="00954367">
      <w:pPr>
        <w:pStyle w:val="NumList"/>
      </w:pPr>
      <w:r>
        <w:tab/>
        <w:t>1.</w:t>
      </w:r>
      <w:r>
        <w:tab/>
      </w:r>
      <w:r w:rsidR="009B1111">
        <w:t xml:space="preserve">In </w:t>
      </w:r>
      <w:r w:rsidR="009B1111" w:rsidRPr="00B96B56">
        <w:t>Hyper-V Manager</w:t>
      </w:r>
      <w:r w:rsidR="009B1111">
        <w:t xml:space="preserve">, in the </w:t>
      </w:r>
      <w:r w:rsidR="009B1111" w:rsidRPr="009B1111">
        <w:t>Virtual Machines</w:t>
      </w:r>
      <w:r w:rsidR="009B1111" w:rsidRPr="00B96B56">
        <w:t xml:space="preserve"> </w:t>
      </w:r>
      <w:r w:rsidR="009B1111">
        <w:t xml:space="preserve">panel, right-click the virtual machine, and then click </w:t>
      </w:r>
      <w:r w:rsidR="009B1111" w:rsidRPr="009B1111">
        <w:t>Start</w:t>
      </w:r>
      <w:r w:rsidR="009B1111">
        <w:t>.</w:t>
      </w:r>
    </w:p>
    <w:p w:rsidR="009B1111" w:rsidRDefault="00ED2793" w:rsidP="00954367">
      <w:pPr>
        <w:pStyle w:val="NumList"/>
      </w:pPr>
      <w:r>
        <w:tab/>
      </w:r>
      <w:proofErr w:type="gramStart"/>
      <w:r>
        <w:t>2.</w:t>
      </w:r>
      <w:r>
        <w:tab/>
      </w:r>
      <w:r w:rsidR="009B1111">
        <w:t xml:space="preserve">Right-click the virtual machine, and then click </w:t>
      </w:r>
      <w:r w:rsidR="009B1111" w:rsidRPr="009B1111">
        <w:t>Connect</w:t>
      </w:r>
      <w:r w:rsidR="009B1111">
        <w:t>.</w:t>
      </w:r>
      <w:proofErr w:type="gramEnd"/>
    </w:p>
    <w:p w:rsidR="009B1111" w:rsidRDefault="009B1111" w:rsidP="00ED2793">
      <w:pPr>
        <w:pStyle w:val="ListPara"/>
      </w:pPr>
      <w:r>
        <w:t>Virtual Machine Connection appears.</w:t>
      </w:r>
    </w:p>
    <w:p w:rsidR="009B1111" w:rsidRDefault="009B1111" w:rsidP="009B1111">
      <w:pPr>
        <w:pStyle w:val="Heading3"/>
      </w:pPr>
      <w:r>
        <w:t>Install VMware Tools (VMware Workstation)</w:t>
      </w:r>
    </w:p>
    <w:p w:rsidR="009B1111" w:rsidRDefault="00ED2793" w:rsidP="00ED2793">
      <w:pPr>
        <w:pStyle w:val="NumList"/>
      </w:pPr>
      <w:r>
        <w:tab/>
        <w:t>1.</w:t>
      </w:r>
      <w:r>
        <w:tab/>
      </w:r>
      <w:r w:rsidR="009B1111">
        <w:t xml:space="preserve">In VMware Workstation, click </w:t>
      </w:r>
      <w:r w:rsidR="009B1111" w:rsidRPr="009B1111">
        <w:t>VM</w:t>
      </w:r>
      <w:r w:rsidR="009B1111">
        <w:t xml:space="preserve">, and then click </w:t>
      </w:r>
      <w:r w:rsidR="009B1111" w:rsidRPr="009B1111">
        <w:t>Install VMware Tools</w:t>
      </w:r>
      <w:r w:rsidR="009B1111">
        <w:t>.</w:t>
      </w:r>
    </w:p>
    <w:p w:rsidR="009B1111" w:rsidRDefault="009B1111" w:rsidP="00ED2793">
      <w:pPr>
        <w:pStyle w:val="ListPara"/>
      </w:pPr>
      <w:r>
        <w:t xml:space="preserve">After a few moments, the </w:t>
      </w:r>
      <w:r w:rsidRPr="009B1111">
        <w:t xml:space="preserve">AutoPlay </w:t>
      </w:r>
      <w:r>
        <w:t xml:space="preserve">dialog box appears in the virtual machine. </w:t>
      </w:r>
    </w:p>
    <w:p w:rsidR="009B1111" w:rsidRDefault="00ED2793" w:rsidP="00ED2793">
      <w:pPr>
        <w:pStyle w:val="NumList"/>
      </w:pPr>
      <w:r>
        <w:tab/>
        <w:t>2.</w:t>
      </w:r>
      <w:r>
        <w:tab/>
      </w:r>
      <w:r w:rsidR="009B1111">
        <w:t xml:space="preserve">Click </w:t>
      </w:r>
      <w:r w:rsidR="009B1111" w:rsidRPr="009B1111">
        <w:t>Run setup.exe</w:t>
      </w:r>
      <w:r w:rsidR="009B1111">
        <w:t xml:space="preserve">. </w:t>
      </w:r>
    </w:p>
    <w:p w:rsidR="009B1111" w:rsidRDefault="009B1111" w:rsidP="00ED2793">
      <w:pPr>
        <w:pStyle w:val="ListPara"/>
      </w:pPr>
      <w:r>
        <w:t xml:space="preserve">The </w:t>
      </w:r>
      <w:r w:rsidRPr="009B1111">
        <w:t>VMware Tools</w:t>
      </w:r>
      <w:r>
        <w:t xml:space="preserve"> installation wizard appears. </w:t>
      </w:r>
    </w:p>
    <w:p w:rsidR="009B1111" w:rsidRDefault="00ED2793" w:rsidP="00ED2793">
      <w:pPr>
        <w:pStyle w:val="NumList"/>
      </w:pPr>
      <w:r>
        <w:tab/>
        <w:t>3.</w:t>
      </w:r>
      <w:r>
        <w:tab/>
      </w:r>
      <w:r w:rsidR="009B1111">
        <w:t xml:space="preserve">Click through the wizard to install VMware Tools. </w:t>
      </w:r>
    </w:p>
    <w:p w:rsidR="009B1111" w:rsidRDefault="00ED2793" w:rsidP="00ED2793">
      <w:pPr>
        <w:pStyle w:val="NumList"/>
      </w:pPr>
      <w:r>
        <w:tab/>
        <w:t>4.</w:t>
      </w:r>
      <w:r>
        <w:tab/>
      </w:r>
      <w:r w:rsidR="009B1111">
        <w:t xml:space="preserve">When installation is complete, click </w:t>
      </w:r>
      <w:r w:rsidR="009B1111" w:rsidRPr="009B1111">
        <w:t>Finish</w:t>
      </w:r>
      <w:r w:rsidR="009B1111">
        <w:t>.</w:t>
      </w:r>
    </w:p>
    <w:p w:rsidR="009B1111" w:rsidRDefault="00ED2793" w:rsidP="00ED2793">
      <w:pPr>
        <w:pStyle w:val="NumList"/>
      </w:pPr>
      <w:r>
        <w:tab/>
        <w:t>5.</w:t>
      </w:r>
      <w:r>
        <w:tab/>
      </w:r>
      <w:r w:rsidR="009B1111">
        <w:t xml:space="preserve">Click </w:t>
      </w:r>
      <w:proofErr w:type="gramStart"/>
      <w:r w:rsidR="009B1111" w:rsidRPr="009B1111">
        <w:t>Yes</w:t>
      </w:r>
      <w:proofErr w:type="gramEnd"/>
      <w:r w:rsidR="009B1111" w:rsidRPr="009B1111">
        <w:t xml:space="preserve"> </w:t>
      </w:r>
      <w:r w:rsidR="009B1111">
        <w:t xml:space="preserve">when you are prompted to restart. </w:t>
      </w:r>
    </w:p>
    <w:p w:rsidR="009B1111" w:rsidRDefault="009B1111" w:rsidP="004264BB">
      <w:pPr>
        <w:pStyle w:val="ListPara"/>
      </w:pPr>
      <w:r>
        <w:t>Windows restarts.</w:t>
      </w:r>
    </w:p>
    <w:p w:rsidR="009B1111" w:rsidRDefault="009B1111" w:rsidP="009B1111">
      <w:pPr>
        <w:pStyle w:val="Heading3"/>
      </w:pPr>
      <w:r>
        <w:lastRenderedPageBreak/>
        <w:t>Understand Snapshots</w:t>
      </w:r>
    </w:p>
    <w:p w:rsidR="009B1111" w:rsidRDefault="009B1111" w:rsidP="009B1111">
      <w:pPr>
        <w:pStyle w:val="Normalafterheadonly"/>
      </w:pPr>
      <w:r>
        <w:t>Virtual machine snapshots capture the configuration of a VM at a point in time. After creating a snapshot, you can proceed to make changes to the VM. You can then revert to the snapshot, effectively undoing all of the changes you made. It is recommended to create snapshots as you work with VMs in this training kit, so that you have the opportunity to perform a practice again, and so that if you make mistakes, you do not have to rebuild the entire virtual environment.</w:t>
      </w:r>
    </w:p>
    <w:p w:rsidR="009B1111" w:rsidRDefault="009B1111" w:rsidP="009B1111">
      <w:pPr>
        <w:pStyle w:val="Heading3"/>
      </w:pPr>
      <w:r>
        <w:t>Create a snapshot (VMware Workstation)</w:t>
      </w:r>
    </w:p>
    <w:p w:rsidR="009B1111" w:rsidRDefault="00ED2793" w:rsidP="00ED2793">
      <w:pPr>
        <w:pStyle w:val="NumList"/>
      </w:pPr>
      <w:r>
        <w:tab/>
        <w:t>1.</w:t>
      </w:r>
      <w:r>
        <w:tab/>
      </w:r>
      <w:r w:rsidR="009B1111">
        <w:t xml:space="preserve">In VMware Workstation, click </w:t>
      </w:r>
      <w:r w:rsidR="009B1111" w:rsidRPr="009B1111">
        <w:t>VM</w:t>
      </w:r>
      <w:r w:rsidR="009B1111">
        <w:t xml:space="preserve">, point to </w:t>
      </w:r>
      <w:r w:rsidR="009B1111" w:rsidRPr="009B1111">
        <w:t>Snapshot</w:t>
      </w:r>
      <w:r w:rsidR="009B1111">
        <w:t xml:space="preserve">, </w:t>
      </w:r>
      <w:proofErr w:type="gramStart"/>
      <w:r w:rsidR="009B1111">
        <w:t>then</w:t>
      </w:r>
      <w:proofErr w:type="gramEnd"/>
      <w:r w:rsidR="009B1111">
        <w:t xml:space="preserve"> click </w:t>
      </w:r>
      <w:r w:rsidR="009B1111" w:rsidRPr="009B1111">
        <w:t>Take Snapshot</w:t>
      </w:r>
      <w:r w:rsidR="009B1111">
        <w:t>.</w:t>
      </w:r>
    </w:p>
    <w:p w:rsidR="009B1111" w:rsidRDefault="00ED2793" w:rsidP="00ED2793">
      <w:pPr>
        <w:pStyle w:val="NumList"/>
      </w:pPr>
      <w:r>
        <w:tab/>
        <w:t>2.</w:t>
      </w:r>
      <w:r>
        <w:tab/>
      </w:r>
      <w:r w:rsidR="009B1111">
        <w:t xml:space="preserve">In the </w:t>
      </w:r>
      <w:r w:rsidR="009B1111" w:rsidRPr="009B1111">
        <w:t>Take Snapshot</w:t>
      </w:r>
      <w:r w:rsidR="009B1111">
        <w:t xml:space="preserve"> dialog box, in the </w:t>
      </w:r>
      <w:r w:rsidR="009B1111" w:rsidRPr="009B1111">
        <w:t>Name</w:t>
      </w:r>
      <w:r w:rsidR="009B1111">
        <w:t xml:space="preserve"> box, type the name of the snapshot, and then click </w:t>
      </w:r>
      <w:r w:rsidR="009B1111" w:rsidRPr="009B1111">
        <w:t>OK</w:t>
      </w:r>
      <w:r w:rsidR="009B1111">
        <w:t>.</w:t>
      </w:r>
    </w:p>
    <w:p w:rsidR="009B1111" w:rsidRDefault="009B1111" w:rsidP="009B1111">
      <w:pPr>
        <w:pStyle w:val="Heading3"/>
      </w:pPr>
      <w:r>
        <w:t>Create a snapshot (Hyper-V)</w:t>
      </w:r>
    </w:p>
    <w:p w:rsidR="009B1111" w:rsidRDefault="00ED2793" w:rsidP="00ED2793">
      <w:pPr>
        <w:pStyle w:val="NumList"/>
      </w:pPr>
      <w:r>
        <w:tab/>
        <w:t>1.</w:t>
      </w:r>
      <w:r>
        <w:tab/>
      </w:r>
      <w:r w:rsidR="009B1111">
        <w:t xml:space="preserve">In </w:t>
      </w:r>
      <w:r w:rsidR="009B1111" w:rsidRPr="00B96B56">
        <w:t>Hyper-V Manager</w:t>
      </w:r>
      <w:r w:rsidR="009B1111">
        <w:t xml:space="preserve">, in the </w:t>
      </w:r>
      <w:r w:rsidR="009B1111" w:rsidRPr="009B1111">
        <w:t>Virtual Machines</w:t>
      </w:r>
      <w:r w:rsidR="009B1111" w:rsidRPr="00B96B56">
        <w:t xml:space="preserve"> </w:t>
      </w:r>
      <w:r w:rsidR="009B1111">
        <w:t xml:space="preserve">panel, right-click the virtual machine, and then click </w:t>
      </w:r>
      <w:r w:rsidR="009B1111" w:rsidRPr="009B1111">
        <w:t>Snapshot</w:t>
      </w:r>
      <w:r w:rsidR="009B1111">
        <w:t>.</w:t>
      </w:r>
    </w:p>
    <w:p w:rsidR="009B1111" w:rsidRDefault="00ED2793" w:rsidP="00ED2793">
      <w:pPr>
        <w:pStyle w:val="NumList"/>
      </w:pPr>
      <w:r>
        <w:tab/>
        <w:t>2.</w:t>
      </w:r>
      <w:r>
        <w:tab/>
      </w:r>
      <w:r w:rsidR="009B1111">
        <w:t xml:space="preserve">In the </w:t>
      </w:r>
      <w:r w:rsidR="009B1111" w:rsidRPr="009B1111">
        <w:t>Snapshots</w:t>
      </w:r>
      <w:r w:rsidR="009B1111">
        <w:t xml:space="preserve"> panel, right-click the snapshot that was just created, and then click </w:t>
      </w:r>
      <w:r w:rsidR="009B1111" w:rsidRPr="009B1111">
        <w:t>Rename</w:t>
      </w:r>
      <w:r w:rsidR="009B1111">
        <w:t>.</w:t>
      </w:r>
    </w:p>
    <w:p w:rsidR="009B1111" w:rsidRDefault="00ED2793" w:rsidP="00ED2793">
      <w:pPr>
        <w:pStyle w:val="NumList"/>
      </w:pPr>
      <w:r>
        <w:tab/>
        <w:t>3.</w:t>
      </w:r>
      <w:r>
        <w:tab/>
      </w:r>
      <w:r w:rsidR="009B1111">
        <w:t xml:space="preserve">Type the name of the snapshot, and then press </w:t>
      </w:r>
      <w:r w:rsidR="009B1111" w:rsidRPr="00757F85">
        <w:t>Enter</w:t>
      </w:r>
      <w:r w:rsidR="009B1111">
        <w:t>.</w:t>
      </w:r>
    </w:p>
    <w:p w:rsidR="009B1111" w:rsidRDefault="009B1111" w:rsidP="00ED2793">
      <w:pPr>
        <w:pStyle w:val="Heading2"/>
      </w:pPr>
      <w:r>
        <w:t>Build CONTOSO-DC</w:t>
      </w:r>
    </w:p>
    <w:p w:rsidR="009B1111" w:rsidRDefault="009B1111" w:rsidP="009B1111">
      <w:pPr>
        <w:pStyle w:val="Heading3"/>
      </w:pPr>
      <w:r>
        <w:t>Create a Virtual Machine for CONTOSO-DC</w:t>
      </w:r>
    </w:p>
    <w:p w:rsidR="009B1111" w:rsidRPr="007415A7" w:rsidRDefault="009B1111" w:rsidP="009B1111">
      <w:pPr>
        <w:pStyle w:val="Normalafterheadonly"/>
      </w:pPr>
      <w:r>
        <w:t xml:space="preserve">Create a virtual machine with the configuration shown below. Use the procedure, </w:t>
      </w:r>
      <w:r w:rsidRPr="004B13EE">
        <w:t>Create a Virtual Machine</w:t>
      </w:r>
      <w:r>
        <w:t xml:space="preserve">, in the section, </w:t>
      </w:r>
      <w:r w:rsidRPr="004B13EE">
        <w:t>Virtual Machine Procedures</w:t>
      </w:r>
      <w:r>
        <w:t>.</w:t>
      </w:r>
    </w:p>
    <w:p w:rsidR="009B1111" w:rsidRDefault="009B1111" w:rsidP="00331B6A">
      <w:pPr>
        <w:pStyle w:val="BullList"/>
      </w:pPr>
      <w:r>
        <w:t>Name (</w:t>
      </w:r>
      <w:proofErr w:type="spellStart"/>
      <w:r w:rsidRPr="00005067">
        <w:rPr>
          <w:i/>
        </w:rPr>
        <w:t>VMName</w:t>
      </w:r>
      <w:proofErr w:type="spellEnd"/>
      <w:r>
        <w:t xml:space="preserve">): </w:t>
      </w:r>
      <w:r w:rsidRPr="00757F85">
        <w:t>CONTOSO-DC</w:t>
      </w:r>
      <w:r>
        <w:t>.</w:t>
      </w:r>
    </w:p>
    <w:p w:rsidR="009B1111" w:rsidRDefault="009B1111" w:rsidP="00331B6A">
      <w:pPr>
        <w:pStyle w:val="BullList"/>
      </w:pPr>
      <w:r>
        <w:t>Storage location (</w:t>
      </w:r>
      <w:r w:rsidRPr="00005067">
        <w:rPr>
          <w:i/>
        </w:rPr>
        <w:t>Location</w:t>
      </w:r>
      <w:r>
        <w:t xml:space="preserve">): </w:t>
      </w:r>
      <w:r w:rsidRPr="00757F85">
        <w:t>C:\VMs\70667\CONTOSO-DC</w:t>
      </w:r>
      <w:r>
        <w:t>.</w:t>
      </w:r>
    </w:p>
    <w:p w:rsidR="009B1111" w:rsidRDefault="009B1111" w:rsidP="00331B6A">
      <w:pPr>
        <w:pStyle w:val="BullList"/>
      </w:pPr>
      <w:r>
        <w:t>Memory (</w:t>
      </w:r>
      <w:r w:rsidRPr="00005067">
        <w:rPr>
          <w:i/>
        </w:rPr>
        <w:t>Memory</w:t>
      </w:r>
      <w:r>
        <w:t xml:space="preserve">): </w:t>
      </w:r>
      <w:r w:rsidRPr="00757F85">
        <w:t>512</w:t>
      </w:r>
      <w:r>
        <w:t>.</w:t>
      </w:r>
    </w:p>
    <w:p w:rsidR="009B1111" w:rsidRDefault="009B1111" w:rsidP="00331B6A">
      <w:pPr>
        <w:pStyle w:val="BullList"/>
      </w:pPr>
      <w:r>
        <w:t>Disk capacity (</w:t>
      </w:r>
      <w:proofErr w:type="spellStart"/>
      <w:r w:rsidRPr="00005067">
        <w:rPr>
          <w:i/>
        </w:rPr>
        <w:t>DiskSize</w:t>
      </w:r>
      <w:proofErr w:type="spellEnd"/>
      <w:r>
        <w:t xml:space="preserve">): </w:t>
      </w:r>
      <w:r w:rsidRPr="00757F85">
        <w:t>40</w:t>
      </w:r>
      <w:r>
        <w:t>.</w:t>
      </w:r>
    </w:p>
    <w:p w:rsidR="009B1111" w:rsidRPr="00EE027A" w:rsidRDefault="009B1111" w:rsidP="00331B6A">
      <w:pPr>
        <w:pStyle w:val="BullList"/>
      </w:pPr>
      <w:r>
        <w:t>Number of processors (</w:t>
      </w:r>
      <w:r w:rsidRPr="00005067">
        <w:rPr>
          <w:i/>
        </w:rPr>
        <w:t>Processors</w:t>
      </w:r>
      <w:r>
        <w:t xml:space="preserve">): </w:t>
      </w:r>
      <w:r w:rsidRPr="00757F85">
        <w:t>1</w:t>
      </w:r>
      <w:r>
        <w:t>.</w:t>
      </w:r>
    </w:p>
    <w:p w:rsidR="009B1111" w:rsidRDefault="009B1111" w:rsidP="009B1111">
      <w:pPr>
        <w:pStyle w:val="Heading3"/>
      </w:pPr>
      <w:r>
        <w:t>Install Windows</w:t>
      </w:r>
    </w:p>
    <w:p w:rsidR="009B1111" w:rsidRDefault="00ED2793" w:rsidP="00ED2793">
      <w:pPr>
        <w:pStyle w:val="NumList"/>
      </w:pPr>
      <w:r>
        <w:tab/>
        <w:t>1.</w:t>
      </w:r>
      <w:r>
        <w:tab/>
      </w:r>
      <w:r w:rsidR="009B1111">
        <w:t xml:space="preserve">Mount the ISO image </w:t>
      </w:r>
      <w:r w:rsidR="007E7E46">
        <w:t xml:space="preserve">or DVD of Windows Server 2008 R2 to the virtual machine’s CD/DVD drive. </w:t>
      </w:r>
    </w:p>
    <w:p w:rsidR="009B1111" w:rsidRDefault="009B1111" w:rsidP="004264BB">
      <w:pPr>
        <w:pStyle w:val="ListPara"/>
      </w:pPr>
      <w:r>
        <w:t xml:space="preserve">Use the procedure, </w:t>
      </w:r>
      <w:r w:rsidRPr="004B13EE">
        <w:t>Mount an ISO Imag</w:t>
      </w:r>
      <w:r w:rsidR="007E7E46">
        <w:t>e or Mount a DVD</w:t>
      </w:r>
      <w:r>
        <w:t xml:space="preserve">, in the </w:t>
      </w:r>
      <w:r w:rsidR="00ED2793">
        <w:t>"</w:t>
      </w:r>
      <w:r w:rsidRPr="004B13EE">
        <w:t>Virtual Machine Procedures</w:t>
      </w:r>
      <w:r w:rsidR="00ED2793">
        <w:t>" section</w:t>
      </w:r>
      <w:r>
        <w:t>.</w:t>
      </w:r>
    </w:p>
    <w:p w:rsidR="009B1111" w:rsidRDefault="00ED2793" w:rsidP="00ED2793">
      <w:pPr>
        <w:pStyle w:val="NumList"/>
      </w:pPr>
      <w:r>
        <w:tab/>
        <w:t>2.</w:t>
      </w:r>
      <w:r>
        <w:tab/>
      </w:r>
      <w:r w:rsidR="009B1111">
        <w:t>Start the virtual machine.</w:t>
      </w:r>
    </w:p>
    <w:p w:rsidR="009B1111" w:rsidRPr="000D193E" w:rsidRDefault="009B1111" w:rsidP="004264BB">
      <w:pPr>
        <w:pStyle w:val="ListPara"/>
      </w:pPr>
      <w:r>
        <w:t xml:space="preserve">Use the </w:t>
      </w:r>
      <w:r w:rsidR="00ED2793">
        <w:t>"</w:t>
      </w:r>
      <w:r w:rsidRPr="004B13EE">
        <w:t>Start a Virtual Machine</w:t>
      </w:r>
      <w:r w:rsidR="00ED2793">
        <w:t>"</w:t>
      </w:r>
      <w:r w:rsidR="00ED2793" w:rsidRPr="00ED2793">
        <w:t xml:space="preserve"> </w:t>
      </w:r>
      <w:r w:rsidR="00ED2793">
        <w:t>procedure</w:t>
      </w:r>
      <w:r>
        <w:t xml:space="preserve"> in the </w:t>
      </w:r>
      <w:r w:rsidR="00ED2793">
        <w:t>"</w:t>
      </w:r>
      <w:r w:rsidRPr="004B13EE">
        <w:t>Virtual Machine Procedures</w:t>
      </w:r>
      <w:r w:rsidR="00ED2793">
        <w:t xml:space="preserve">" </w:t>
      </w:r>
      <w:r w:rsidR="00ED2793">
        <w:lastRenderedPageBreak/>
        <w:t>section</w:t>
      </w:r>
      <w:r>
        <w:t>.</w:t>
      </w:r>
    </w:p>
    <w:p w:rsidR="009B1111" w:rsidRDefault="009B1111" w:rsidP="004264BB">
      <w:pPr>
        <w:pStyle w:val="ListPara"/>
      </w:pPr>
      <w:r>
        <w:t xml:space="preserve">Windows </w:t>
      </w:r>
      <w:proofErr w:type="spellStart"/>
      <w:r>
        <w:t>preinstallation</w:t>
      </w:r>
      <w:proofErr w:type="spellEnd"/>
      <w:r>
        <w:t xml:space="preserve"> environment (WinPE) starts.</w:t>
      </w:r>
    </w:p>
    <w:p w:rsidR="009B1111" w:rsidRDefault="00ED2793" w:rsidP="00ED2793">
      <w:pPr>
        <w:pStyle w:val="NumList"/>
      </w:pPr>
      <w:r>
        <w:tab/>
        <w:t>3.</w:t>
      </w:r>
      <w:r>
        <w:tab/>
      </w:r>
      <w:r w:rsidR="009B1111">
        <w:t xml:space="preserve">In the </w:t>
      </w:r>
      <w:r w:rsidR="009B1111" w:rsidRPr="009B1111">
        <w:t>Install Windows</w:t>
      </w:r>
      <w:r w:rsidR="009B1111">
        <w:t xml:space="preserve"> dialog box, click </w:t>
      </w:r>
      <w:proofErr w:type="gramStart"/>
      <w:r w:rsidR="009B1111" w:rsidRPr="009B1111">
        <w:t>Next</w:t>
      </w:r>
      <w:proofErr w:type="gramEnd"/>
      <w:r w:rsidR="009B1111" w:rsidRPr="009B1111">
        <w:t xml:space="preserve"> </w:t>
      </w:r>
      <w:r w:rsidR="009B1111">
        <w:t>to accept the default language and other preferences.</w:t>
      </w:r>
    </w:p>
    <w:p w:rsidR="009B1111" w:rsidRDefault="00ED2793" w:rsidP="00ED2793">
      <w:pPr>
        <w:pStyle w:val="NumList"/>
      </w:pPr>
      <w:r>
        <w:tab/>
        <w:t>4.</w:t>
      </w:r>
      <w:r>
        <w:tab/>
      </w:r>
      <w:r w:rsidR="009B1111">
        <w:t xml:space="preserve">Click </w:t>
      </w:r>
      <w:r w:rsidR="009B1111" w:rsidRPr="009B1111">
        <w:t>Install Now</w:t>
      </w:r>
      <w:r w:rsidR="009B1111">
        <w:t>.</w:t>
      </w:r>
    </w:p>
    <w:p w:rsidR="009B1111" w:rsidRDefault="00ED2793" w:rsidP="00ED2793">
      <w:pPr>
        <w:pStyle w:val="NumList"/>
      </w:pPr>
      <w:r>
        <w:tab/>
        <w:t>5.</w:t>
      </w:r>
      <w:r>
        <w:tab/>
      </w:r>
      <w:r w:rsidR="009B1111">
        <w:t xml:space="preserve">On the </w:t>
      </w:r>
      <w:r w:rsidR="009B1111" w:rsidRPr="009B1111">
        <w:t xml:space="preserve">Select </w:t>
      </w:r>
      <w:proofErr w:type="gramStart"/>
      <w:r>
        <w:t>T</w:t>
      </w:r>
      <w:r w:rsidR="009B1111" w:rsidRPr="009B1111">
        <w:t xml:space="preserve">he </w:t>
      </w:r>
      <w:r>
        <w:t>O</w:t>
      </w:r>
      <w:r w:rsidR="009B1111" w:rsidRPr="009B1111">
        <w:t xml:space="preserve">perating </w:t>
      </w:r>
      <w:r>
        <w:t>S</w:t>
      </w:r>
      <w:r w:rsidR="009B1111" w:rsidRPr="009B1111">
        <w:t xml:space="preserve">ystem </w:t>
      </w:r>
      <w:r>
        <w:t>Y</w:t>
      </w:r>
      <w:r w:rsidR="009B1111" w:rsidRPr="009B1111">
        <w:t xml:space="preserve">ou </w:t>
      </w:r>
      <w:r>
        <w:t>W</w:t>
      </w:r>
      <w:r w:rsidR="009B1111" w:rsidRPr="009B1111">
        <w:t xml:space="preserve">ant </w:t>
      </w:r>
      <w:r>
        <w:t>To</w:t>
      </w:r>
      <w:proofErr w:type="gramEnd"/>
      <w:r>
        <w:t xml:space="preserve"> I</w:t>
      </w:r>
      <w:r w:rsidR="009B1111" w:rsidRPr="009B1111">
        <w:t xml:space="preserve">nstall </w:t>
      </w:r>
      <w:r w:rsidR="009B1111">
        <w:t xml:space="preserve">page, click </w:t>
      </w:r>
      <w:r w:rsidR="009B1111" w:rsidRPr="009B1111">
        <w:t>Windows Server 2008 R2 Standard (Full Installation)</w:t>
      </w:r>
      <w:r w:rsidR="009B1111">
        <w:t xml:space="preserve">, and then click </w:t>
      </w:r>
      <w:r w:rsidR="009B1111" w:rsidRPr="009B1111">
        <w:t>Next</w:t>
      </w:r>
      <w:r w:rsidR="009B1111">
        <w:t>.</w:t>
      </w:r>
    </w:p>
    <w:p w:rsidR="009B1111" w:rsidRDefault="00ED2793" w:rsidP="00ED2793">
      <w:pPr>
        <w:pStyle w:val="NumList"/>
      </w:pPr>
      <w:r>
        <w:tab/>
        <w:t>6.</w:t>
      </w:r>
      <w:r>
        <w:tab/>
      </w:r>
      <w:r w:rsidR="009B1111">
        <w:t xml:space="preserve">On the </w:t>
      </w:r>
      <w:r>
        <w:t>Please R</w:t>
      </w:r>
      <w:r w:rsidR="009B1111" w:rsidRPr="009B1111">
        <w:t xml:space="preserve">ead </w:t>
      </w:r>
      <w:proofErr w:type="gramStart"/>
      <w:r>
        <w:t>T</w:t>
      </w:r>
      <w:r w:rsidR="009B1111" w:rsidRPr="009B1111">
        <w:t>he</w:t>
      </w:r>
      <w:proofErr w:type="gramEnd"/>
      <w:r w:rsidR="009B1111" w:rsidRPr="009B1111">
        <w:t xml:space="preserve"> </w:t>
      </w:r>
      <w:r>
        <w:t>L</w:t>
      </w:r>
      <w:r w:rsidR="009B1111" w:rsidRPr="009B1111">
        <w:t xml:space="preserve">icense </w:t>
      </w:r>
      <w:r>
        <w:t>T</w:t>
      </w:r>
      <w:r w:rsidR="009B1111" w:rsidRPr="009B1111">
        <w:t xml:space="preserve">erms </w:t>
      </w:r>
      <w:r w:rsidR="009B1111">
        <w:t xml:space="preserve">page, select the </w:t>
      </w:r>
      <w:r>
        <w:t>I Accept The L</w:t>
      </w:r>
      <w:r w:rsidR="009B1111" w:rsidRPr="009B1111">
        <w:t xml:space="preserve">icense </w:t>
      </w:r>
      <w:r>
        <w:t>T</w:t>
      </w:r>
      <w:r w:rsidR="009B1111" w:rsidRPr="009B1111">
        <w:t>erms</w:t>
      </w:r>
      <w:r w:rsidR="009B1111">
        <w:t xml:space="preserve"> check box, and then click </w:t>
      </w:r>
      <w:r w:rsidR="009B1111" w:rsidRPr="009B1111">
        <w:t>Next</w:t>
      </w:r>
      <w:r w:rsidR="009B1111">
        <w:t>.</w:t>
      </w:r>
    </w:p>
    <w:p w:rsidR="009B1111" w:rsidRDefault="00ED2793" w:rsidP="00ED2793">
      <w:pPr>
        <w:pStyle w:val="NumList"/>
      </w:pPr>
      <w:r>
        <w:tab/>
        <w:t>7.</w:t>
      </w:r>
      <w:r>
        <w:tab/>
      </w:r>
      <w:r w:rsidR="009B1111">
        <w:t xml:space="preserve">On the </w:t>
      </w:r>
      <w:r>
        <w:t>Which Type Of Installation Do Y</w:t>
      </w:r>
      <w:r w:rsidR="009B1111" w:rsidRPr="009B1111">
        <w:t xml:space="preserve">ou </w:t>
      </w:r>
      <w:r>
        <w:t>W</w:t>
      </w:r>
      <w:r w:rsidR="00C15D17">
        <w:t xml:space="preserve">ant? </w:t>
      </w:r>
      <w:proofErr w:type="gramStart"/>
      <w:r w:rsidR="009B1111">
        <w:t>page</w:t>
      </w:r>
      <w:proofErr w:type="gramEnd"/>
      <w:r w:rsidR="009B1111">
        <w:t xml:space="preserve">, click </w:t>
      </w:r>
      <w:r w:rsidR="009B1111" w:rsidRPr="009B1111">
        <w:t>Custom (Advanced)</w:t>
      </w:r>
      <w:r w:rsidR="009B1111">
        <w:t>.</w:t>
      </w:r>
    </w:p>
    <w:p w:rsidR="009B1111" w:rsidRDefault="00C15D17" w:rsidP="00ED2793">
      <w:pPr>
        <w:pStyle w:val="NumList"/>
      </w:pPr>
      <w:r>
        <w:tab/>
        <w:t>8.</w:t>
      </w:r>
      <w:r>
        <w:tab/>
      </w:r>
      <w:r w:rsidR="009B1111">
        <w:t xml:space="preserve">On the </w:t>
      </w:r>
      <w:r w:rsidR="009B1111" w:rsidRPr="009B1111">
        <w:t xml:space="preserve">Where </w:t>
      </w:r>
      <w:r>
        <w:t>D</w:t>
      </w:r>
      <w:r w:rsidR="009B1111" w:rsidRPr="009B1111">
        <w:t xml:space="preserve">o </w:t>
      </w:r>
      <w:r>
        <w:t>You W</w:t>
      </w:r>
      <w:r w:rsidR="009B1111" w:rsidRPr="009B1111">
        <w:t xml:space="preserve">ant </w:t>
      </w:r>
      <w:r>
        <w:t>To I</w:t>
      </w:r>
      <w:r w:rsidR="009B1111" w:rsidRPr="009B1111">
        <w:t xml:space="preserve">nstall Windows? </w:t>
      </w:r>
      <w:proofErr w:type="gramStart"/>
      <w:r w:rsidR="009B1111">
        <w:t>page</w:t>
      </w:r>
      <w:proofErr w:type="gramEnd"/>
      <w:r w:rsidR="009B1111">
        <w:t xml:space="preserve">, click </w:t>
      </w:r>
      <w:r w:rsidR="009B1111" w:rsidRPr="009B1111">
        <w:t>Disk 0 Unallocated Space</w:t>
      </w:r>
      <w:r w:rsidR="009B1111" w:rsidRPr="00B76E68">
        <w:t xml:space="preserve">, and then click </w:t>
      </w:r>
      <w:r w:rsidR="009B1111" w:rsidRPr="009B1111">
        <w:t>Next</w:t>
      </w:r>
      <w:r w:rsidR="009B1111">
        <w:t>.</w:t>
      </w:r>
    </w:p>
    <w:p w:rsidR="009B1111" w:rsidRDefault="00C15D17" w:rsidP="004264BB">
      <w:pPr>
        <w:pStyle w:val="ListPara"/>
      </w:pPr>
      <w:r>
        <w:t>Windows is installed and the system restarts. The following message appears:</w:t>
      </w:r>
    </w:p>
    <w:p w:rsidR="009B1111" w:rsidRPr="00A37CC3" w:rsidRDefault="009B1111" w:rsidP="00C15D17">
      <w:pPr>
        <w:pStyle w:val="ListCodeBlock"/>
      </w:pPr>
      <w:r w:rsidRPr="009B1111">
        <w:t>The user’s password must be changed before logging on the first time.</w:t>
      </w:r>
    </w:p>
    <w:p w:rsidR="009B1111" w:rsidRPr="00A37CC3" w:rsidRDefault="00C15D17" w:rsidP="00C15D17">
      <w:pPr>
        <w:pStyle w:val="NumList"/>
      </w:pPr>
      <w:r>
        <w:tab/>
        <w:t>9.</w:t>
      </w:r>
      <w:r>
        <w:tab/>
      </w:r>
      <w:r w:rsidR="009B1111" w:rsidRPr="00A37CC3">
        <w:t xml:space="preserve">Click </w:t>
      </w:r>
      <w:r w:rsidR="009B1111" w:rsidRPr="009B1111">
        <w:t>OK</w:t>
      </w:r>
      <w:r w:rsidR="009B1111" w:rsidRPr="00A37CC3">
        <w:t>.</w:t>
      </w:r>
    </w:p>
    <w:p w:rsidR="009B1111" w:rsidRPr="00A37CC3" w:rsidRDefault="00C15D17" w:rsidP="00C15D17">
      <w:pPr>
        <w:pStyle w:val="NumList"/>
      </w:pPr>
      <w:r>
        <w:tab/>
        <w:t>10.</w:t>
      </w:r>
      <w:r>
        <w:tab/>
      </w:r>
      <w:r w:rsidR="009B1111" w:rsidRPr="00A37CC3">
        <w:t xml:space="preserve">In the </w:t>
      </w:r>
      <w:r>
        <w:t>New P</w:t>
      </w:r>
      <w:r w:rsidR="009B1111" w:rsidRPr="009B1111">
        <w:t>assword</w:t>
      </w:r>
      <w:r w:rsidR="009B1111" w:rsidRPr="00A37CC3">
        <w:t xml:space="preserve"> and </w:t>
      </w:r>
      <w:r w:rsidR="009B1111" w:rsidRPr="009B1111">
        <w:t xml:space="preserve">Confirm </w:t>
      </w:r>
      <w:r>
        <w:t>P</w:t>
      </w:r>
      <w:r w:rsidR="009B1111" w:rsidRPr="009B1111">
        <w:t>assword</w:t>
      </w:r>
      <w:r w:rsidR="009B1111" w:rsidRPr="00A37CC3">
        <w:t xml:space="preserve"> boxes, type </w:t>
      </w:r>
      <w:r w:rsidR="009B1111" w:rsidRPr="00C15D17">
        <w:rPr>
          <w:b/>
        </w:rPr>
        <w:t>Pa$$w0rd</w:t>
      </w:r>
      <w:r w:rsidR="009B1111" w:rsidRPr="00A37CC3">
        <w:t xml:space="preserve">, and then press </w:t>
      </w:r>
      <w:r w:rsidR="009B1111" w:rsidRPr="004264BB">
        <w:t>Enter</w:t>
      </w:r>
      <w:r w:rsidR="009B1111" w:rsidRPr="00A37CC3">
        <w:t>.</w:t>
      </w:r>
    </w:p>
    <w:p w:rsidR="009B1111" w:rsidRPr="00A37CC3" w:rsidRDefault="009B1111" w:rsidP="004264BB">
      <w:pPr>
        <w:pStyle w:val="ListPara"/>
      </w:pPr>
      <w:r w:rsidRPr="00A37CC3">
        <w:t xml:space="preserve">A message appears: </w:t>
      </w:r>
      <w:r w:rsidRPr="00C15D17">
        <w:rPr>
          <w:rStyle w:val="InlineCode"/>
        </w:rPr>
        <w:t>Your password has been changed.</w:t>
      </w:r>
    </w:p>
    <w:p w:rsidR="009B1111" w:rsidRDefault="00C15D17" w:rsidP="00C15D17">
      <w:pPr>
        <w:pStyle w:val="NumList"/>
      </w:pPr>
      <w:r>
        <w:tab/>
        <w:t>11.</w:t>
      </w:r>
      <w:r>
        <w:tab/>
      </w:r>
      <w:r w:rsidR="009B1111" w:rsidRPr="00A37CC3">
        <w:t xml:space="preserve">Click </w:t>
      </w:r>
      <w:r w:rsidR="009B1111" w:rsidRPr="009B1111">
        <w:t>OK</w:t>
      </w:r>
      <w:r>
        <w:t xml:space="preserve"> and t</w:t>
      </w:r>
      <w:r w:rsidR="009B1111">
        <w:t xml:space="preserve">he Windows </w:t>
      </w:r>
      <w:r w:rsidR="009B1111" w:rsidRPr="00A37CC3">
        <w:t xml:space="preserve">desktop appears. </w:t>
      </w:r>
    </w:p>
    <w:p w:rsidR="009B1111" w:rsidRPr="00267439" w:rsidRDefault="009B1111" w:rsidP="004264BB">
      <w:pPr>
        <w:pStyle w:val="ListPara"/>
      </w:pPr>
      <w:r w:rsidRPr="009B1111">
        <w:t>Initial Configuration Tasks</w:t>
      </w:r>
      <w:r>
        <w:t xml:space="preserve"> appears.</w:t>
      </w:r>
    </w:p>
    <w:p w:rsidR="009B1111" w:rsidRDefault="00C15D17" w:rsidP="00C15D17">
      <w:pPr>
        <w:pStyle w:val="NumList"/>
      </w:pPr>
      <w:r>
        <w:tab/>
        <w:t>12.</w:t>
      </w:r>
      <w:r>
        <w:tab/>
      </w:r>
      <w:r w:rsidR="009B1111">
        <w:t xml:space="preserve">Click </w:t>
      </w:r>
      <w:r>
        <w:t>Set T</w:t>
      </w:r>
      <w:r w:rsidR="009B1111" w:rsidRPr="009B1111">
        <w:t xml:space="preserve">ime </w:t>
      </w:r>
      <w:r>
        <w:t>Z</w:t>
      </w:r>
      <w:r w:rsidR="009B1111" w:rsidRPr="009B1111">
        <w:t>one</w:t>
      </w:r>
      <w:r>
        <w:t xml:space="preserve">. </w:t>
      </w:r>
      <w:r w:rsidR="009B1111" w:rsidRPr="009B1111">
        <w:t xml:space="preserve">Date </w:t>
      </w:r>
      <w:r>
        <w:t>A</w:t>
      </w:r>
      <w:r w:rsidR="009B1111" w:rsidRPr="009B1111">
        <w:t>nd Time</w:t>
      </w:r>
      <w:r w:rsidR="009B1111">
        <w:t xml:space="preserve"> appears.</w:t>
      </w:r>
    </w:p>
    <w:p w:rsidR="009B1111" w:rsidRDefault="00C15D17" w:rsidP="00C15D17">
      <w:pPr>
        <w:pStyle w:val="NumList"/>
      </w:pPr>
      <w:r>
        <w:tab/>
        <w:t>13.</w:t>
      </w:r>
      <w:r>
        <w:tab/>
      </w:r>
      <w:r w:rsidR="009B1111">
        <w:t xml:space="preserve">Click </w:t>
      </w:r>
      <w:r>
        <w:t>Change T</w:t>
      </w:r>
      <w:r w:rsidR="009B1111" w:rsidRPr="009B1111">
        <w:t xml:space="preserve">ime </w:t>
      </w:r>
      <w:r>
        <w:t>Z</w:t>
      </w:r>
      <w:r w:rsidR="009B1111" w:rsidRPr="009B1111">
        <w:t>one</w:t>
      </w:r>
      <w:r w:rsidR="009B1111">
        <w:t>.</w:t>
      </w:r>
      <w:r>
        <w:t xml:space="preserve"> </w:t>
      </w:r>
      <w:r w:rsidR="009B1111" w:rsidRPr="009B1111">
        <w:t>Time Zone Settings</w:t>
      </w:r>
      <w:r w:rsidR="009B1111">
        <w:t xml:space="preserve"> appears.</w:t>
      </w:r>
    </w:p>
    <w:p w:rsidR="009B1111" w:rsidRDefault="00C15D17" w:rsidP="00C15D17">
      <w:pPr>
        <w:pStyle w:val="NumList"/>
      </w:pPr>
      <w:r>
        <w:tab/>
        <w:t>14.</w:t>
      </w:r>
      <w:r>
        <w:tab/>
      </w:r>
      <w:r w:rsidR="009B1111">
        <w:t xml:space="preserve">In the </w:t>
      </w:r>
      <w:r>
        <w:t>Time Z</w:t>
      </w:r>
      <w:r w:rsidR="009B1111" w:rsidRPr="009B1111">
        <w:t>one</w:t>
      </w:r>
      <w:r w:rsidR="009B1111">
        <w:t xml:space="preserve"> list, select the appropriate time zone, and then click </w:t>
      </w:r>
      <w:r w:rsidR="009B1111" w:rsidRPr="009B1111">
        <w:t>OK</w:t>
      </w:r>
      <w:r w:rsidR="009B1111">
        <w:t>.</w:t>
      </w:r>
    </w:p>
    <w:p w:rsidR="009B1111" w:rsidRDefault="00C15D17" w:rsidP="00C15D17">
      <w:pPr>
        <w:pStyle w:val="NumList"/>
      </w:pPr>
      <w:r>
        <w:tab/>
        <w:t>15.</w:t>
      </w:r>
      <w:r>
        <w:tab/>
      </w:r>
      <w:r w:rsidR="009B1111">
        <w:t xml:space="preserve">In the </w:t>
      </w:r>
      <w:r>
        <w:t xml:space="preserve">Date </w:t>
      </w:r>
      <w:proofErr w:type="gramStart"/>
      <w:r>
        <w:t>An</w:t>
      </w:r>
      <w:r w:rsidR="009B1111" w:rsidRPr="009B1111">
        <w:t>d</w:t>
      </w:r>
      <w:proofErr w:type="gramEnd"/>
      <w:r w:rsidR="009B1111" w:rsidRPr="009B1111">
        <w:t xml:space="preserve"> Time</w:t>
      </w:r>
      <w:r w:rsidR="009B1111">
        <w:t xml:space="preserve"> dialog box, click </w:t>
      </w:r>
      <w:r w:rsidR="009B1111" w:rsidRPr="009B1111">
        <w:t>OK</w:t>
      </w:r>
      <w:r w:rsidR="009B1111">
        <w:t>.</w:t>
      </w:r>
    </w:p>
    <w:p w:rsidR="009B1111" w:rsidRDefault="00C15D17" w:rsidP="00C15D17">
      <w:pPr>
        <w:pStyle w:val="NumList"/>
      </w:pPr>
      <w:r>
        <w:tab/>
        <w:t>16.</w:t>
      </w:r>
      <w:r>
        <w:tab/>
      </w:r>
      <w:r w:rsidR="009B1111">
        <w:t xml:space="preserve">Select the </w:t>
      </w:r>
      <w:r>
        <w:t xml:space="preserve">Do Not Show This Window </w:t>
      </w:r>
      <w:proofErr w:type="gramStart"/>
      <w:r>
        <w:t>At</w:t>
      </w:r>
      <w:proofErr w:type="gramEnd"/>
      <w:r>
        <w:t xml:space="preserve"> L</w:t>
      </w:r>
      <w:r w:rsidR="009B1111" w:rsidRPr="009B1111">
        <w:t xml:space="preserve">ogon </w:t>
      </w:r>
      <w:r w:rsidR="009B1111" w:rsidRPr="00485C4B">
        <w:t>c</w:t>
      </w:r>
      <w:r w:rsidR="009B1111">
        <w:t>heck box.</w:t>
      </w:r>
    </w:p>
    <w:p w:rsidR="009B1111" w:rsidRDefault="00C15D17" w:rsidP="00C15D17">
      <w:pPr>
        <w:pStyle w:val="NumList"/>
      </w:pPr>
      <w:r>
        <w:tab/>
        <w:t>17.</w:t>
      </w:r>
      <w:r>
        <w:tab/>
      </w:r>
      <w:r w:rsidR="009B1111">
        <w:t xml:space="preserve">Click </w:t>
      </w:r>
      <w:r w:rsidR="009B1111" w:rsidRPr="009B1111">
        <w:t>Close</w:t>
      </w:r>
      <w:r w:rsidR="009B1111">
        <w:t>.</w:t>
      </w:r>
    </w:p>
    <w:p w:rsidR="009B1111" w:rsidRDefault="009B1111" w:rsidP="004264BB">
      <w:pPr>
        <w:pStyle w:val="ListPara"/>
      </w:pPr>
      <w:r w:rsidRPr="009B1111">
        <w:t>Server Manager</w:t>
      </w:r>
      <w:r>
        <w:t xml:space="preserve"> opens.</w:t>
      </w:r>
    </w:p>
    <w:p w:rsidR="009B1111" w:rsidRDefault="00C15D17" w:rsidP="00C15D17">
      <w:pPr>
        <w:pStyle w:val="NumList"/>
      </w:pPr>
      <w:r>
        <w:tab/>
        <w:t>18.</w:t>
      </w:r>
      <w:r>
        <w:tab/>
      </w:r>
      <w:r w:rsidR="009B1111">
        <w:t xml:space="preserve">Select the </w:t>
      </w:r>
      <w:r w:rsidR="009B1111" w:rsidRPr="009B1111">
        <w:t xml:space="preserve">Do </w:t>
      </w:r>
      <w:r>
        <w:t xml:space="preserve">Not Show Me This Console </w:t>
      </w:r>
      <w:proofErr w:type="gramStart"/>
      <w:r>
        <w:t>At</w:t>
      </w:r>
      <w:proofErr w:type="gramEnd"/>
      <w:r>
        <w:t xml:space="preserve"> L</w:t>
      </w:r>
      <w:r w:rsidR="009B1111" w:rsidRPr="009B1111">
        <w:t>ogon</w:t>
      </w:r>
      <w:r w:rsidR="009B1111">
        <w:t xml:space="preserve"> check box.</w:t>
      </w:r>
    </w:p>
    <w:p w:rsidR="009B1111" w:rsidRDefault="00C15D17" w:rsidP="00C15D17">
      <w:pPr>
        <w:pStyle w:val="NumList"/>
      </w:pPr>
      <w:r>
        <w:tab/>
        <w:t>19.</w:t>
      </w:r>
      <w:r>
        <w:tab/>
      </w:r>
      <w:r w:rsidR="009B1111">
        <w:t xml:space="preserve">Close </w:t>
      </w:r>
      <w:r w:rsidR="009B1111" w:rsidRPr="009B1111">
        <w:t>Server Manager</w:t>
      </w:r>
      <w:r w:rsidR="009B1111">
        <w:t xml:space="preserve">. </w:t>
      </w:r>
    </w:p>
    <w:p w:rsidR="009B1111" w:rsidRDefault="00C15D17" w:rsidP="00C15D17">
      <w:pPr>
        <w:pStyle w:val="NumList"/>
      </w:pPr>
      <w:r>
        <w:tab/>
        <w:t>20.</w:t>
      </w:r>
      <w:r>
        <w:tab/>
      </w:r>
      <w:r w:rsidR="009B1111">
        <w:t>If you are using VMware Workstation, install VMware Tools.</w:t>
      </w:r>
    </w:p>
    <w:p w:rsidR="009B1111" w:rsidRDefault="00C15D17" w:rsidP="004264BB">
      <w:pPr>
        <w:pStyle w:val="ListPara"/>
      </w:pPr>
      <w:r>
        <w:t>Use the</w:t>
      </w:r>
      <w:r w:rsidR="009B1111">
        <w:t xml:space="preserve"> </w:t>
      </w:r>
      <w:r>
        <w:t>"</w:t>
      </w:r>
      <w:r w:rsidR="009B1111" w:rsidRPr="004B13EE">
        <w:t>Install VMware Tools</w:t>
      </w:r>
      <w:r>
        <w:t>"</w:t>
      </w:r>
      <w:r w:rsidRPr="00C15D17">
        <w:t xml:space="preserve"> </w:t>
      </w:r>
      <w:r>
        <w:t>procedure</w:t>
      </w:r>
      <w:r w:rsidR="009B1111">
        <w:t xml:space="preserve"> in the </w:t>
      </w:r>
      <w:r>
        <w:t>"</w:t>
      </w:r>
      <w:r w:rsidR="009B1111" w:rsidRPr="004B13EE">
        <w:t>Virtual Machine Procedures</w:t>
      </w:r>
      <w:r>
        <w:t>"</w:t>
      </w:r>
      <w:r w:rsidRPr="00C15D17">
        <w:t xml:space="preserve"> </w:t>
      </w:r>
      <w:r>
        <w:t>section</w:t>
      </w:r>
      <w:r w:rsidR="009B1111">
        <w:t>.</w:t>
      </w:r>
    </w:p>
    <w:p w:rsidR="009B1111" w:rsidRDefault="00C15D17" w:rsidP="00C15D17">
      <w:pPr>
        <w:pStyle w:val="NumList"/>
      </w:pPr>
      <w:r>
        <w:tab/>
        <w:t>20.</w:t>
      </w:r>
      <w:r>
        <w:tab/>
      </w:r>
      <w:r w:rsidR="009B1111">
        <w:t xml:space="preserve">Log on as </w:t>
      </w:r>
      <w:r w:rsidR="009B1111" w:rsidRPr="00757F85">
        <w:t>Administrator</w:t>
      </w:r>
      <w:r w:rsidR="009B1111">
        <w:t xml:space="preserve"> with the password, </w:t>
      </w:r>
      <w:r w:rsidR="009B1111" w:rsidRPr="00C15D17">
        <w:rPr>
          <w:b/>
        </w:rPr>
        <w:t>Pa$$w0rd</w:t>
      </w:r>
      <w:r w:rsidR="009B1111">
        <w:t>.</w:t>
      </w:r>
    </w:p>
    <w:p w:rsidR="009B1111" w:rsidRPr="00160194" w:rsidRDefault="009B1111" w:rsidP="009B1111">
      <w:pPr>
        <w:pStyle w:val="Heading3"/>
      </w:pPr>
      <w:r>
        <w:t>Configure CONTOSO-DC</w:t>
      </w:r>
    </w:p>
    <w:p w:rsidR="00EA3012" w:rsidRDefault="00C15D17" w:rsidP="00C15D17">
      <w:pPr>
        <w:pStyle w:val="NumList"/>
      </w:pPr>
      <w:r>
        <w:tab/>
        <w:t>1.</w:t>
      </w:r>
      <w:r>
        <w:tab/>
      </w:r>
      <w:r w:rsidR="00EA3012">
        <w:t xml:space="preserve">Mount the Companion Media to the virtual machine’s CD/DVD drive. </w:t>
      </w:r>
    </w:p>
    <w:p w:rsidR="00EA3012" w:rsidRDefault="00EA3012" w:rsidP="00EA3012">
      <w:pPr>
        <w:pStyle w:val="ListPara"/>
      </w:pPr>
      <w:r>
        <w:lastRenderedPageBreak/>
        <w:t xml:space="preserve">Use the </w:t>
      </w:r>
      <w:r w:rsidR="00C15D17">
        <w:t>"</w:t>
      </w:r>
      <w:r w:rsidRPr="00EA3012">
        <w:t>Mount a DVD</w:t>
      </w:r>
      <w:r w:rsidR="00C15D17">
        <w:t>"</w:t>
      </w:r>
      <w:r w:rsidR="00C15D17" w:rsidRPr="00C15D17">
        <w:t xml:space="preserve"> </w:t>
      </w:r>
      <w:r w:rsidR="00C15D17">
        <w:t>procedure</w:t>
      </w:r>
      <w:r>
        <w:t xml:space="preserve"> in the </w:t>
      </w:r>
      <w:r w:rsidR="00C15D17">
        <w:t>"</w:t>
      </w:r>
      <w:r w:rsidRPr="00EA3012">
        <w:t>Virtual Machine Procedures</w:t>
      </w:r>
      <w:r w:rsidR="00C15D17">
        <w:t>"</w:t>
      </w:r>
      <w:r w:rsidR="00C15D17" w:rsidRPr="00C15D17">
        <w:t xml:space="preserve"> </w:t>
      </w:r>
      <w:r w:rsidR="00C15D17">
        <w:t>section</w:t>
      </w:r>
      <w:r>
        <w:t>.</w:t>
      </w:r>
    </w:p>
    <w:p w:rsidR="009B1111" w:rsidRPr="004B13EE" w:rsidRDefault="00C15D17" w:rsidP="00C15D17">
      <w:pPr>
        <w:pStyle w:val="NumList"/>
      </w:pPr>
      <w:r>
        <w:tab/>
        <w:t>2.</w:t>
      </w:r>
      <w:r>
        <w:tab/>
      </w:r>
      <w:r w:rsidR="001609E6">
        <w:t>Run</w:t>
      </w:r>
      <w:r w:rsidR="009B1111">
        <w:t xml:space="preserve"> </w:t>
      </w:r>
      <w:r w:rsidR="0077180A" w:rsidRPr="00CF1FA4">
        <w:rPr>
          <w:b/>
        </w:rPr>
        <w:t>C:\70667TK</w:t>
      </w:r>
      <w:r w:rsidR="0077180A">
        <w:rPr>
          <w:b/>
        </w:rPr>
        <w:t>\</w:t>
      </w:r>
      <w:r w:rsidR="00EA3012" w:rsidRPr="00C15D17">
        <w:rPr>
          <w:b/>
        </w:rPr>
        <w:t>VMSetup\01-CONTOSO-DC-Initialize.bat</w:t>
      </w:r>
      <w:r w:rsidR="001609E6">
        <w:t>.</w:t>
      </w:r>
    </w:p>
    <w:p w:rsidR="009B1111" w:rsidRDefault="009B1111" w:rsidP="004264BB">
      <w:pPr>
        <w:pStyle w:val="ListPara"/>
      </w:pPr>
      <w:r>
        <w:t>Windows restarts.</w:t>
      </w:r>
    </w:p>
    <w:p w:rsidR="009B1111" w:rsidRDefault="009B1111" w:rsidP="009B1111">
      <w:pPr>
        <w:pStyle w:val="Heading3"/>
      </w:pPr>
      <w:r>
        <w:t xml:space="preserve">Promote CONTOSO-DC to a Domain Controller </w:t>
      </w:r>
    </w:p>
    <w:p w:rsidR="009B1111" w:rsidRDefault="00C15D17" w:rsidP="00C15D17">
      <w:pPr>
        <w:pStyle w:val="NumList"/>
      </w:pPr>
      <w:r>
        <w:tab/>
        <w:t>1.</w:t>
      </w:r>
      <w:r>
        <w:tab/>
      </w:r>
      <w:r w:rsidR="009B1111">
        <w:t xml:space="preserve">Log on as </w:t>
      </w:r>
      <w:r w:rsidR="009B1111" w:rsidRPr="00757F85">
        <w:t>Administrator</w:t>
      </w:r>
      <w:r w:rsidR="009B1111">
        <w:t xml:space="preserve"> with the password, </w:t>
      </w:r>
      <w:r w:rsidR="009B1111" w:rsidRPr="00C15D17">
        <w:rPr>
          <w:b/>
        </w:rPr>
        <w:t>Pa$$w0rd</w:t>
      </w:r>
      <w:r w:rsidR="009B1111">
        <w:t>.</w:t>
      </w:r>
    </w:p>
    <w:p w:rsidR="009B1111" w:rsidRDefault="00C15D17" w:rsidP="00C15D17">
      <w:pPr>
        <w:pStyle w:val="NumList"/>
      </w:pPr>
      <w:r>
        <w:tab/>
        <w:t>2.</w:t>
      </w:r>
      <w:r>
        <w:tab/>
      </w:r>
      <w:r w:rsidR="009B1111">
        <w:t xml:space="preserve">Click </w:t>
      </w:r>
      <w:r w:rsidR="009B1111" w:rsidRPr="009B1111">
        <w:t>Start</w:t>
      </w:r>
      <w:r w:rsidR="009B1111">
        <w:t xml:space="preserve">, and then click </w:t>
      </w:r>
      <w:r w:rsidR="009B1111" w:rsidRPr="009B1111">
        <w:t>Run</w:t>
      </w:r>
      <w:r w:rsidR="009B1111">
        <w:t>.</w:t>
      </w:r>
    </w:p>
    <w:p w:rsidR="009B1111" w:rsidRDefault="00C15D17" w:rsidP="00C15D17">
      <w:pPr>
        <w:pStyle w:val="NumList"/>
      </w:pPr>
      <w:r>
        <w:tab/>
        <w:t>3.</w:t>
      </w:r>
      <w:r>
        <w:tab/>
      </w:r>
      <w:r w:rsidR="009B1111">
        <w:t xml:space="preserve">Type </w:t>
      </w:r>
      <w:r w:rsidR="009B1111" w:rsidRPr="00C15D17">
        <w:rPr>
          <w:b/>
        </w:rPr>
        <w:t>dcpromo.exe</w:t>
      </w:r>
      <w:r w:rsidR="009B1111">
        <w:t xml:space="preserve">, and then press </w:t>
      </w:r>
      <w:r w:rsidR="009B1111" w:rsidRPr="00757F85">
        <w:t>Enter</w:t>
      </w:r>
      <w:r w:rsidR="009B1111">
        <w:t>.</w:t>
      </w:r>
    </w:p>
    <w:p w:rsidR="009B1111" w:rsidRDefault="009B1111" w:rsidP="004264BB">
      <w:pPr>
        <w:pStyle w:val="ListPara"/>
      </w:pPr>
      <w:r>
        <w:t>The Active Directory Domain Services binaries are installed.</w:t>
      </w:r>
    </w:p>
    <w:p w:rsidR="009B1111" w:rsidRDefault="009B1111" w:rsidP="004264BB">
      <w:pPr>
        <w:pStyle w:val="ListPara"/>
      </w:pPr>
      <w:r>
        <w:t>The Active Directory Domain Services Installation Wizard appears.</w:t>
      </w:r>
    </w:p>
    <w:p w:rsidR="009B1111" w:rsidRDefault="00C15D17" w:rsidP="00C15D17">
      <w:pPr>
        <w:pStyle w:val="NumList"/>
      </w:pPr>
      <w:r>
        <w:tab/>
        <w:t>4.</w:t>
      </w:r>
      <w:r>
        <w:tab/>
      </w:r>
      <w:r w:rsidR="009B1111">
        <w:t xml:space="preserve">On the </w:t>
      </w:r>
      <w:r>
        <w:t xml:space="preserve">Welcome </w:t>
      </w:r>
      <w:proofErr w:type="gramStart"/>
      <w:r>
        <w:t>To T</w:t>
      </w:r>
      <w:r w:rsidR="009B1111" w:rsidRPr="009B1111">
        <w:t>he</w:t>
      </w:r>
      <w:proofErr w:type="gramEnd"/>
      <w:r w:rsidR="009B1111" w:rsidRPr="009B1111">
        <w:t xml:space="preserve"> Active Directory Domain Services Installation Wizard</w:t>
      </w:r>
      <w:r w:rsidR="009B1111">
        <w:t xml:space="preserve"> page, click </w:t>
      </w:r>
      <w:r w:rsidR="009B1111" w:rsidRPr="009B1111">
        <w:t>Next</w:t>
      </w:r>
      <w:r w:rsidR="009B1111">
        <w:t>.</w:t>
      </w:r>
    </w:p>
    <w:p w:rsidR="009B1111" w:rsidRDefault="00C15D17" w:rsidP="00C15D17">
      <w:pPr>
        <w:pStyle w:val="NumList"/>
      </w:pPr>
      <w:r>
        <w:tab/>
        <w:t>5.</w:t>
      </w:r>
      <w:r>
        <w:tab/>
      </w:r>
      <w:r w:rsidR="009B1111">
        <w:t xml:space="preserve">On the </w:t>
      </w:r>
      <w:r w:rsidR="009B1111" w:rsidRPr="009B1111">
        <w:t xml:space="preserve">Operating System Compatibility </w:t>
      </w:r>
      <w:r w:rsidR="009B1111">
        <w:t xml:space="preserve">page, click </w:t>
      </w:r>
      <w:proofErr w:type="gramStart"/>
      <w:r w:rsidR="009B1111" w:rsidRPr="009B1111">
        <w:t>Next</w:t>
      </w:r>
      <w:proofErr w:type="gramEnd"/>
      <w:r w:rsidR="009B1111">
        <w:t>.</w:t>
      </w:r>
    </w:p>
    <w:p w:rsidR="009B1111" w:rsidRDefault="00C15D17" w:rsidP="00C15D17">
      <w:pPr>
        <w:pStyle w:val="NumList"/>
      </w:pPr>
      <w:r>
        <w:tab/>
        <w:t>6.</w:t>
      </w:r>
      <w:r>
        <w:tab/>
      </w:r>
      <w:r w:rsidR="009B1111">
        <w:t xml:space="preserve">On the </w:t>
      </w:r>
      <w:r w:rsidR="009B1111" w:rsidRPr="009B1111">
        <w:t xml:space="preserve">Choose </w:t>
      </w:r>
      <w:proofErr w:type="gramStart"/>
      <w:r>
        <w:t>A</w:t>
      </w:r>
      <w:proofErr w:type="gramEnd"/>
      <w:r w:rsidR="009B1111" w:rsidRPr="009B1111">
        <w:t xml:space="preserve"> Deployment Configuration </w:t>
      </w:r>
      <w:r w:rsidR="009B1111">
        <w:t xml:space="preserve">page, click </w:t>
      </w:r>
      <w:r w:rsidR="009B1111" w:rsidRPr="009B1111">
        <w:t xml:space="preserve">Create </w:t>
      </w:r>
      <w:r>
        <w:t>A New Domain I</w:t>
      </w:r>
      <w:r w:rsidR="009B1111" w:rsidRPr="009B1111">
        <w:t xml:space="preserve">n </w:t>
      </w:r>
      <w:r>
        <w:t>A N</w:t>
      </w:r>
      <w:r w:rsidR="009B1111" w:rsidRPr="009B1111">
        <w:t xml:space="preserve">ew </w:t>
      </w:r>
      <w:r>
        <w:t>F</w:t>
      </w:r>
      <w:r w:rsidR="009B1111" w:rsidRPr="009B1111">
        <w:t>orest</w:t>
      </w:r>
      <w:r w:rsidR="009B1111">
        <w:t xml:space="preserve">, and then click </w:t>
      </w:r>
      <w:r w:rsidR="009B1111" w:rsidRPr="009B1111">
        <w:t>Next</w:t>
      </w:r>
      <w:r w:rsidR="009B1111">
        <w:t>.</w:t>
      </w:r>
    </w:p>
    <w:p w:rsidR="009B1111" w:rsidRDefault="00C15D17" w:rsidP="00C15D17">
      <w:pPr>
        <w:pStyle w:val="NumList"/>
      </w:pPr>
      <w:r>
        <w:tab/>
        <w:t>7.</w:t>
      </w:r>
      <w:r>
        <w:tab/>
      </w:r>
      <w:r w:rsidR="009B1111">
        <w:t xml:space="preserve">On the </w:t>
      </w:r>
      <w:r>
        <w:t xml:space="preserve">Name </w:t>
      </w:r>
      <w:proofErr w:type="gramStart"/>
      <w:r>
        <w:t>T</w:t>
      </w:r>
      <w:r w:rsidR="009B1111" w:rsidRPr="009B1111">
        <w:t>he</w:t>
      </w:r>
      <w:proofErr w:type="gramEnd"/>
      <w:r w:rsidR="009B1111" w:rsidRPr="009B1111">
        <w:t xml:space="preserve"> Forest Root Domain</w:t>
      </w:r>
      <w:r w:rsidR="009B1111">
        <w:t xml:space="preserve"> page, in the </w:t>
      </w:r>
      <w:r w:rsidR="009B1111" w:rsidRPr="009B1111">
        <w:t xml:space="preserve">FQDN </w:t>
      </w:r>
      <w:r w:rsidR="00CF1FA4">
        <w:t>Of The F</w:t>
      </w:r>
      <w:r w:rsidR="009B1111" w:rsidRPr="009B1111">
        <w:t xml:space="preserve">orest </w:t>
      </w:r>
      <w:r w:rsidR="00CF1FA4">
        <w:t>R</w:t>
      </w:r>
      <w:r w:rsidR="009B1111" w:rsidRPr="009B1111">
        <w:t xml:space="preserve">oot </w:t>
      </w:r>
      <w:r w:rsidR="00CF1FA4">
        <w:t>D</w:t>
      </w:r>
      <w:r w:rsidR="009B1111" w:rsidRPr="009B1111">
        <w:t>omain</w:t>
      </w:r>
      <w:r w:rsidR="009B1111">
        <w:t xml:space="preserve"> box, type </w:t>
      </w:r>
      <w:r w:rsidR="009B1111" w:rsidRPr="00CF1FA4">
        <w:rPr>
          <w:b/>
        </w:rPr>
        <w:t>contoso.com</w:t>
      </w:r>
      <w:r w:rsidR="009B1111">
        <w:t xml:space="preserve">, and then click </w:t>
      </w:r>
      <w:r w:rsidR="009B1111" w:rsidRPr="009B1111">
        <w:t>Next</w:t>
      </w:r>
      <w:r w:rsidR="009B1111">
        <w:t>.</w:t>
      </w:r>
    </w:p>
    <w:p w:rsidR="009B1111" w:rsidRPr="00601075" w:rsidRDefault="00CF1FA4" w:rsidP="00C15D17">
      <w:pPr>
        <w:pStyle w:val="NumList"/>
      </w:pPr>
      <w:r>
        <w:tab/>
        <w:t>8.</w:t>
      </w:r>
      <w:r>
        <w:tab/>
      </w:r>
      <w:r w:rsidR="009B1111">
        <w:t xml:space="preserve">On the </w:t>
      </w:r>
      <w:r w:rsidR="009B1111" w:rsidRPr="009B1111">
        <w:t>Set Forest Functional Level</w:t>
      </w:r>
      <w:r w:rsidR="009B1111">
        <w:t xml:space="preserve"> page</w:t>
      </w:r>
      <w:proofErr w:type="gramStart"/>
      <w:r w:rsidR="009B1111">
        <w:t>,  in</w:t>
      </w:r>
      <w:proofErr w:type="gramEnd"/>
      <w:r w:rsidR="009B1111">
        <w:t xml:space="preserve"> the </w:t>
      </w:r>
      <w:r>
        <w:t>Forest F</w:t>
      </w:r>
      <w:r w:rsidR="009B1111" w:rsidRPr="009B1111">
        <w:t xml:space="preserve">unctional </w:t>
      </w:r>
      <w:r>
        <w:t>L</w:t>
      </w:r>
      <w:r w:rsidR="009B1111" w:rsidRPr="009B1111">
        <w:t>evel</w:t>
      </w:r>
      <w:r w:rsidR="009B1111">
        <w:t xml:space="preserve"> list, select </w:t>
      </w:r>
      <w:r w:rsidR="009B1111" w:rsidRPr="00601075">
        <w:t>Windows Server 2008 R2, and then click Next.</w:t>
      </w:r>
    </w:p>
    <w:p w:rsidR="00303D6E" w:rsidRPr="00FF3C8C" w:rsidRDefault="00CF1FA4" w:rsidP="00CF1FA4">
      <w:pPr>
        <w:pStyle w:val="NumList"/>
      </w:pPr>
      <w:r>
        <w:tab/>
        <w:t>9.</w:t>
      </w:r>
      <w:r>
        <w:tab/>
      </w:r>
      <w:r w:rsidR="00303D6E" w:rsidRPr="001609E6">
        <w:t>In the Set Domain Functi</w:t>
      </w:r>
      <w:r>
        <w:t>onal Level page, in the Domain F</w:t>
      </w:r>
      <w:r w:rsidR="00303D6E" w:rsidRPr="001609E6">
        <w:t xml:space="preserve">unctional </w:t>
      </w:r>
      <w:r>
        <w:t>L</w:t>
      </w:r>
      <w:r w:rsidR="00303D6E" w:rsidRPr="001609E6">
        <w:t xml:space="preserve">evel list, select Windows Server 2008, and then click </w:t>
      </w:r>
      <w:proofErr w:type="gramStart"/>
      <w:r w:rsidR="00FF3C8C" w:rsidRPr="001609E6">
        <w:t>Next</w:t>
      </w:r>
      <w:proofErr w:type="gramEnd"/>
      <w:r w:rsidR="00FF3C8C" w:rsidRPr="001609E6">
        <w:t>.</w:t>
      </w:r>
    </w:p>
    <w:p w:rsidR="009B1111" w:rsidRDefault="00CF1FA4" w:rsidP="00CF1FA4">
      <w:pPr>
        <w:pStyle w:val="NumList"/>
      </w:pPr>
      <w:r>
        <w:tab/>
        <w:t>10.</w:t>
      </w:r>
      <w:r>
        <w:tab/>
      </w:r>
      <w:r w:rsidR="009B1111">
        <w:t xml:space="preserve">On the </w:t>
      </w:r>
      <w:r w:rsidR="009B1111" w:rsidRPr="009B1111">
        <w:t>Additional Domain Controller Options</w:t>
      </w:r>
      <w:r w:rsidR="009B1111">
        <w:t xml:space="preserve"> page, click </w:t>
      </w:r>
      <w:proofErr w:type="gramStart"/>
      <w:r w:rsidR="009B1111" w:rsidRPr="009B1111">
        <w:t>Next</w:t>
      </w:r>
      <w:proofErr w:type="gramEnd"/>
      <w:r w:rsidR="009B1111">
        <w:t>.</w:t>
      </w:r>
    </w:p>
    <w:p w:rsidR="009B1111" w:rsidRDefault="009B1111" w:rsidP="004264BB">
      <w:pPr>
        <w:pStyle w:val="ListPara"/>
      </w:pPr>
      <w:r>
        <w:t xml:space="preserve">An </w:t>
      </w:r>
      <w:r w:rsidRPr="009B1111">
        <w:t>Active Directory Domain Services Installation Wizard</w:t>
      </w:r>
      <w:r>
        <w:t xml:space="preserve"> message appears. It informs you that the authoritative parent zone cannot be found. This is expected.</w:t>
      </w:r>
    </w:p>
    <w:p w:rsidR="009B1111" w:rsidRDefault="00CF1FA4" w:rsidP="00CF1FA4">
      <w:pPr>
        <w:pStyle w:val="NumList"/>
      </w:pPr>
      <w:r>
        <w:tab/>
        <w:t>11.</w:t>
      </w:r>
      <w:r>
        <w:tab/>
      </w:r>
      <w:r w:rsidR="009B1111">
        <w:t xml:space="preserve">Click </w:t>
      </w:r>
      <w:r w:rsidR="009B1111" w:rsidRPr="009B1111">
        <w:t>Yes</w:t>
      </w:r>
      <w:r w:rsidR="009B1111">
        <w:t>.</w:t>
      </w:r>
    </w:p>
    <w:p w:rsidR="009B1111" w:rsidRDefault="00CF1FA4" w:rsidP="00CF1FA4">
      <w:pPr>
        <w:pStyle w:val="NumList"/>
      </w:pPr>
      <w:r>
        <w:tab/>
        <w:t>12.</w:t>
      </w:r>
      <w:r>
        <w:tab/>
      </w:r>
      <w:r w:rsidR="009B1111">
        <w:t xml:space="preserve">On the </w:t>
      </w:r>
      <w:r>
        <w:t xml:space="preserve">Location </w:t>
      </w:r>
      <w:proofErr w:type="gramStart"/>
      <w:r>
        <w:t>For</w:t>
      </w:r>
      <w:proofErr w:type="gramEnd"/>
      <w:r>
        <w:t xml:space="preserve"> Database, Log Files, A</w:t>
      </w:r>
      <w:r w:rsidR="009B1111" w:rsidRPr="009B1111">
        <w:t xml:space="preserve">nd SYSVOL </w:t>
      </w:r>
      <w:r w:rsidR="009B1111">
        <w:t xml:space="preserve">page, click </w:t>
      </w:r>
      <w:r w:rsidR="009B1111" w:rsidRPr="009B1111">
        <w:t>Next</w:t>
      </w:r>
      <w:r w:rsidR="009B1111">
        <w:t>.</w:t>
      </w:r>
    </w:p>
    <w:p w:rsidR="009B1111" w:rsidRDefault="00CF1FA4" w:rsidP="00CF1FA4">
      <w:pPr>
        <w:pStyle w:val="NumList"/>
      </w:pPr>
      <w:r>
        <w:tab/>
        <w:t>13.</w:t>
      </w:r>
      <w:r>
        <w:tab/>
      </w:r>
      <w:r w:rsidR="009B1111">
        <w:t xml:space="preserve">On the </w:t>
      </w:r>
      <w:r w:rsidR="009B1111" w:rsidRPr="009B1111">
        <w:t>Directory Services Restore Mode Administrator Password</w:t>
      </w:r>
      <w:r w:rsidR="009B1111">
        <w:t xml:space="preserve"> page, in the </w:t>
      </w:r>
      <w:r w:rsidR="009B1111" w:rsidRPr="009B1111">
        <w:t>Password</w:t>
      </w:r>
      <w:r w:rsidR="009B1111">
        <w:t xml:space="preserve"> and </w:t>
      </w:r>
      <w:r w:rsidR="009B1111" w:rsidRPr="009B1111">
        <w:t>Confirm Password</w:t>
      </w:r>
      <w:r w:rsidR="009B1111">
        <w:t xml:space="preserve"> boxes, type </w:t>
      </w:r>
      <w:r w:rsidR="009B1111" w:rsidRPr="00CF1FA4">
        <w:rPr>
          <w:b/>
        </w:rPr>
        <w:t>Pa$$w0rd</w:t>
      </w:r>
      <w:r w:rsidR="009B1111">
        <w:t xml:space="preserve">, and then click </w:t>
      </w:r>
      <w:proofErr w:type="gramStart"/>
      <w:r w:rsidR="009B1111" w:rsidRPr="009B1111">
        <w:t>Next</w:t>
      </w:r>
      <w:proofErr w:type="gramEnd"/>
      <w:r w:rsidR="009B1111">
        <w:t>.</w:t>
      </w:r>
    </w:p>
    <w:p w:rsidR="009B1111" w:rsidRDefault="00CF1FA4" w:rsidP="00CF1FA4">
      <w:pPr>
        <w:pStyle w:val="NumList"/>
      </w:pPr>
      <w:r>
        <w:tab/>
        <w:t>14.</w:t>
      </w:r>
      <w:r>
        <w:tab/>
      </w:r>
      <w:r w:rsidR="009B1111">
        <w:t xml:space="preserve">On the </w:t>
      </w:r>
      <w:r w:rsidR="009B1111" w:rsidRPr="009B1111">
        <w:t>Summary</w:t>
      </w:r>
      <w:r w:rsidR="009B1111">
        <w:t xml:space="preserve"> page, click </w:t>
      </w:r>
      <w:proofErr w:type="gramStart"/>
      <w:r w:rsidR="009B1111" w:rsidRPr="009B1111">
        <w:t>Next</w:t>
      </w:r>
      <w:proofErr w:type="gramEnd"/>
      <w:r w:rsidR="009B1111">
        <w:t>.</w:t>
      </w:r>
    </w:p>
    <w:p w:rsidR="009B1111" w:rsidRDefault="009B1111" w:rsidP="004264BB">
      <w:pPr>
        <w:pStyle w:val="ListPara"/>
      </w:pPr>
      <w:r>
        <w:t>Active Directory Domain Services are installed.</w:t>
      </w:r>
    </w:p>
    <w:p w:rsidR="009B1111" w:rsidRDefault="00CF1FA4" w:rsidP="00CF1FA4">
      <w:pPr>
        <w:pStyle w:val="NumList"/>
      </w:pPr>
      <w:r>
        <w:tab/>
        <w:t>15.</w:t>
      </w:r>
      <w:r>
        <w:tab/>
      </w:r>
      <w:r w:rsidR="009B1111">
        <w:t xml:space="preserve">On the </w:t>
      </w:r>
      <w:r w:rsidR="009B1111" w:rsidRPr="009B1111">
        <w:t xml:space="preserve">Completing </w:t>
      </w:r>
      <w:proofErr w:type="gramStart"/>
      <w:r>
        <w:t>T</w:t>
      </w:r>
      <w:r w:rsidR="009B1111" w:rsidRPr="009B1111">
        <w:t>he</w:t>
      </w:r>
      <w:proofErr w:type="gramEnd"/>
      <w:r w:rsidR="009B1111" w:rsidRPr="009B1111">
        <w:t xml:space="preserve"> Active Directory Domain Services Installation Wizard</w:t>
      </w:r>
      <w:r w:rsidR="009B1111">
        <w:t xml:space="preserve"> page, click </w:t>
      </w:r>
      <w:r w:rsidR="009B1111" w:rsidRPr="009B1111">
        <w:t>Finish</w:t>
      </w:r>
      <w:r w:rsidR="009B1111">
        <w:t>.</w:t>
      </w:r>
    </w:p>
    <w:p w:rsidR="009B1111" w:rsidRDefault="009B1111" w:rsidP="004264BB">
      <w:pPr>
        <w:pStyle w:val="ListPara"/>
      </w:pPr>
      <w:r>
        <w:t xml:space="preserve">The </w:t>
      </w:r>
      <w:r w:rsidRPr="009B1111">
        <w:t>Active Directory Domain Services Installation Wizard</w:t>
      </w:r>
      <w:r>
        <w:t xml:space="preserve"> dialog box appears.</w:t>
      </w:r>
    </w:p>
    <w:p w:rsidR="009B1111" w:rsidRDefault="00CF1FA4" w:rsidP="00CF1FA4">
      <w:pPr>
        <w:pStyle w:val="NumList"/>
      </w:pPr>
      <w:r>
        <w:tab/>
        <w:t>16.</w:t>
      </w:r>
      <w:r>
        <w:tab/>
      </w:r>
      <w:r w:rsidR="009B1111">
        <w:t xml:space="preserve">Click </w:t>
      </w:r>
      <w:r>
        <w:t>Do N</w:t>
      </w:r>
      <w:r w:rsidR="009B1111" w:rsidRPr="009B1111">
        <w:t>ot Restart Now</w:t>
      </w:r>
      <w:r w:rsidR="009B1111">
        <w:t>.</w:t>
      </w:r>
    </w:p>
    <w:p w:rsidR="0088030A" w:rsidRPr="004B13EE" w:rsidRDefault="00CF1FA4" w:rsidP="00CF1FA4">
      <w:pPr>
        <w:pStyle w:val="NumList"/>
      </w:pPr>
      <w:r>
        <w:tab/>
        <w:t>17.</w:t>
      </w:r>
      <w:r>
        <w:tab/>
      </w:r>
      <w:r w:rsidR="0088030A">
        <w:t xml:space="preserve">Run </w:t>
      </w:r>
      <w:r w:rsidR="0088030A" w:rsidRPr="00C15D17">
        <w:rPr>
          <w:b/>
        </w:rPr>
        <w:t>C:\70667TK\VMSetup\02-CONTOSO-DC-Configure.bat</w:t>
      </w:r>
      <w:r w:rsidR="0088030A">
        <w:t>.</w:t>
      </w:r>
    </w:p>
    <w:p w:rsidR="0088030A" w:rsidRDefault="0088030A" w:rsidP="00CF1FA4">
      <w:pPr>
        <w:pStyle w:val="ListPara"/>
      </w:pPr>
      <w:r>
        <w:t>Windows restarts.</w:t>
      </w:r>
    </w:p>
    <w:p w:rsidR="009B1111" w:rsidRDefault="009B1111" w:rsidP="00CF1FA4">
      <w:pPr>
        <w:pStyle w:val="Heading2"/>
      </w:pPr>
      <w:r>
        <w:lastRenderedPageBreak/>
        <w:t>Build SP2010-WFE1</w:t>
      </w:r>
    </w:p>
    <w:p w:rsidR="009B1111" w:rsidRDefault="009B1111" w:rsidP="009B1111">
      <w:pPr>
        <w:pStyle w:val="Heading3"/>
      </w:pPr>
      <w:r>
        <w:t xml:space="preserve">Create a Virtual Machine for SP2010-WFE1 </w:t>
      </w:r>
    </w:p>
    <w:p w:rsidR="009B1111" w:rsidRPr="007415A7" w:rsidRDefault="009B1111" w:rsidP="009B1111">
      <w:pPr>
        <w:pStyle w:val="Normalafterheadonly"/>
      </w:pPr>
      <w:r>
        <w:t xml:space="preserve">Create a virtual machine with the configuration shown below. Use the </w:t>
      </w:r>
      <w:r w:rsidR="00CF1FA4">
        <w:t>"</w:t>
      </w:r>
      <w:r w:rsidRPr="004B13EE">
        <w:t>Create a Virtual Machine</w:t>
      </w:r>
      <w:r w:rsidR="00CF1FA4">
        <w:t>"</w:t>
      </w:r>
      <w:r w:rsidR="00CF1FA4" w:rsidRPr="00CF1FA4">
        <w:t xml:space="preserve"> </w:t>
      </w:r>
      <w:r w:rsidR="00CF1FA4">
        <w:t>procedure</w:t>
      </w:r>
      <w:r>
        <w:t xml:space="preserve"> in the </w:t>
      </w:r>
      <w:r w:rsidR="00CF1FA4">
        <w:t>"</w:t>
      </w:r>
      <w:r w:rsidRPr="004B13EE">
        <w:t>Virtual Machine Procedures</w:t>
      </w:r>
      <w:r w:rsidR="00CF1FA4">
        <w:t>"</w:t>
      </w:r>
      <w:r w:rsidR="00CF1FA4" w:rsidRPr="00CF1FA4">
        <w:t xml:space="preserve"> </w:t>
      </w:r>
      <w:r w:rsidR="00CF1FA4">
        <w:t>section</w:t>
      </w:r>
      <w:r>
        <w:t>.</w:t>
      </w:r>
    </w:p>
    <w:p w:rsidR="009B1111" w:rsidRDefault="009B1111" w:rsidP="00331B6A">
      <w:pPr>
        <w:pStyle w:val="BullList"/>
      </w:pPr>
      <w:r>
        <w:t>Name (</w:t>
      </w:r>
      <w:proofErr w:type="spellStart"/>
      <w:r w:rsidRPr="00005067">
        <w:rPr>
          <w:i/>
        </w:rPr>
        <w:t>VMName</w:t>
      </w:r>
      <w:proofErr w:type="spellEnd"/>
      <w:r>
        <w:t xml:space="preserve">): </w:t>
      </w:r>
      <w:r w:rsidRPr="00757F85">
        <w:t>SP2010-WFE1</w:t>
      </w:r>
      <w:r>
        <w:t>.</w:t>
      </w:r>
    </w:p>
    <w:p w:rsidR="009B1111" w:rsidRDefault="009B1111" w:rsidP="00331B6A">
      <w:pPr>
        <w:pStyle w:val="BullList"/>
      </w:pPr>
      <w:r>
        <w:t>Storage location (</w:t>
      </w:r>
      <w:r w:rsidRPr="00005067">
        <w:rPr>
          <w:i/>
        </w:rPr>
        <w:t>Location</w:t>
      </w:r>
      <w:r>
        <w:t xml:space="preserve">): </w:t>
      </w:r>
      <w:r w:rsidRPr="00757F85">
        <w:t>C:\VMs\70667\SP2010-WFE1</w:t>
      </w:r>
      <w:r>
        <w:t>.</w:t>
      </w:r>
    </w:p>
    <w:p w:rsidR="009B1111" w:rsidRDefault="009B1111" w:rsidP="00331B6A">
      <w:pPr>
        <w:pStyle w:val="BullList"/>
      </w:pPr>
      <w:r>
        <w:t>Memory (</w:t>
      </w:r>
      <w:r w:rsidRPr="00005067">
        <w:rPr>
          <w:i/>
        </w:rPr>
        <w:t>Memory</w:t>
      </w:r>
      <w:r>
        <w:t xml:space="preserve">): </w:t>
      </w:r>
      <w:r w:rsidRPr="00757F85">
        <w:t>6144</w:t>
      </w:r>
      <w:r>
        <w:t>.</w:t>
      </w:r>
    </w:p>
    <w:p w:rsidR="009B1111" w:rsidRDefault="009B1111" w:rsidP="00331B6A">
      <w:pPr>
        <w:pStyle w:val="BullList"/>
      </w:pPr>
      <w:r>
        <w:t>Disk capacity (</w:t>
      </w:r>
      <w:proofErr w:type="spellStart"/>
      <w:r w:rsidRPr="00005067">
        <w:rPr>
          <w:i/>
        </w:rPr>
        <w:t>DiskSize</w:t>
      </w:r>
      <w:proofErr w:type="spellEnd"/>
      <w:r>
        <w:t xml:space="preserve">): </w:t>
      </w:r>
      <w:r w:rsidRPr="00757F85">
        <w:t>127</w:t>
      </w:r>
      <w:r>
        <w:t>.</w:t>
      </w:r>
    </w:p>
    <w:p w:rsidR="009B1111" w:rsidRPr="00EE027A" w:rsidRDefault="009B1111" w:rsidP="00331B6A">
      <w:pPr>
        <w:pStyle w:val="BullList"/>
      </w:pPr>
      <w:r>
        <w:t>Number of processors (</w:t>
      </w:r>
      <w:r w:rsidRPr="00005067">
        <w:rPr>
          <w:i/>
        </w:rPr>
        <w:t>Processors</w:t>
      </w:r>
      <w:r>
        <w:t xml:space="preserve">): </w:t>
      </w:r>
      <w:r w:rsidRPr="00757F85">
        <w:t>2</w:t>
      </w:r>
      <w:r>
        <w:t>.</w:t>
      </w:r>
    </w:p>
    <w:p w:rsidR="009B1111" w:rsidRDefault="009B1111" w:rsidP="009B1111">
      <w:pPr>
        <w:pStyle w:val="Heading3"/>
      </w:pPr>
      <w:r>
        <w:t>Install Windows</w:t>
      </w:r>
    </w:p>
    <w:p w:rsidR="009B1111" w:rsidRDefault="009B1111" w:rsidP="009B1111">
      <w:pPr>
        <w:pStyle w:val="Normalafterheadonly"/>
      </w:pPr>
      <w:r>
        <w:t xml:space="preserve">Use the </w:t>
      </w:r>
      <w:r w:rsidR="00CF1FA4">
        <w:t>"</w:t>
      </w:r>
      <w:r w:rsidRPr="004B13EE">
        <w:t>Install Windows</w:t>
      </w:r>
      <w:r w:rsidR="00CF1FA4">
        <w:t>"</w:t>
      </w:r>
      <w:r w:rsidR="00CF1FA4" w:rsidRPr="00CF1FA4">
        <w:t xml:space="preserve"> </w:t>
      </w:r>
      <w:r w:rsidR="00CF1FA4">
        <w:t>procedure</w:t>
      </w:r>
      <w:r>
        <w:t xml:space="preserve"> in the </w:t>
      </w:r>
      <w:r w:rsidR="00CF1FA4">
        <w:t>"</w:t>
      </w:r>
      <w:r w:rsidRPr="004B13EE">
        <w:t>Build CONTOSO-DC</w:t>
      </w:r>
      <w:r w:rsidR="00CF1FA4">
        <w:t>"</w:t>
      </w:r>
      <w:r w:rsidR="00CF1FA4" w:rsidRPr="00CF1FA4">
        <w:t xml:space="preserve"> </w:t>
      </w:r>
      <w:r w:rsidR="00CF1FA4">
        <w:t>section</w:t>
      </w:r>
      <w:r>
        <w:t>.</w:t>
      </w:r>
    </w:p>
    <w:p w:rsidR="009B1111" w:rsidRDefault="009B1111" w:rsidP="009B1111">
      <w:pPr>
        <w:pStyle w:val="Heading3"/>
      </w:pPr>
      <w:r>
        <w:t>Configure SP2010-WFE1</w:t>
      </w:r>
    </w:p>
    <w:p w:rsidR="009B1111" w:rsidRDefault="009B1111" w:rsidP="009B1111">
      <w:pPr>
        <w:pStyle w:val="Normalafterheadonly"/>
      </w:pPr>
      <w:r>
        <w:t>Ensure that CONTOSO-DC is running before performing this procedure.</w:t>
      </w:r>
    </w:p>
    <w:p w:rsidR="0088030A" w:rsidRDefault="00CF1FA4" w:rsidP="00CF1FA4">
      <w:pPr>
        <w:pStyle w:val="NumList"/>
      </w:pPr>
      <w:r>
        <w:tab/>
        <w:t>1.</w:t>
      </w:r>
      <w:r>
        <w:tab/>
        <w:t xml:space="preserve">Mount the Companion Media </w:t>
      </w:r>
      <w:r w:rsidR="0088030A">
        <w:t xml:space="preserve">to the virtual machine’s CD/DVD drive. </w:t>
      </w:r>
    </w:p>
    <w:p w:rsidR="0088030A" w:rsidRDefault="0088030A" w:rsidP="0088030A">
      <w:pPr>
        <w:pStyle w:val="ListPara"/>
      </w:pPr>
      <w:r>
        <w:t xml:space="preserve">Use the </w:t>
      </w:r>
      <w:r w:rsidR="00CF1FA4">
        <w:t>"</w:t>
      </w:r>
      <w:r w:rsidRPr="00EA3012">
        <w:t>Mount a DVD</w:t>
      </w:r>
      <w:r w:rsidR="00CF1FA4">
        <w:t>"</w:t>
      </w:r>
      <w:r w:rsidR="00CF1FA4" w:rsidRPr="00CF1FA4">
        <w:t xml:space="preserve"> </w:t>
      </w:r>
      <w:r w:rsidR="00CF1FA4">
        <w:t>procedure</w:t>
      </w:r>
      <w:r>
        <w:t xml:space="preserve"> in the </w:t>
      </w:r>
      <w:r w:rsidR="00CF1FA4">
        <w:t>"</w:t>
      </w:r>
      <w:r w:rsidRPr="00EA3012">
        <w:t>Virtual Machine Procedures</w:t>
      </w:r>
      <w:r w:rsidR="00CF1FA4">
        <w:t>"</w:t>
      </w:r>
      <w:r w:rsidR="00CF1FA4" w:rsidRPr="00CF1FA4">
        <w:t xml:space="preserve"> </w:t>
      </w:r>
      <w:r w:rsidR="00CF1FA4">
        <w:t>section</w:t>
      </w:r>
      <w:r>
        <w:t>.</w:t>
      </w:r>
    </w:p>
    <w:p w:rsidR="0088030A" w:rsidRPr="004B13EE" w:rsidRDefault="00CF1FA4" w:rsidP="00CF1FA4">
      <w:pPr>
        <w:pStyle w:val="NumList"/>
      </w:pPr>
      <w:r>
        <w:tab/>
        <w:t>2.</w:t>
      </w:r>
      <w:r>
        <w:tab/>
      </w:r>
      <w:r w:rsidR="0088030A">
        <w:t xml:space="preserve">Run </w:t>
      </w:r>
      <w:r w:rsidR="0077180A" w:rsidRPr="00CF1FA4">
        <w:rPr>
          <w:b/>
        </w:rPr>
        <w:t>C:\70667TK</w:t>
      </w:r>
      <w:r w:rsidR="0088030A" w:rsidRPr="00CF1FA4">
        <w:rPr>
          <w:b/>
        </w:rPr>
        <w:t>\VMSetup\03-SP2010-WFE1-Initialize.bat</w:t>
      </w:r>
      <w:r w:rsidR="0088030A">
        <w:t>.</w:t>
      </w:r>
    </w:p>
    <w:p w:rsidR="009B1111" w:rsidRDefault="009B1111" w:rsidP="004264BB">
      <w:pPr>
        <w:pStyle w:val="ListPara"/>
      </w:pPr>
      <w:r>
        <w:t>Windows features are configured, and then Windows restarts. The process repeats several times.</w:t>
      </w:r>
    </w:p>
    <w:p w:rsidR="009B1111" w:rsidRDefault="00CF1FA4" w:rsidP="00CF1FA4">
      <w:pPr>
        <w:pStyle w:val="NumList"/>
      </w:pPr>
      <w:r>
        <w:tab/>
        <w:t>3.</w:t>
      </w:r>
      <w:r>
        <w:tab/>
      </w:r>
      <w:r w:rsidR="009B1111">
        <w:t xml:space="preserve">Log on as </w:t>
      </w:r>
      <w:r w:rsidR="009B1111" w:rsidRPr="00757F85">
        <w:t>Administrator</w:t>
      </w:r>
      <w:r w:rsidR="009B1111">
        <w:t xml:space="preserve"> with the password, </w:t>
      </w:r>
      <w:r w:rsidR="009B1111" w:rsidRPr="00CF1FA4">
        <w:rPr>
          <w:b/>
        </w:rPr>
        <w:t>Pa$$w0rd</w:t>
      </w:r>
      <w:r w:rsidR="009B1111">
        <w:t>.</w:t>
      </w:r>
    </w:p>
    <w:p w:rsidR="009B1111" w:rsidRDefault="00CF1FA4" w:rsidP="00CF1FA4">
      <w:pPr>
        <w:pStyle w:val="NumList"/>
      </w:pPr>
      <w:r>
        <w:tab/>
        <w:t>4.</w:t>
      </w:r>
      <w:r>
        <w:tab/>
      </w:r>
      <w:r w:rsidR="009B1111">
        <w:t>Shut down SP2010-WFE1.</w:t>
      </w:r>
    </w:p>
    <w:p w:rsidR="009F4835" w:rsidRDefault="009F4835" w:rsidP="00847712">
      <w:pPr>
        <w:pStyle w:val="Heading2"/>
      </w:pPr>
      <w:r>
        <w:t>Customize All Virtual Machines</w:t>
      </w:r>
    </w:p>
    <w:p w:rsidR="009F4835" w:rsidRDefault="009F4835" w:rsidP="009F4835">
      <w:pPr>
        <w:pStyle w:val="Normalafterheadonly"/>
      </w:pPr>
      <w:r>
        <w:t xml:space="preserve">For each virtual machine, perform the following procedure. </w:t>
      </w:r>
    </w:p>
    <w:p w:rsidR="009F4835" w:rsidRDefault="00CF1FA4" w:rsidP="00CF1FA4">
      <w:pPr>
        <w:pStyle w:val="NumList"/>
      </w:pPr>
      <w:r>
        <w:tab/>
        <w:t>1.</w:t>
      </w:r>
      <w:r>
        <w:tab/>
      </w:r>
      <w:r w:rsidR="009F4835">
        <w:t xml:space="preserve">Mount the </w:t>
      </w:r>
      <w:r w:rsidR="007E7E46">
        <w:t>companion media</w:t>
      </w:r>
      <w:r w:rsidR="009F4835">
        <w:t xml:space="preserve"> to the virtual machine’s CD/DVD drive.</w:t>
      </w:r>
    </w:p>
    <w:p w:rsidR="007E7E46" w:rsidRDefault="007E7E46" w:rsidP="007E7E46">
      <w:pPr>
        <w:pStyle w:val="ListPara"/>
      </w:pPr>
      <w:r>
        <w:t xml:space="preserve">Use the </w:t>
      </w:r>
      <w:r w:rsidR="00CF1FA4">
        <w:t>"</w:t>
      </w:r>
      <w:r w:rsidRPr="004B13EE">
        <w:t>Mount an ISO Imag</w:t>
      </w:r>
      <w:r>
        <w:t>e or Mount a DVD</w:t>
      </w:r>
      <w:r w:rsidR="00CF1FA4">
        <w:t>"</w:t>
      </w:r>
      <w:r w:rsidR="00CF1FA4" w:rsidRPr="00CF1FA4">
        <w:t xml:space="preserve"> </w:t>
      </w:r>
      <w:r w:rsidR="00CF1FA4">
        <w:t>procedure</w:t>
      </w:r>
      <w:r>
        <w:t xml:space="preserve"> in the </w:t>
      </w:r>
      <w:r w:rsidR="00CF1FA4">
        <w:t>"</w:t>
      </w:r>
      <w:r w:rsidRPr="004B13EE">
        <w:t>Virtual Machine Procedures</w:t>
      </w:r>
      <w:r w:rsidR="00CF1FA4">
        <w:t>"</w:t>
      </w:r>
      <w:r w:rsidR="00CF1FA4" w:rsidRPr="00CF1FA4">
        <w:t xml:space="preserve"> </w:t>
      </w:r>
      <w:r w:rsidR="00CF1FA4">
        <w:t>section</w:t>
      </w:r>
      <w:r>
        <w:t>.</w:t>
      </w:r>
    </w:p>
    <w:p w:rsidR="00736833" w:rsidRDefault="00CF1FA4" w:rsidP="00CF1FA4">
      <w:pPr>
        <w:pStyle w:val="NumList"/>
      </w:pPr>
      <w:r>
        <w:tab/>
        <w:t>2.</w:t>
      </w:r>
      <w:r>
        <w:tab/>
      </w:r>
      <w:r w:rsidR="00736833">
        <w:t>Start the virtual machine.</w:t>
      </w:r>
    </w:p>
    <w:p w:rsidR="00736833" w:rsidRPr="000D193E" w:rsidRDefault="00736833" w:rsidP="00736833">
      <w:pPr>
        <w:pStyle w:val="ListPara"/>
      </w:pPr>
      <w:r>
        <w:t xml:space="preserve">Use the </w:t>
      </w:r>
      <w:r w:rsidR="00CF1FA4">
        <w:t>"</w:t>
      </w:r>
      <w:r w:rsidRPr="004B13EE">
        <w:t>Start a Virtual Machine</w:t>
      </w:r>
      <w:r w:rsidR="00CF1FA4">
        <w:t>"</w:t>
      </w:r>
      <w:r w:rsidR="00CF1FA4" w:rsidRPr="00CF1FA4">
        <w:t xml:space="preserve"> </w:t>
      </w:r>
      <w:r w:rsidR="00CF1FA4">
        <w:t>procedure</w:t>
      </w:r>
      <w:r>
        <w:t xml:space="preserve"> in the </w:t>
      </w:r>
      <w:r w:rsidR="00CF1FA4">
        <w:t>"</w:t>
      </w:r>
      <w:r w:rsidRPr="004B13EE">
        <w:t>Virtual Machine Procedures</w:t>
      </w:r>
      <w:r w:rsidR="00CF1FA4">
        <w:t>"</w:t>
      </w:r>
      <w:r w:rsidR="00CF1FA4" w:rsidRPr="00CF1FA4">
        <w:t xml:space="preserve"> </w:t>
      </w:r>
      <w:r w:rsidR="00CF1FA4">
        <w:t>section</w:t>
      </w:r>
      <w:r>
        <w:t>.</w:t>
      </w:r>
    </w:p>
    <w:p w:rsidR="009F4835" w:rsidRDefault="00CF1FA4" w:rsidP="00CF1FA4">
      <w:pPr>
        <w:pStyle w:val="NumList"/>
      </w:pPr>
      <w:r>
        <w:tab/>
        <w:t>3.</w:t>
      </w:r>
      <w:r>
        <w:tab/>
      </w:r>
      <w:r w:rsidR="006026D3">
        <w:t xml:space="preserve">Log on as Administrator with the password, </w:t>
      </w:r>
      <w:r w:rsidR="006026D3" w:rsidRPr="00AB7DDD">
        <w:rPr>
          <w:b/>
        </w:rPr>
        <w:t>Pa$$w0rd</w:t>
      </w:r>
      <w:r w:rsidR="006026D3">
        <w:t>.</w:t>
      </w:r>
    </w:p>
    <w:p w:rsidR="006026D3" w:rsidRDefault="006026D3" w:rsidP="006026D3">
      <w:pPr>
        <w:pStyle w:val="ListPara"/>
      </w:pPr>
      <w:r>
        <w:t xml:space="preserve">Log on to CONTOSO-DC as </w:t>
      </w:r>
      <w:r w:rsidRPr="00AB7DDD">
        <w:rPr>
          <w:b/>
        </w:rPr>
        <w:t>CONTOSO\Administrator</w:t>
      </w:r>
      <w:r>
        <w:t>. Log on to other machines as the local Administrator.</w:t>
      </w:r>
    </w:p>
    <w:p w:rsidR="006026D3" w:rsidRDefault="00CF1FA4" w:rsidP="00CF1FA4">
      <w:pPr>
        <w:pStyle w:val="NumList"/>
      </w:pPr>
      <w:r>
        <w:tab/>
        <w:t>4.</w:t>
      </w:r>
      <w:r>
        <w:tab/>
      </w:r>
      <w:r w:rsidR="00EF7425">
        <w:t xml:space="preserve">Run </w:t>
      </w:r>
      <w:r w:rsidR="00EF7425" w:rsidRPr="00CF1FA4">
        <w:rPr>
          <w:b/>
        </w:rPr>
        <w:t>C:\70667TK\</w:t>
      </w:r>
      <w:r w:rsidR="006026D3" w:rsidRPr="00CF1FA4">
        <w:rPr>
          <w:b/>
        </w:rPr>
        <w:t>VMSetup</w:t>
      </w:r>
      <w:r w:rsidR="00D01E3A" w:rsidRPr="00CF1FA4">
        <w:rPr>
          <w:b/>
        </w:rPr>
        <w:t>\04-Customize</w:t>
      </w:r>
      <w:r w:rsidR="006026D3" w:rsidRPr="00CF1FA4">
        <w:rPr>
          <w:b/>
        </w:rPr>
        <w:t>.bat</w:t>
      </w:r>
      <w:r w:rsidR="006026D3">
        <w:t>.</w:t>
      </w:r>
    </w:p>
    <w:p w:rsidR="006026D3" w:rsidRDefault="006026D3" w:rsidP="006026D3">
      <w:pPr>
        <w:pStyle w:val="ListPara"/>
      </w:pPr>
      <w:r>
        <w:lastRenderedPageBreak/>
        <w:t>A script will run. The script makes the following changes to Windows:</w:t>
      </w:r>
    </w:p>
    <w:p w:rsidR="006026D3" w:rsidRDefault="006026D3" w:rsidP="006026D3">
      <w:pPr>
        <w:pStyle w:val="BullList2"/>
      </w:pPr>
      <w:r>
        <w:t>Disable</w:t>
      </w:r>
      <w:r w:rsidR="00AB7DDD">
        <w:t>s</w:t>
      </w:r>
      <w:r>
        <w:t xml:space="preserve"> Internet Explorer Enhanced Security Configuration </w:t>
      </w:r>
      <w:r w:rsidR="003E1006">
        <w:t xml:space="preserve">(IE ESC) </w:t>
      </w:r>
      <w:r>
        <w:t>for users and administrators.</w:t>
      </w:r>
      <w:r w:rsidR="003E1006">
        <w:t xml:space="preserve"> IE ESC restricts access to untrusted sites. Unlike a production environment, in the lab environment you will be logging on locally to the server and using a browser to access SharePoint sites. </w:t>
      </w:r>
    </w:p>
    <w:p w:rsidR="006026D3" w:rsidRDefault="006026D3" w:rsidP="006026D3">
      <w:pPr>
        <w:pStyle w:val="BullList2"/>
      </w:pPr>
      <w:r>
        <w:t>Configure</w:t>
      </w:r>
      <w:r w:rsidR="00AB7DDD">
        <w:t>s</w:t>
      </w:r>
      <w:r>
        <w:t xml:space="preserve"> the local Administrator password to never expire.</w:t>
      </w:r>
    </w:p>
    <w:p w:rsidR="006026D3" w:rsidRDefault="006026D3" w:rsidP="006026D3">
      <w:pPr>
        <w:pStyle w:val="BullList2"/>
      </w:pPr>
      <w:r w:rsidRPr="00AB7DDD">
        <w:t>Change</w:t>
      </w:r>
      <w:r w:rsidR="00AB7DDD">
        <w:t>s</w:t>
      </w:r>
      <w:r w:rsidRPr="00AB7DDD">
        <w:t xml:space="preserve"> the display resolution to 1024x768.</w:t>
      </w:r>
      <w:r w:rsidR="003E1006">
        <w:t xml:space="preserve"> SharePoint user interfaces are built for 1024x768 </w:t>
      </w:r>
      <w:proofErr w:type="gramStart"/>
      <w:r w:rsidR="003E1006">
        <w:t>resolution</w:t>
      </w:r>
      <w:proofErr w:type="gramEnd"/>
      <w:r w:rsidR="003E1006">
        <w:t xml:space="preserve">. After performing this procedure, you may manually change the resolution to a higher resolution. </w:t>
      </w:r>
    </w:p>
    <w:p w:rsidR="006026D3" w:rsidRDefault="006026D3" w:rsidP="006026D3">
      <w:pPr>
        <w:pStyle w:val="BullList2"/>
      </w:pPr>
      <w:r>
        <w:t>Add</w:t>
      </w:r>
      <w:r w:rsidR="00AB7DDD">
        <w:t>s</w:t>
      </w:r>
      <w:r>
        <w:t xml:space="preserve"> a remote administration rule to the firewall.</w:t>
      </w:r>
      <w:r w:rsidR="003E1006">
        <w:t xml:space="preserve"> This will allow remote administration of the server from other systems in the lab environment.</w:t>
      </w:r>
    </w:p>
    <w:p w:rsidR="006026D3" w:rsidRDefault="006026D3" w:rsidP="006026D3">
      <w:pPr>
        <w:pStyle w:val="BullList2"/>
      </w:pPr>
      <w:r>
        <w:t>Disable</w:t>
      </w:r>
      <w:r w:rsidR="00AB7DDD">
        <w:t>s</w:t>
      </w:r>
      <w:r>
        <w:t xml:space="preserve"> Internet Explorer </w:t>
      </w:r>
      <w:proofErr w:type="spellStart"/>
      <w:r>
        <w:t>RunOnce</w:t>
      </w:r>
      <w:proofErr w:type="spellEnd"/>
      <w:r>
        <w:t xml:space="preserve"> (first run) settings prompts.</w:t>
      </w:r>
      <w:r w:rsidR="003E1006">
        <w:t xml:space="preserve"> Typically, IE prompts a user to specify preferences, such as the default search engine. This is unnecessary in the lab environment.</w:t>
      </w:r>
    </w:p>
    <w:p w:rsidR="006026D3" w:rsidRDefault="006026D3" w:rsidP="006026D3">
      <w:pPr>
        <w:pStyle w:val="BullList2"/>
      </w:pPr>
      <w:r>
        <w:t>Prevent</w:t>
      </w:r>
      <w:r w:rsidR="00AB7DDD">
        <w:t>s</w:t>
      </w:r>
      <w:r>
        <w:t xml:space="preserve"> Initial Configuration Tasks (oobe.exe) from opening at logon.</w:t>
      </w:r>
      <w:r w:rsidR="003E1006">
        <w:t xml:space="preserve"> The initial configuration tasks page opens by default at logon for all users on a server. This is not necessary in the lab environment.</w:t>
      </w:r>
    </w:p>
    <w:p w:rsidR="006026D3" w:rsidRDefault="006026D3" w:rsidP="006026D3">
      <w:pPr>
        <w:pStyle w:val="BullList2"/>
      </w:pPr>
      <w:r>
        <w:t>Disable</w:t>
      </w:r>
      <w:r w:rsidR="00AB7DDD">
        <w:t>s</w:t>
      </w:r>
      <w:r>
        <w:t xml:space="preserve"> Windows Update and prevent Office from checking for updates</w:t>
      </w:r>
      <w:r w:rsidR="003E1006">
        <w:t>. The lab environment is disconnected from the Internet. Windows update will not succeed. This customization also prevents Microsoft Office 2010 client applications from prompting the user, at logon, to configure the update behavior for Office.</w:t>
      </w:r>
    </w:p>
    <w:p w:rsidR="003E1006" w:rsidRDefault="003E1006" w:rsidP="003E1006">
      <w:pPr>
        <w:pStyle w:val="BullList2"/>
      </w:pPr>
      <w:r>
        <w:t>Set</w:t>
      </w:r>
      <w:r w:rsidR="00AB7DDD">
        <w:t>s</w:t>
      </w:r>
      <w:r>
        <w:t xml:space="preserve"> the IE home page to intranet.contoso.com. IE’s default home page cannot be accessed because the lab environment is disconnected from the internet.</w:t>
      </w:r>
    </w:p>
    <w:p w:rsidR="003E1006" w:rsidRDefault="003E1006" w:rsidP="003E1006">
      <w:pPr>
        <w:pStyle w:val="BullList2"/>
      </w:pPr>
      <w:r>
        <w:t>Add</w:t>
      </w:r>
      <w:r w:rsidR="00AB7DDD">
        <w:t>s</w:t>
      </w:r>
      <w:r>
        <w:t xml:space="preserve"> contoso.com to the IE intranet sites security zone. It is a best practice to add trusted SharePoint intranet sites to the intranet sites security zone in IE. This reduces the number of authentication prompts.</w:t>
      </w:r>
    </w:p>
    <w:p w:rsidR="003E1006" w:rsidRDefault="003E1006" w:rsidP="003E1006">
      <w:pPr>
        <w:pStyle w:val="BullList2"/>
      </w:pPr>
      <w:r>
        <w:t>Prevent</w:t>
      </w:r>
      <w:r w:rsidR="00AB7DDD">
        <w:t>s</w:t>
      </w:r>
      <w:r>
        <w:t xml:space="preserve"> Office 2010 first run (</w:t>
      </w:r>
      <w:proofErr w:type="spellStart"/>
      <w:r>
        <w:t>RunOnce</w:t>
      </w:r>
      <w:proofErr w:type="spellEnd"/>
      <w:r>
        <w:t>) prompts and processes. By default, when a user opens a Microsoft Office client application for the first time, certain configuration is requested from the user, including his or her initials. This configuration is not necessary in the lab environment.</w:t>
      </w:r>
    </w:p>
    <w:p w:rsidR="003E1006" w:rsidRDefault="003E1006" w:rsidP="003E1006">
      <w:pPr>
        <w:pStyle w:val="BullList2"/>
      </w:pPr>
      <w:r>
        <w:t>Disable</w:t>
      </w:r>
      <w:r w:rsidR="00AB7DDD">
        <w:t>s</w:t>
      </w:r>
      <w:r>
        <w:t xml:space="preserve"> Explorer visual effects (Adjust for best performance). This improves the performance of Windows Explorer in the virtual machine.</w:t>
      </w:r>
    </w:p>
    <w:p w:rsidR="006D60DA" w:rsidRDefault="006D60DA" w:rsidP="006D60DA">
      <w:pPr>
        <w:pStyle w:val="BullList2"/>
      </w:pPr>
      <w:r>
        <w:t>Prevent</w:t>
      </w:r>
      <w:r w:rsidR="00AB7DDD">
        <w:t>s</w:t>
      </w:r>
      <w:r>
        <w:t xml:space="preserve"> Server Manager from opening at logon. By default, Server Manager opens at logon for all users who are members of the local Administrators group. This is not necessary in the lab environment.</w:t>
      </w:r>
    </w:p>
    <w:p w:rsidR="00D01E3A" w:rsidRDefault="00D01E3A" w:rsidP="006D60DA">
      <w:pPr>
        <w:pStyle w:val="BullList2"/>
      </w:pPr>
      <w:r>
        <w:t>On the domain controller, CONTOSO-DC, users and groups are created.</w:t>
      </w:r>
    </w:p>
    <w:p w:rsidR="003E1006" w:rsidRDefault="003E1006" w:rsidP="003E1006">
      <w:pPr>
        <w:pStyle w:val="ListPara"/>
      </w:pPr>
      <w:r>
        <w:t xml:space="preserve">When </w:t>
      </w:r>
      <w:r w:rsidR="00D01E3A">
        <w:t>the script</w:t>
      </w:r>
      <w:r>
        <w:t xml:space="preserve"> is complete, you will be prompted</w:t>
      </w:r>
      <w:r w:rsidR="00AB7DDD">
        <w:t xml:space="preserve"> to p</w:t>
      </w:r>
      <w:r>
        <w:t>ress any key to continue.</w:t>
      </w:r>
    </w:p>
    <w:p w:rsidR="003E1006" w:rsidRDefault="00AB7DDD" w:rsidP="00AB7DDD">
      <w:pPr>
        <w:pStyle w:val="NumList"/>
      </w:pPr>
      <w:r>
        <w:tab/>
        <w:t>5.</w:t>
      </w:r>
      <w:r>
        <w:tab/>
      </w:r>
      <w:r w:rsidR="003E1006">
        <w:t>Press Enter.</w:t>
      </w:r>
    </w:p>
    <w:p w:rsidR="006026D3" w:rsidRDefault="00AB7DDD" w:rsidP="00AB7DDD">
      <w:pPr>
        <w:pStyle w:val="NumList"/>
      </w:pPr>
      <w:r>
        <w:lastRenderedPageBreak/>
        <w:tab/>
        <w:t>6.</w:t>
      </w:r>
      <w:r>
        <w:tab/>
      </w:r>
      <w:r w:rsidR="00847712">
        <w:t>Shut down the virtual machine.</w:t>
      </w:r>
    </w:p>
    <w:p w:rsidR="00D01E3A" w:rsidRDefault="00D01E3A" w:rsidP="00D01E3A">
      <w:r>
        <w:t xml:space="preserve">Be sure to repeat this procedure on each virtual machine. </w:t>
      </w:r>
    </w:p>
    <w:p w:rsidR="009B1111" w:rsidRDefault="00D01E3A" w:rsidP="004B13EE">
      <w:pPr>
        <w:pStyle w:val="Heading2"/>
        <w:pageBreakBefore/>
      </w:pPr>
      <w:r>
        <w:lastRenderedPageBreak/>
        <w:t>C</w:t>
      </w:r>
      <w:r w:rsidR="009B1111">
        <w:t>reate the DOMAIN BASELINE snapshot</w:t>
      </w:r>
    </w:p>
    <w:p w:rsidR="009B1111" w:rsidRDefault="009B1111" w:rsidP="009B1111">
      <w:pPr>
        <w:pStyle w:val="Normalafterheadonly"/>
      </w:pPr>
      <w:r>
        <w:t xml:space="preserve">The DOMAIN BASELINE snapshot captures the contoso.com domain </w:t>
      </w:r>
      <w:r w:rsidR="00303E10">
        <w:t>without any services or applications installed</w:t>
      </w:r>
      <w:r>
        <w:t>.</w:t>
      </w:r>
      <w:r w:rsidR="00303E10">
        <w:t xml:space="preserve"> Perform this procedure for each of the virtual ma</w:t>
      </w:r>
      <w:r w:rsidR="00D01E3A">
        <w:t>chines: CONTOSO-DC and SP2010-WFE1</w:t>
      </w:r>
      <w:r w:rsidR="00303E10">
        <w:t>.</w:t>
      </w:r>
    </w:p>
    <w:p w:rsidR="009B1111" w:rsidRPr="00331B6A" w:rsidRDefault="00AB7DDD" w:rsidP="00AB7DDD">
      <w:pPr>
        <w:pStyle w:val="NumList"/>
      </w:pPr>
      <w:r>
        <w:tab/>
        <w:t>1.</w:t>
      </w:r>
      <w:r>
        <w:tab/>
      </w:r>
      <w:r w:rsidR="009B1111" w:rsidRPr="00331B6A">
        <w:t xml:space="preserve">Shut down </w:t>
      </w:r>
      <w:r w:rsidR="00303E10">
        <w:t>the virtual machine</w:t>
      </w:r>
      <w:r w:rsidR="009B1111" w:rsidRPr="00331B6A">
        <w:t>.</w:t>
      </w:r>
    </w:p>
    <w:p w:rsidR="009B1111" w:rsidRDefault="00AB7DDD" w:rsidP="00AB7DDD">
      <w:pPr>
        <w:pStyle w:val="NumList"/>
      </w:pPr>
      <w:r>
        <w:tab/>
        <w:t>2.</w:t>
      </w:r>
      <w:r>
        <w:tab/>
      </w:r>
      <w:proofErr w:type="spellStart"/>
      <w:r w:rsidR="00303E10">
        <w:t>U</w:t>
      </w:r>
      <w:r w:rsidR="009B1111">
        <w:t>nmount</w:t>
      </w:r>
      <w:proofErr w:type="spellEnd"/>
      <w:r w:rsidR="009B1111">
        <w:t xml:space="preserve"> </w:t>
      </w:r>
      <w:r w:rsidR="007E7E46">
        <w:t>any</w:t>
      </w:r>
      <w:r w:rsidR="006D60DA">
        <w:t xml:space="preserve"> ISO image currently used as the CD/DVD drive</w:t>
      </w:r>
      <w:r w:rsidR="009B1111">
        <w:t xml:space="preserve">. Use the </w:t>
      </w:r>
      <w:r>
        <w:t>"</w:t>
      </w:r>
      <w:proofErr w:type="spellStart"/>
      <w:r w:rsidR="009B1111" w:rsidRPr="004264BB">
        <w:t>Unmount</w:t>
      </w:r>
      <w:proofErr w:type="spellEnd"/>
      <w:r w:rsidR="009B1111" w:rsidRPr="004264BB">
        <w:t xml:space="preserve"> an ISO Image</w:t>
      </w:r>
      <w:r>
        <w:t>"</w:t>
      </w:r>
      <w:r w:rsidRPr="00AB7DDD">
        <w:t xml:space="preserve"> </w:t>
      </w:r>
      <w:r>
        <w:t>procedure</w:t>
      </w:r>
      <w:r w:rsidR="009B1111" w:rsidRPr="005148F9">
        <w:t xml:space="preserve"> </w:t>
      </w:r>
      <w:r w:rsidR="009B1111">
        <w:t xml:space="preserve">in the </w:t>
      </w:r>
      <w:r>
        <w:t>"</w:t>
      </w:r>
      <w:r w:rsidR="009B1111" w:rsidRPr="004264BB">
        <w:t>Virtual Machine Procedures</w:t>
      </w:r>
      <w:r>
        <w:t>"</w:t>
      </w:r>
      <w:r w:rsidRPr="00AB7DDD">
        <w:t xml:space="preserve"> </w:t>
      </w:r>
      <w:r>
        <w:t>section</w:t>
      </w:r>
      <w:r w:rsidR="009B1111">
        <w:t>.</w:t>
      </w:r>
    </w:p>
    <w:p w:rsidR="009B1111" w:rsidRDefault="00AB7DDD" w:rsidP="00AB7DDD">
      <w:pPr>
        <w:pStyle w:val="NumList"/>
      </w:pPr>
      <w:r>
        <w:tab/>
        <w:t>3.</w:t>
      </w:r>
      <w:r>
        <w:tab/>
      </w:r>
      <w:r w:rsidR="00303E10">
        <w:t>C</w:t>
      </w:r>
      <w:r w:rsidR="009B1111">
        <w:t xml:space="preserve">reate a snapshot named </w:t>
      </w:r>
      <w:r w:rsidR="009B1111" w:rsidRPr="00757F85">
        <w:t>DOMAIN BASELINE</w:t>
      </w:r>
      <w:r w:rsidR="009B1111">
        <w:t xml:space="preserve">. Use the </w:t>
      </w:r>
      <w:r>
        <w:t>"</w:t>
      </w:r>
      <w:r w:rsidR="009B1111" w:rsidRPr="004264BB">
        <w:t>Create a Snapshot</w:t>
      </w:r>
      <w:r>
        <w:t>"</w:t>
      </w:r>
      <w:r w:rsidRPr="00AB7DDD">
        <w:t xml:space="preserve"> </w:t>
      </w:r>
      <w:r>
        <w:t>procedure</w:t>
      </w:r>
      <w:r w:rsidR="009B1111">
        <w:t xml:space="preserve"> in the </w:t>
      </w:r>
      <w:r>
        <w:t>"</w:t>
      </w:r>
      <w:r w:rsidR="009B1111" w:rsidRPr="004264BB">
        <w:t>Virtual Machine Procedures</w:t>
      </w:r>
      <w:r>
        <w:t>"</w:t>
      </w:r>
      <w:r w:rsidRPr="00AB7DDD">
        <w:t xml:space="preserve"> </w:t>
      </w:r>
      <w:r>
        <w:t>section</w:t>
      </w:r>
      <w:r w:rsidR="009B1111">
        <w:t>.</w:t>
      </w:r>
      <w:r w:rsidRPr="00AB7DDD">
        <w:t xml:space="preserve"> </w:t>
      </w:r>
    </w:p>
    <w:p w:rsidR="00420954" w:rsidRDefault="00420954" w:rsidP="00AB7DDD">
      <w:pPr>
        <w:pStyle w:val="Heading2"/>
      </w:pPr>
      <w:r>
        <w:t>Install Silverlight</w:t>
      </w:r>
      <w:r w:rsidR="00CD7C7E">
        <w:t xml:space="preserve"> on SP2010-WFE1</w:t>
      </w:r>
    </w:p>
    <w:p w:rsidR="00420954" w:rsidRDefault="00CD7C7E" w:rsidP="00AB7DDD">
      <w:pPr>
        <w:pStyle w:val="Heading3"/>
      </w:pPr>
      <w:r>
        <w:t xml:space="preserve">Create </w:t>
      </w:r>
      <w:r w:rsidR="00420954">
        <w:t xml:space="preserve">Silverlight </w:t>
      </w:r>
      <w:r>
        <w:t>Installation Media</w:t>
      </w:r>
    </w:p>
    <w:p w:rsidR="00CD7C7E" w:rsidRDefault="00AB7DDD" w:rsidP="00AB7DDD">
      <w:pPr>
        <w:pStyle w:val="NumList"/>
      </w:pPr>
      <w:r>
        <w:tab/>
        <w:t>1.</w:t>
      </w:r>
      <w:r>
        <w:tab/>
      </w:r>
      <w:r w:rsidR="00CD7C7E">
        <w:t xml:space="preserve">Download the Silverlight Runtime from </w:t>
      </w:r>
      <w:r w:rsidR="00CD7C7E" w:rsidRPr="00AB7DDD">
        <w:rPr>
          <w:i/>
        </w:rPr>
        <w:t>http://www.silverlight.net/getstarted</w:t>
      </w:r>
      <w:r w:rsidR="00CD7C7E">
        <w:t xml:space="preserve">. </w:t>
      </w:r>
    </w:p>
    <w:p w:rsidR="00CD7C7E" w:rsidRDefault="00AB7DDD" w:rsidP="00AB7DDD">
      <w:pPr>
        <w:pStyle w:val="NumList"/>
      </w:pPr>
      <w:r>
        <w:tab/>
        <w:t>2.</w:t>
      </w:r>
      <w:r>
        <w:tab/>
      </w:r>
      <w:r w:rsidR="00CD7C7E">
        <w:t>Create a CD/DVD ISO image that contains the Silverlight installer.</w:t>
      </w:r>
    </w:p>
    <w:p w:rsidR="00CD7C7E" w:rsidRDefault="00CD7C7E" w:rsidP="00CD7C7E">
      <w:pPr>
        <w:pStyle w:val="ListPara"/>
      </w:pPr>
      <w:r>
        <w:t xml:space="preserve">Use an ISO creation tool, such as </w:t>
      </w:r>
      <w:proofErr w:type="spellStart"/>
      <w:r>
        <w:t>ImgBurn</w:t>
      </w:r>
      <w:proofErr w:type="spellEnd"/>
      <w:r>
        <w:t xml:space="preserve"> (</w:t>
      </w:r>
      <w:r w:rsidRPr="00AB7DDD">
        <w:rPr>
          <w:i/>
        </w:rPr>
        <w:t>http://www.imgburn.com</w:t>
      </w:r>
      <w:r>
        <w:t xml:space="preserve">). </w:t>
      </w:r>
    </w:p>
    <w:p w:rsidR="00420954" w:rsidRPr="005F573C" w:rsidRDefault="00420954" w:rsidP="00420954">
      <w:pPr>
        <w:pStyle w:val="Heading3"/>
      </w:pPr>
      <w:r w:rsidRPr="005F573C">
        <w:t xml:space="preserve">Start </w:t>
      </w:r>
      <w:r>
        <w:t>CONTOSO-DC</w:t>
      </w:r>
    </w:p>
    <w:p w:rsidR="00420954" w:rsidRPr="005F573C" w:rsidRDefault="00AB7DDD" w:rsidP="00AB7DDD">
      <w:pPr>
        <w:pStyle w:val="NumList"/>
      </w:pPr>
      <w:r>
        <w:tab/>
        <w:t>1.</w:t>
      </w:r>
      <w:r>
        <w:tab/>
      </w:r>
      <w:r w:rsidR="00420954">
        <w:t>Start</w:t>
      </w:r>
      <w:r w:rsidR="00420954" w:rsidRPr="005F573C">
        <w:t xml:space="preserve"> </w:t>
      </w:r>
      <w:r w:rsidR="00420954" w:rsidRPr="0049494D">
        <w:t>CONTOSO-DC.</w:t>
      </w:r>
    </w:p>
    <w:p w:rsidR="00420954" w:rsidRDefault="00AB7DDD" w:rsidP="00AB7DDD">
      <w:pPr>
        <w:pStyle w:val="NumList"/>
      </w:pPr>
      <w:r>
        <w:tab/>
        <w:t>2.</w:t>
      </w:r>
      <w:r>
        <w:tab/>
      </w:r>
      <w:r w:rsidR="00420954" w:rsidRPr="005F573C">
        <w:t>Wait for the virtual machine to start</w:t>
      </w:r>
      <w:r w:rsidR="00420954">
        <w:t xml:space="preserve">, and for the prompt, </w:t>
      </w:r>
      <w:r w:rsidR="00420954" w:rsidRPr="00AB7DDD">
        <w:t xml:space="preserve">Press CTRL+ALT+DELETE </w:t>
      </w:r>
      <w:r>
        <w:t>To Log O</w:t>
      </w:r>
      <w:r w:rsidR="00420954" w:rsidRPr="00AB7DDD">
        <w:t xml:space="preserve">n, </w:t>
      </w:r>
      <w:r w:rsidR="00420954">
        <w:t>to appear.</w:t>
      </w:r>
    </w:p>
    <w:p w:rsidR="00420954" w:rsidRPr="005F573C" w:rsidRDefault="00420954" w:rsidP="00420954">
      <w:pPr>
        <w:pStyle w:val="Heading3"/>
      </w:pPr>
      <w:r>
        <w:t>Start SP2010-WFE1</w:t>
      </w:r>
    </w:p>
    <w:p w:rsidR="00CD7C7E" w:rsidRDefault="00AB7DDD" w:rsidP="00AB7DDD">
      <w:pPr>
        <w:pStyle w:val="NumList"/>
      </w:pPr>
      <w:r>
        <w:tab/>
        <w:t>1.</w:t>
      </w:r>
      <w:r>
        <w:tab/>
      </w:r>
      <w:r w:rsidR="00CD7C7E">
        <w:t>Mount the companion media to CD/DVD drive of SP2010-WFE1.</w:t>
      </w:r>
    </w:p>
    <w:p w:rsidR="00CD7C7E" w:rsidRDefault="00CD7C7E" w:rsidP="00CD7C7E">
      <w:pPr>
        <w:pStyle w:val="ListPara"/>
      </w:pPr>
      <w:r>
        <w:t xml:space="preserve">Use the </w:t>
      </w:r>
      <w:r w:rsidR="00AB7DDD">
        <w:t>"</w:t>
      </w:r>
      <w:r w:rsidRPr="004B13EE">
        <w:t>Mount an ISO Imag</w:t>
      </w:r>
      <w:r>
        <w:t>e or Mount a DVD</w:t>
      </w:r>
      <w:r w:rsidR="00AB7DDD">
        <w:t>"</w:t>
      </w:r>
      <w:r w:rsidR="00AB7DDD" w:rsidRPr="00AB7DDD">
        <w:t xml:space="preserve"> </w:t>
      </w:r>
      <w:r w:rsidR="00AB7DDD">
        <w:t>procedure</w:t>
      </w:r>
      <w:r>
        <w:t xml:space="preserve"> in the </w:t>
      </w:r>
      <w:r w:rsidR="00AB7DDD">
        <w:t>"</w:t>
      </w:r>
      <w:r w:rsidRPr="004B13EE">
        <w:t>Virtual Machine Procedures</w:t>
      </w:r>
      <w:r w:rsidR="00AB7DDD">
        <w:t>"</w:t>
      </w:r>
      <w:r w:rsidR="00AB7DDD" w:rsidRPr="00AB7DDD">
        <w:t xml:space="preserve"> </w:t>
      </w:r>
      <w:r w:rsidR="00AB7DDD">
        <w:t>section</w:t>
      </w:r>
      <w:r>
        <w:t>.</w:t>
      </w:r>
    </w:p>
    <w:p w:rsidR="00420954" w:rsidRPr="004D5E39" w:rsidRDefault="00AB7DDD" w:rsidP="00AB7DDD">
      <w:pPr>
        <w:pStyle w:val="NumList"/>
      </w:pPr>
      <w:r>
        <w:tab/>
        <w:t>2.</w:t>
      </w:r>
      <w:r>
        <w:tab/>
      </w:r>
      <w:r w:rsidR="00420954">
        <w:t xml:space="preserve">Start </w:t>
      </w:r>
      <w:r w:rsidR="00420954" w:rsidRPr="0049494D">
        <w:t>SP2010-WFE1.</w:t>
      </w:r>
    </w:p>
    <w:p w:rsidR="00420954" w:rsidRDefault="00420954" w:rsidP="00420954">
      <w:pPr>
        <w:pStyle w:val="Heading3"/>
      </w:pPr>
      <w:r>
        <w:t>Install Silverlight</w:t>
      </w:r>
    </w:p>
    <w:p w:rsidR="00420954" w:rsidRPr="009C2792" w:rsidRDefault="00AB7DDD" w:rsidP="00AB7DDD">
      <w:pPr>
        <w:pStyle w:val="NumList"/>
      </w:pPr>
      <w:r>
        <w:tab/>
        <w:t>1.</w:t>
      </w:r>
      <w:r>
        <w:tab/>
      </w:r>
      <w:r w:rsidR="00420954" w:rsidRPr="009C2792">
        <w:t xml:space="preserve">Log on </w:t>
      </w:r>
      <w:r w:rsidR="00420954">
        <w:t xml:space="preserve">to SP2010-WFE1 </w:t>
      </w:r>
      <w:r w:rsidR="00420954" w:rsidRPr="009C2792">
        <w:t xml:space="preserve">as </w:t>
      </w:r>
      <w:r w:rsidR="00420954" w:rsidRPr="00C15D17">
        <w:rPr>
          <w:b/>
        </w:rPr>
        <w:t>CONTOSO\Administrator</w:t>
      </w:r>
      <w:r w:rsidR="00420954" w:rsidRPr="009C2792">
        <w:t xml:space="preserve"> with the password, </w:t>
      </w:r>
      <w:r w:rsidR="00420954" w:rsidRPr="00C15D17">
        <w:rPr>
          <w:b/>
        </w:rPr>
        <w:t>Pa$$w0rd</w:t>
      </w:r>
      <w:r w:rsidR="00420954" w:rsidRPr="009C2792">
        <w:t>.</w:t>
      </w:r>
    </w:p>
    <w:p w:rsidR="00420954" w:rsidRDefault="00420954" w:rsidP="00420954">
      <w:pPr>
        <w:pStyle w:val="ListPara"/>
      </w:pPr>
      <w:r w:rsidRPr="009C2792">
        <w:t>The Windows desktop appears.</w:t>
      </w:r>
    </w:p>
    <w:p w:rsidR="00420954" w:rsidRDefault="00AB7DDD" w:rsidP="00AB7DDD">
      <w:pPr>
        <w:pStyle w:val="NumList"/>
      </w:pPr>
      <w:r>
        <w:tab/>
        <w:t>2.</w:t>
      </w:r>
      <w:r>
        <w:tab/>
      </w:r>
      <w:r w:rsidR="00CD7C7E">
        <w:t>Run the Silverlight installer from the CD/DVD drive of the virtual machine</w:t>
      </w:r>
      <w:r w:rsidR="00420954">
        <w:t>.</w:t>
      </w:r>
    </w:p>
    <w:p w:rsidR="00420954" w:rsidRDefault="00420954" w:rsidP="00420954">
      <w:pPr>
        <w:pStyle w:val="ListPara"/>
      </w:pPr>
      <w:r>
        <w:t>The application takes a few moments to appear.</w:t>
      </w:r>
    </w:p>
    <w:p w:rsidR="00420954" w:rsidRDefault="00AB7DDD" w:rsidP="00AB7DDD">
      <w:pPr>
        <w:pStyle w:val="NumList"/>
      </w:pPr>
      <w:r>
        <w:tab/>
        <w:t>3.</w:t>
      </w:r>
      <w:r>
        <w:tab/>
      </w:r>
      <w:r w:rsidR="00420954">
        <w:t xml:space="preserve">Click </w:t>
      </w:r>
      <w:r w:rsidR="00420954" w:rsidRPr="007A436E">
        <w:t>Install Now</w:t>
      </w:r>
      <w:r w:rsidR="00420954">
        <w:t xml:space="preserve">. </w:t>
      </w:r>
    </w:p>
    <w:p w:rsidR="00420954" w:rsidRDefault="00AB7DDD" w:rsidP="00AB7DDD">
      <w:pPr>
        <w:pStyle w:val="NumList"/>
      </w:pPr>
      <w:r>
        <w:tab/>
        <w:t>4.</w:t>
      </w:r>
      <w:r>
        <w:tab/>
      </w:r>
      <w:r w:rsidR="00420954">
        <w:t xml:space="preserve">Clear the </w:t>
      </w:r>
      <w:r w:rsidR="00420954" w:rsidRPr="007A436E">
        <w:t>Enable Microsoft Update</w:t>
      </w:r>
      <w:r w:rsidR="00420954">
        <w:t xml:space="preserve"> check box, and then click </w:t>
      </w:r>
      <w:proofErr w:type="gramStart"/>
      <w:r w:rsidR="00420954" w:rsidRPr="007A436E">
        <w:t>Next</w:t>
      </w:r>
      <w:proofErr w:type="gramEnd"/>
      <w:r w:rsidR="00420954">
        <w:t>.</w:t>
      </w:r>
    </w:p>
    <w:p w:rsidR="00420954" w:rsidRDefault="00420954" w:rsidP="00420954">
      <w:pPr>
        <w:pStyle w:val="ListPara"/>
      </w:pPr>
      <w:r w:rsidRPr="005C7915">
        <w:t xml:space="preserve">There is a </w:t>
      </w:r>
      <w:r w:rsidRPr="00DD62C2">
        <w:t>very long delay</w:t>
      </w:r>
      <w:r w:rsidRPr="005C7915">
        <w:t xml:space="preserve"> while </w:t>
      </w:r>
      <w:r>
        <w:t>Silverlight</w:t>
      </w:r>
      <w:r w:rsidRPr="005C7915">
        <w:t xml:space="preserve">.Configuration.exe </w:t>
      </w:r>
      <w:r>
        <w:t>installs Silverlight</w:t>
      </w:r>
      <w:r w:rsidRPr="005C7915">
        <w:t>.</w:t>
      </w:r>
      <w:r>
        <w:t xml:space="preserve"> During </w:t>
      </w:r>
      <w:r>
        <w:lastRenderedPageBreak/>
        <w:t>this time it appears that there is no system activity, even in Task Manager. Just wait approximately 3-5 minutes.</w:t>
      </w:r>
    </w:p>
    <w:p w:rsidR="00420954" w:rsidRDefault="00420954" w:rsidP="00420954">
      <w:pPr>
        <w:pStyle w:val="ListPara"/>
      </w:pPr>
      <w:r>
        <w:t xml:space="preserve">The </w:t>
      </w:r>
      <w:r w:rsidRPr="00DD62C2">
        <w:t>Installation Successful</w:t>
      </w:r>
      <w:r>
        <w:t xml:space="preserve"> message appears.</w:t>
      </w:r>
    </w:p>
    <w:p w:rsidR="00420954" w:rsidRPr="003B3BBE" w:rsidRDefault="00AB7DDD" w:rsidP="00AB7DDD">
      <w:pPr>
        <w:pStyle w:val="NumList"/>
      </w:pPr>
      <w:r>
        <w:tab/>
        <w:t>5.</w:t>
      </w:r>
      <w:r>
        <w:tab/>
      </w:r>
      <w:r w:rsidR="00420954">
        <w:t xml:space="preserve">Click </w:t>
      </w:r>
      <w:r w:rsidR="00420954" w:rsidRPr="007A436E">
        <w:t>Close</w:t>
      </w:r>
      <w:r w:rsidR="00420954">
        <w:t>.</w:t>
      </w:r>
    </w:p>
    <w:p w:rsidR="0049494D" w:rsidRDefault="0049494D" w:rsidP="00AB7DDD">
      <w:pPr>
        <w:pStyle w:val="Heading2"/>
      </w:pPr>
      <w:r>
        <w:t>Install SQL Server 2008 R2</w:t>
      </w:r>
    </w:p>
    <w:p w:rsidR="0049494D" w:rsidRPr="005F573C" w:rsidRDefault="0049494D" w:rsidP="0049494D">
      <w:pPr>
        <w:pStyle w:val="Heading3"/>
      </w:pPr>
      <w:r w:rsidRPr="005F573C">
        <w:t xml:space="preserve">Start </w:t>
      </w:r>
      <w:r>
        <w:t>CONTOSO-DC</w:t>
      </w:r>
    </w:p>
    <w:p w:rsidR="0049494D" w:rsidRPr="005F573C" w:rsidRDefault="00AB7DDD" w:rsidP="00AB7DDD">
      <w:pPr>
        <w:pStyle w:val="NumList"/>
      </w:pPr>
      <w:r>
        <w:tab/>
        <w:t>1.</w:t>
      </w:r>
      <w:r>
        <w:tab/>
      </w:r>
      <w:r w:rsidR="0049494D">
        <w:t>Start</w:t>
      </w:r>
      <w:r w:rsidR="0049494D" w:rsidRPr="005F573C">
        <w:t xml:space="preserve"> </w:t>
      </w:r>
      <w:r w:rsidR="0049494D" w:rsidRPr="0049494D">
        <w:t>CONTOSO-DC.</w:t>
      </w:r>
    </w:p>
    <w:p w:rsidR="0049494D" w:rsidRDefault="00AB7DDD" w:rsidP="00AB7DDD">
      <w:pPr>
        <w:pStyle w:val="NumList"/>
      </w:pPr>
      <w:r>
        <w:tab/>
        <w:t>2.</w:t>
      </w:r>
      <w:r>
        <w:tab/>
      </w:r>
      <w:r w:rsidR="0049494D" w:rsidRPr="005F573C">
        <w:t>Wait for the virtual machine to start</w:t>
      </w:r>
      <w:r w:rsidR="00890795">
        <w:t xml:space="preserve">, and for the prompt, </w:t>
      </w:r>
      <w:r w:rsidR="00890795" w:rsidRPr="00AB7DDD">
        <w:t xml:space="preserve">Press CTRL+ALT+DELETE </w:t>
      </w:r>
      <w:r>
        <w:t>To L</w:t>
      </w:r>
      <w:r w:rsidR="00890795" w:rsidRPr="00AB7DDD">
        <w:t xml:space="preserve">og </w:t>
      </w:r>
      <w:r>
        <w:t>O</w:t>
      </w:r>
      <w:r w:rsidR="00890795" w:rsidRPr="00AB7DDD">
        <w:t>n,</w:t>
      </w:r>
      <w:r w:rsidR="00890795">
        <w:t xml:space="preserve"> to appear.</w:t>
      </w:r>
    </w:p>
    <w:p w:rsidR="0049494D" w:rsidRPr="005F573C" w:rsidRDefault="0049494D" w:rsidP="0049494D">
      <w:pPr>
        <w:pStyle w:val="Heading3"/>
      </w:pPr>
      <w:r>
        <w:t>Start SP2010-WFE1</w:t>
      </w:r>
    </w:p>
    <w:p w:rsidR="0049494D" w:rsidRPr="004D5E39" w:rsidRDefault="00AB7DDD" w:rsidP="00AB7DDD">
      <w:pPr>
        <w:pStyle w:val="NumList"/>
      </w:pPr>
      <w:r>
        <w:tab/>
        <w:t>1.</w:t>
      </w:r>
      <w:r>
        <w:tab/>
      </w:r>
      <w:r w:rsidR="0049494D">
        <w:t xml:space="preserve">Start </w:t>
      </w:r>
      <w:r w:rsidR="0049494D" w:rsidRPr="0049494D">
        <w:t>SP2010-WFE1.</w:t>
      </w:r>
    </w:p>
    <w:p w:rsidR="0049494D" w:rsidRDefault="0049494D" w:rsidP="0049494D">
      <w:pPr>
        <w:pStyle w:val="Heading3"/>
      </w:pPr>
      <w:r>
        <w:t xml:space="preserve">Create </w:t>
      </w:r>
      <w:r w:rsidR="00516C47">
        <w:t>an Organizational Unit</w:t>
      </w:r>
    </w:p>
    <w:p w:rsidR="0049494D" w:rsidRPr="009C2792" w:rsidRDefault="00AB7DDD" w:rsidP="00AB7DDD">
      <w:pPr>
        <w:pStyle w:val="NumList"/>
      </w:pPr>
      <w:r>
        <w:tab/>
        <w:t>1.</w:t>
      </w:r>
      <w:r>
        <w:tab/>
      </w:r>
      <w:r w:rsidR="0049494D" w:rsidRPr="009C2792">
        <w:t xml:space="preserve">Log on </w:t>
      </w:r>
      <w:r w:rsidR="0049494D">
        <w:t xml:space="preserve">to SP2010-WFE1 </w:t>
      </w:r>
      <w:r w:rsidR="0049494D" w:rsidRPr="009C2792">
        <w:t xml:space="preserve">as </w:t>
      </w:r>
      <w:r w:rsidR="0049494D" w:rsidRPr="00C15D17">
        <w:rPr>
          <w:b/>
        </w:rPr>
        <w:t>CONTOSO\Administrator</w:t>
      </w:r>
      <w:r w:rsidR="0049494D" w:rsidRPr="009C2792">
        <w:t xml:space="preserve"> with the password, </w:t>
      </w:r>
      <w:r w:rsidR="0049494D" w:rsidRPr="00C15D17">
        <w:rPr>
          <w:b/>
        </w:rPr>
        <w:t>Pa$$w0rd</w:t>
      </w:r>
      <w:r w:rsidR="0049494D" w:rsidRPr="009C2792">
        <w:t>.</w:t>
      </w:r>
    </w:p>
    <w:p w:rsidR="0049494D" w:rsidRDefault="0049494D" w:rsidP="0049494D">
      <w:pPr>
        <w:pStyle w:val="ListPara"/>
      </w:pPr>
      <w:r w:rsidRPr="009C2792">
        <w:t>The Windows desktop appears.</w:t>
      </w:r>
    </w:p>
    <w:p w:rsidR="0049494D" w:rsidRDefault="00AB7DDD" w:rsidP="00AB7DDD">
      <w:pPr>
        <w:pStyle w:val="NumList"/>
      </w:pPr>
      <w:r>
        <w:tab/>
        <w:t>2.</w:t>
      </w:r>
      <w:r>
        <w:tab/>
      </w:r>
      <w:r w:rsidR="004D5E39">
        <w:t xml:space="preserve">Start </w:t>
      </w:r>
      <w:r>
        <w:rPr>
          <w:rStyle w:val="intelliemuilabel"/>
        </w:rPr>
        <w:t>Active Directory Users A</w:t>
      </w:r>
      <w:r w:rsidR="004D5E39" w:rsidRPr="00736833">
        <w:rPr>
          <w:rStyle w:val="intelliemuilabel"/>
        </w:rPr>
        <w:t>nd Computers</w:t>
      </w:r>
      <w:r w:rsidR="004D5E39">
        <w:t>.</w:t>
      </w:r>
    </w:p>
    <w:p w:rsidR="004D5E39" w:rsidRDefault="00AB7DDD" w:rsidP="00AB7DDD">
      <w:pPr>
        <w:pStyle w:val="NumList"/>
      </w:pPr>
      <w:r>
        <w:tab/>
        <w:t>3.</w:t>
      </w:r>
      <w:r>
        <w:tab/>
      </w:r>
      <w:r w:rsidR="003A2389">
        <w:t xml:space="preserve">Expand </w:t>
      </w:r>
      <w:r w:rsidR="00890795">
        <w:t>contoso.com.</w:t>
      </w:r>
    </w:p>
    <w:p w:rsidR="00890795" w:rsidRDefault="00AB7DDD" w:rsidP="00AB7DDD">
      <w:pPr>
        <w:pStyle w:val="NumList"/>
      </w:pPr>
      <w:r>
        <w:tab/>
        <w:t>4.</w:t>
      </w:r>
      <w:r>
        <w:tab/>
      </w:r>
      <w:r w:rsidR="00890795">
        <w:t xml:space="preserve">Right-click contoso.com, point to New, and then </w:t>
      </w:r>
      <w:proofErr w:type="gramStart"/>
      <w:r w:rsidR="00890795">
        <w:t>click</w:t>
      </w:r>
      <w:proofErr w:type="gramEnd"/>
      <w:r w:rsidR="00890795">
        <w:t xml:space="preserve"> Organizational Unit.</w:t>
      </w:r>
    </w:p>
    <w:p w:rsidR="00890795" w:rsidRDefault="00AB7DDD" w:rsidP="00AB7DDD">
      <w:pPr>
        <w:pStyle w:val="NumList"/>
      </w:pPr>
      <w:r>
        <w:tab/>
        <w:t>5.</w:t>
      </w:r>
      <w:r>
        <w:tab/>
      </w:r>
      <w:r w:rsidR="00890795">
        <w:t xml:space="preserve">In the Name box, type </w:t>
      </w:r>
      <w:r w:rsidR="00015A36" w:rsidRPr="00AB7DDD">
        <w:rPr>
          <w:b/>
        </w:rPr>
        <w:t>Service Accounts</w:t>
      </w:r>
      <w:r w:rsidR="00890795">
        <w:t>, and then click OK.</w:t>
      </w:r>
    </w:p>
    <w:p w:rsidR="00736833" w:rsidRDefault="00AB7DDD" w:rsidP="00AB7DDD">
      <w:pPr>
        <w:pStyle w:val="NumList"/>
      </w:pPr>
      <w:r>
        <w:tab/>
        <w:t>6.</w:t>
      </w:r>
      <w:r>
        <w:tab/>
      </w:r>
      <w:r w:rsidR="00736833">
        <w:t xml:space="preserve">In the console tree, click </w:t>
      </w:r>
      <w:r w:rsidR="00015A36">
        <w:t>Service Accounts</w:t>
      </w:r>
      <w:r w:rsidR="00736833">
        <w:t>.</w:t>
      </w:r>
    </w:p>
    <w:p w:rsidR="00516C47" w:rsidRDefault="00516C47" w:rsidP="00516C47">
      <w:pPr>
        <w:pStyle w:val="Heading3"/>
      </w:pPr>
      <w:r>
        <w:t xml:space="preserve">Create the SQL Server Service </w:t>
      </w:r>
      <w:r w:rsidR="00736833">
        <w:t>Account</w:t>
      </w:r>
    </w:p>
    <w:p w:rsidR="00890795" w:rsidRDefault="00AB7DDD" w:rsidP="00AB7DDD">
      <w:pPr>
        <w:pStyle w:val="NumList"/>
      </w:pPr>
      <w:r>
        <w:tab/>
        <w:t>1.</w:t>
      </w:r>
      <w:r>
        <w:tab/>
      </w:r>
      <w:r w:rsidR="00890795">
        <w:t xml:space="preserve">In the console tree, right-click </w:t>
      </w:r>
      <w:r w:rsidR="00015A36">
        <w:t>Service Accounts</w:t>
      </w:r>
      <w:r w:rsidR="00890795">
        <w:t xml:space="preserve">, point to New, and then click User. </w:t>
      </w:r>
    </w:p>
    <w:p w:rsidR="00890795" w:rsidRDefault="00AB7DDD" w:rsidP="00AB7DDD">
      <w:pPr>
        <w:pStyle w:val="NumList"/>
      </w:pPr>
      <w:r>
        <w:tab/>
        <w:t>2.</w:t>
      </w:r>
      <w:r>
        <w:tab/>
      </w:r>
      <w:r w:rsidR="00890795">
        <w:t xml:space="preserve">In the Full </w:t>
      </w:r>
      <w:r>
        <w:t>N</w:t>
      </w:r>
      <w:r w:rsidR="00890795">
        <w:t xml:space="preserve">ame box, type </w:t>
      </w:r>
      <w:r w:rsidR="00890795" w:rsidRPr="00053797">
        <w:rPr>
          <w:b/>
        </w:rPr>
        <w:t>SQL Server Service Account</w:t>
      </w:r>
      <w:r w:rsidR="00890795">
        <w:t>.</w:t>
      </w:r>
    </w:p>
    <w:p w:rsidR="00890795" w:rsidRDefault="00AB7DDD" w:rsidP="00AB7DDD">
      <w:pPr>
        <w:pStyle w:val="NumList"/>
      </w:pPr>
      <w:r>
        <w:tab/>
        <w:t>3.</w:t>
      </w:r>
      <w:r>
        <w:tab/>
      </w:r>
      <w:r w:rsidR="00053797">
        <w:t>In the User Logon N</w:t>
      </w:r>
      <w:r w:rsidR="00890795">
        <w:t xml:space="preserve">ame box, type </w:t>
      </w:r>
      <w:r w:rsidR="00015A89" w:rsidRPr="00053797">
        <w:rPr>
          <w:b/>
        </w:rPr>
        <w:t>SQL_SERVICE</w:t>
      </w:r>
      <w:r w:rsidR="00890795">
        <w:t xml:space="preserve">, and then click </w:t>
      </w:r>
      <w:proofErr w:type="gramStart"/>
      <w:r w:rsidR="00890795">
        <w:t>Next</w:t>
      </w:r>
      <w:proofErr w:type="gramEnd"/>
      <w:r w:rsidR="00890795">
        <w:t>.</w:t>
      </w:r>
    </w:p>
    <w:p w:rsidR="00890795" w:rsidRDefault="00AB7DDD" w:rsidP="00AB7DDD">
      <w:pPr>
        <w:pStyle w:val="NumList"/>
      </w:pPr>
      <w:r>
        <w:tab/>
        <w:t>4.</w:t>
      </w:r>
      <w:r>
        <w:tab/>
      </w:r>
      <w:r w:rsidR="00053797">
        <w:t>In the Password and Confirm P</w:t>
      </w:r>
      <w:r w:rsidR="00890795">
        <w:t xml:space="preserve">assword boxes, type </w:t>
      </w:r>
      <w:r w:rsidR="00890795" w:rsidRPr="00053797">
        <w:rPr>
          <w:b/>
        </w:rPr>
        <w:t>Pa$$w0rd</w:t>
      </w:r>
      <w:r w:rsidR="00890795">
        <w:t>.</w:t>
      </w:r>
    </w:p>
    <w:p w:rsidR="00890795" w:rsidRDefault="00AB7DDD" w:rsidP="00AB7DDD">
      <w:pPr>
        <w:pStyle w:val="NumList"/>
      </w:pPr>
      <w:r>
        <w:tab/>
        <w:t>5.</w:t>
      </w:r>
      <w:r>
        <w:tab/>
      </w:r>
      <w:r w:rsidR="00890795">
        <w:t xml:space="preserve">Clear the User </w:t>
      </w:r>
      <w:r w:rsidR="00053797">
        <w:t xml:space="preserve">Must Change Password </w:t>
      </w:r>
      <w:proofErr w:type="gramStart"/>
      <w:r w:rsidR="00053797">
        <w:t>At</w:t>
      </w:r>
      <w:proofErr w:type="gramEnd"/>
      <w:r w:rsidR="00053797">
        <w:t xml:space="preserve"> Next L</w:t>
      </w:r>
      <w:r w:rsidR="00890795">
        <w:t>ogon check box.</w:t>
      </w:r>
    </w:p>
    <w:p w:rsidR="00890795" w:rsidRDefault="00AB7DDD" w:rsidP="00AB7DDD">
      <w:pPr>
        <w:pStyle w:val="NumList"/>
      </w:pPr>
      <w:r>
        <w:tab/>
        <w:t>6.</w:t>
      </w:r>
      <w:r>
        <w:tab/>
      </w:r>
      <w:r w:rsidR="00053797">
        <w:t>Select the Password N</w:t>
      </w:r>
      <w:r w:rsidR="00890795">
        <w:t xml:space="preserve">ever </w:t>
      </w:r>
      <w:r w:rsidR="00053797">
        <w:t>E</w:t>
      </w:r>
      <w:r w:rsidR="00890795">
        <w:t>xpires check box.</w:t>
      </w:r>
    </w:p>
    <w:p w:rsidR="00890795" w:rsidRDefault="00AB7DDD" w:rsidP="00AB7DDD">
      <w:pPr>
        <w:pStyle w:val="NumList"/>
      </w:pPr>
      <w:r>
        <w:tab/>
        <w:t>7.</w:t>
      </w:r>
      <w:r>
        <w:tab/>
      </w:r>
      <w:r w:rsidR="00890795">
        <w:t xml:space="preserve">Click </w:t>
      </w:r>
      <w:proofErr w:type="gramStart"/>
      <w:r w:rsidR="00890795">
        <w:t>Next</w:t>
      </w:r>
      <w:proofErr w:type="gramEnd"/>
      <w:r w:rsidR="00890795">
        <w:t>, and then click Finish.</w:t>
      </w:r>
    </w:p>
    <w:p w:rsidR="00A54471" w:rsidRDefault="00AB7DDD" w:rsidP="00AB7DDD">
      <w:pPr>
        <w:pStyle w:val="NumList"/>
      </w:pPr>
      <w:r>
        <w:tab/>
      </w:r>
      <w:proofErr w:type="gramStart"/>
      <w:r>
        <w:t>8.</w:t>
      </w:r>
      <w:r>
        <w:tab/>
      </w:r>
      <w:r w:rsidR="00A54471">
        <w:t xml:space="preserve">Right-click </w:t>
      </w:r>
      <w:r w:rsidR="00A54471" w:rsidRPr="002A0817">
        <w:t>SQL Server Service Account</w:t>
      </w:r>
      <w:r w:rsidR="002A0817">
        <w:t>, and then click Properties.</w:t>
      </w:r>
      <w:proofErr w:type="gramEnd"/>
    </w:p>
    <w:p w:rsidR="00A54471" w:rsidRDefault="00AB7DDD" w:rsidP="00AB7DDD">
      <w:pPr>
        <w:pStyle w:val="NumList"/>
      </w:pPr>
      <w:r>
        <w:tab/>
        <w:t>9.</w:t>
      </w:r>
      <w:r>
        <w:tab/>
      </w:r>
      <w:r w:rsidR="00A54471">
        <w:t xml:space="preserve">On the General tab, in the Description box, type </w:t>
      </w:r>
      <w:r w:rsidR="00A54471" w:rsidRPr="00053797">
        <w:rPr>
          <w:b/>
        </w:rPr>
        <w:t>SQL Server Service Account</w:t>
      </w:r>
      <w:r w:rsidR="00A54471">
        <w:t>.</w:t>
      </w:r>
    </w:p>
    <w:p w:rsidR="00A54471" w:rsidRDefault="00AB7DDD" w:rsidP="00AB7DDD">
      <w:pPr>
        <w:pStyle w:val="NumList"/>
      </w:pPr>
      <w:r>
        <w:tab/>
        <w:t>10.</w:t>
      </w:r>
      <w:r>
        <w:tab/>
      </w:r>
      <w:r w:rsidR="00A54471">
        <w:t>Click OK.</w:t>
      </w:r>
    </w:p>
    <w:p w:rsidR="00516C47" w:rsidRDefault="00516C47" w:rsidP="00516C47">
      <w:pPr>
        <w:pStyle w:val="Heading3"/>
      </w:pPr>
      <w:r>
        <w:lastRenderedPageBreak/>
        <w:t xml:space="preserve">Create the SQL Server Administrator </w:t>
      </w:r>
      <w:r w:rsidR="00736833">
        <w:t>Account</w:t>
      </w:r>
    </w:p>
    <w:p w:rsidR="00516C47" w:rsidRDefault="00053797" w:rsidP="00053797">
      <w:pPr>
        <w:pStyle w:val="NumList"/>
      </w:pPr>
      <w:r>
        <w:tab/>
        <w:t>1.</w:t>
      </w:r>
      <w:r>
        <w:tab/>
      </w:r>
      <w:r w:rsidR="00516C47">
        <w:t xml:space="preserve">In the console tree, right-click </w:t>
      </w:r>
      <w:r w:rsidR="00015A36">
        <w:t>Service Accounts</w:t>
      </w:r>
      <w:r w:rsidR="00516C47">
        <w:t xml:space="preserve">, point to New, and then click User. </w:t>
      </w:r>
    </w:p>
    <w:p w:rsidR="00516C47" w:rsidRDefault="00053797" w:rsidP="00053797">
      <w:pPr>
        <w:pStyle w:val="NumList"/>
      </w:pPr>
      <w:r>
        <w:tab/>
        <w:t>2.</w:t>
      </w:r>
      <w:r>
        <w:tab/>
        <w:t>In the Full N</w:t>
      </w:r>
      <w:r w:rsidR="00516C47">
        <w:t xml:space="preserve">ame box, type </w:t>
      </w:r>
      <w:r w:rsidR="00516C47" w:rsidRPr="00053797">
        <w:rPr>
          <w:b/>
        </w:rPr>
        <w:t>SQL Server Administrator</w:t>
      </w:r>
      <w:r w:rsidR="00516C47">
        <w:t>.</w:t>
      </w:r>
    </w:p>
    <w:p w:rsidR="00516C47" w:rsidRDefault="00053797" w:rsidP="00053797">
      <w:pPr>
        <w:pStyle w:val="NumList"/>
      </w:pPr>
      <w:r>
        <w:tab/>
        <w:t>3.</w:t>
      </w:r>
      <w:r>
        <w:tab/>
        <w:t>In the User Logon N</w:t>
      </w:r>
      <w:r w:rsidR="00516C47">
        <w:t xml:space="preserve">ame box, type </w:t>
      </w:r>
      <w:proofErr w:type="spellStart"/>
      <w:r w:rsidR="00516C47" w:rsidRPr="00053797">
        <w:rPr>
          <w:b/>
        </w:rPr>
        <w:t>SQL_Admin</w:t>
      </w:r>
      <w:proofErr w:type="spellEnd"/>
      <w:r w:rsidR="00516C47">
        <w:t xml:space="preserve">, and then click </w:t>
      </w:r>
      <w:proofErr w:type="gramStart"/>
      <w:r w:rsidR="00516C47">
        <w:t>Next</w:t>
      </w:r>
      <w:proofErr w:type="gramEnd"/>
      <w:r w:rsidR="00516C47">
        <w:t>.</w:t>
      </w:r>
    </w:p>
    <w:p w:rsidR="00516C47" w:rsidRDefault="00053797" w:rsidP="00053797">
      <w:pPr>
        <w:pStyle w:val="NumList"/>
      </w:pPr>
      <w:r>
        <w:tab/>
        <w:t>4.</w:t>
      </w:r>
      <w:r>
        <w:tab/>
        <w:t>In the Password and Confirm P</w:t>
      </w:r>
      <w:r w:rsidR="00516C47">
        <w:t xml:space="preserve">assword boxes, type </w:t>
      </w:r>
      <w:r w:rsidR="00516C47" w:rsidRPr="00053797">
        <w:rPr>
          <w:b/>
        </w:rPr>
        <w:t>Pa$$w0rd</w:t>
      </w:r>
      <w:r w:rsidR="00516C47">
        <w:t>.</w:t>
      </w:r>
    </w:p>
    <w:p w:rsidR="00516C47" w:rsidRDefault="00053797" w:rsidP="00053797">
      <w:pPr>
        <w:pStyle w:val="NumList"/>
      </w:pPr>
      <w:r>
        <w:tab/>
        <w:t>5.</w:t>
      </w:r>
      <w:r>
        <w:tab/>
        <w:t xml:space="preserve">Clear the User Must Change Password </w:t>
      </w:r>
      <w:proofErr w:type="gramStart"/>
      <w:r>
        <w:t>At</w:t>
      </w:r>
      <w:proofErr w:type="gramEnd"/>
      <w:r>
        <w:t xml:space="preserve"> Next L</w:t>
      </w:r>
      <w:r w:rsidR="00516C47">
        <w:t>ogon check box.</w:t>
      </w:r>
    </w:p>
    <w:p w:rsidR="00516C47" w:rsidRDefault="00053797" w:rsidP="00053797">
      <w:pPr>
        <w:pStyle w:val="NumList"/>
      </w:pPr>
      <w:r>
        <w:tab/>
        <w:t>6.</w:t>
      </w:r>
      <w:r>
        <w:tab/>
        <w:t>Select the Password N</w:t>
      </w:r>
      <w:r w:rsidR="00516C47">
        <w:t xml:space="preserve">ever </w:t>
      </w:r>
      <w:r>
        <w:t>E</w:t>
      </w:r>
      <w:r w:rsidR="00516C47">
        <w:t>xpires check box.</w:t>
      </w:r>
    </w:p>
    <w:p w:rsidR="00516C47" w:rsidRDefault="00053797" w:rsidP="00053797">
      <w:pPr>
        <w:pStyle w:val="NumList"/>
      </w:pPr>
      <w:r>
        <w:tab/>
        <w:t>7.</w:t>
      </w:r>
      <w:r>
        <w:tab/>
      </w:r>
      <w:r w:rsidR="00516C47">
        <w:t xml:space="preserve">Click </w:t>
      </w:r>
      <w:proofErr w:type="gramStart"/>
      <w:r w:rsidR="00516C47">
        <w:t>Next</w:t>
      </w:r>
      <w:proofErr w:type="gramEnd"/>
      <w:r w:rsidR="00516C47">
        <w:t>, and then click Finish.</w:t>
      </w:r>
    </w:p>
    <w:p w:rsidR="00A54471" w:rsidRDefault="00053797" w:rsidP="00053797">
      <w:pPr>
        <w:pStyle w:val="NumList"/>
      </w:pPr>
      <w:r>
        <w:tab/>
      </w:r>
      <w:proofErr w:type="gramStart"/>
      <w:r>
        <w:t>8.</w:t>
      </w:r>
      <w:r>
        <w:tab/>
      </w:r>
      <w:r w:rsidR="00A54471">
        <w:t xml:space="preserve">Right-click </w:t>
      </w:r>
      <w:r w:rsidR="00A54471" w:rsidRPr="002A0817">
        <w:t>SQL Server Administrator</w:t>
      </w:r>
      <w:r w:rsidR="002A0817">
        <w:t>, and then click Properties</w:t>
      </w:r>
      <w:r w:rsidR="00A54471">
        <w:t>.</w:t>
      </w:r>
      <w:proofErr w:type="gramEnd"/>
    </w:p>
    <w:p w:rsidR="00A54471" w:rsidRDefault="00053797" w:rsidP="00053797">
      <w:pPr>
        <w:pStyle w:val="NumList"/>
      </w:pPr>
      <w:r>
        <w:tab/>
        <w:t>9.</w:t>
      </w:r>
      <w:r>
        <w:tab/>
      </w:r>
      <w:r w:rsidR="00A54471">
        <w:t xml:space="preserve">On the General tab, in the Description box, type </w:t>
      </w:r>
      <w:r w:rsidR="00A54471" w:rsidRPr="00053797">
        <w:rPr>
          <w:b/>
        </w:rPr>
        <w:t>SQL Server Administrator</w:t>
      </w:r>
      <w:r w:rsidR="00A54471">
        <w:t>.</w:t>
      </w:r>
    </w:p>
    <w:p w:rsidR="00A54471" w:rsidRDefault="00053797" w:rsidP="00053797">
      <w:pPr>
        <w:pStyle w:val="NumList"/>
      </w:pPr>
      <w:r>
        <w:tab/>
        <w:t>10.</w:t>
      </w:r>
      <w:r>
        <w:tab/>
      </w:r>
      <w:r w:rsidR="00A54471">
        <w:t>Click OK.</w:t>
      </w:r>
    </w:p>
    <w:p w:rsidR="00736833" w:rsidRDefault="00053797" w:rsidP="00053797">
      <w:pPr>
        <w:pStyle w:val="NumList"/>
      </w:pPr>
      <w:r>
        <w:tab/>
        <w:t>11.</w:t>
      </w:r>
      <w:r>
        <w:tab/>
      </w:r>
      <w:r w:rsidR="00736833">
        <w:t xml:space="preserve">Close </w:t>
      </w:r>
      <w:r>
        <w:rPr>
          <w:rStyle w:val="intelliemuilabel"/>
        </w:rPr>
        <w:t>Active Directory Users A</w:t>
      </w:r>
      <w:r w:rsidR="00736833" w:rsidRPr="00736833">
        <w:rPr>
          <w:rStyle w:val="intelliemuilabel"/>
        </w:rPr>
        <w:t>nd Computers</w:t>
      </w:r>
      <w:r w:rsidR="00736833">
        <w:t>.</w:t>
      </w:r>
    </w:p>
    <w:p w:rsidR="00736833" w:rsidRDefault="00736833" w:rsidP="00736833">
      <w:pPr>
        <w:pStyle w:val="Heading3"/>
      </w:pPr>
      <w:r>
        <w:t>Add the SQL Server Administrator to the Local Administrators Group</w:t>
      </w:r>
    </w:p>
    <w:p w:rsidR="00736833" w:rsidRDefault="00053797" w:rsidP="00053797">
      <w:pPr>
        <w:pStyle w:val="NumList"/>
      </w:pPr>
      <w:r>
        <w:tab/>
        <w:t>1.</w:t>
      </w:r>
      <w:r>
        <w:tab/>
      </w:r>
      <w:r w:rsidR="00736833">
        <w:t xml:space="preserve">Start </w:t>
      </w:r>
      <w:r w:rsidR="00736833">
        <w:rPr>
          <w:rStyle w:val="intelliemuilabel"/>
        </w:rPr>
        <w:t>Computer Management</w:t>
      </w:r>
      <w:r w:rsidR="00736833">
        <w:t>.</w:t>
      </w:r>
    </w:p>
    <w:p w:rsidR="00736833" w:rsidRDefault="00053797" w:rsidP="00053797">
      <w:pPr>
        <w:pStyle w:val="NumList"/>
      </w:pPr>
      <w:r>
        <w:tab/>
        <w:t>2.</w:t>
      </w:r>
      <w:r>
        <w:tab/>
      </w:r>
      <w:r w:rsidR="00736833">
        <w:t>In the co</w:t>
      </w:r>
      <w:r>
        <w:t xml:space="preserve">nsole tree, expand Local Users </w:t>
      </w:r>
      <w:proofErr w:type="gramStart"/>
      <w:r>
        <w:t>A</w:t>
      </w:r>
      <w:r w:rsidR="00736833">
        <w:t>nd</w:t>
      </w:r>
      <w:proofErr w:type="gramEnd"/>
      <w:r w:rsidR="00736833">
        <w:t xml:space="preserve"> Groups, and then click Groups.</w:t>
      </w:r>
    </w:p>
    <w:p w:rsidR="00736833" w:rsidRDefault="00053797" w:rsidP="00053797">
      <w:pPr>
        <w:pStyle w:val="NumList"/>
      </w:pPr>
      <w:r>
        <w:tab/>
        <w:t>3.</w:t>
      </w:r>
      <w:r>
        <w:tab/>
      </w:r>
      <w:r w:rsidR="00736833">
        <w:t>In the details pane, double-click Administrators.</w:t>
      </w:r>
    </w:p>
    <w:p w:rsidR="00736833" w:rsidRDefault="00053797" w:rsidP="00053797">
      <w:pPr>
        <w:pStyle w:val="NumList"/>
      </w:pPr>
      <w:r>
        <w:tab/>
        <w:t>4.</w:t>
      </w:r>
      <w:r>
        <w:tab/>
      </w:r>
      <w:r w:rsidR="00736833">
        <w:t>Click Add.</w:t>
      </w:r>
    </w:p>
    <w:p w:rsidR="00736833" w:rsidRDefault="00053797" w:rsidP="00053797">
      <w:pPr>
        <w:pStyle w:val="NumList"/>
      </w:pPr>
      <w:r>
        <w:tab/>
        <w:t>5.</w:t>
      </w:r>
      <w:r>
        <w:tab/>
      </w:r>
      <w:r w:rsidR="00736833">
        <w:t xml:space="preserve">Type </w:t>
      </w:r>
      <w:r w:rsidR="00736833" w:rsidRPr="00053797">
        <w:rPr>
          <w:b/>
        </w:rPr>
        <w:t>CONTOSO\</w:t>
      </w:r>
      <w:proofErr w:type="spellStart"/>
      <w:r w:rsidR="00736833" w:rsidRPr="00053797">
        <w:rPr>
          <w:b/>
        </w:rPr>
        <w:t>SQL_Admin</w:t>
      </w:r>
      <w:proofErr w:type="spellEnd"/>
      <w:r w:rsidR="00736833">
        <w:t>, and then click OK.</w:t>
      </w:r>
    </w:p>
    <w:p w:rsidR="00736833" w:rsidRDefault="00053797" w:rsidP="00053797">
      <w:pPr>
        <w:pStyle w:val="NumList"/>
      </w:pPr>
      <w:r>
        <w:tab/>
        <w:t>6.</w:t>
      </w:r>
      <w:r>
        <w:tab/>
      </w:r>
      <w:r w:rsidR="00736833">
        <w:t>Click OK.</w:t>
      </w:r>
    </w:p>
    <w:p w:rsidR="0049494D" w:rsidRDefault="00053797" w:rsidP="00053797">
      <w:pPr>
        <w:pStyle w:val="NumList"/>
      </w:pPr>
      <w:r>
        <w:tab/>
        <w:t>7.</w:t>
      </w:r>
      <w:r>
        <w:tab/>
      </w:r>
      <w:r w:rsidR="0049494D">
        <w:t>Log off SP2010-WFE1.</w:t>
      </w:r>
    </w:p>
    <w:p w:rsidR="0049494D" w:rsidRDefault="00644B35" w:rsidP="0049494D">
      <w:pPr>
        <w:pStyle w:val="Heading3"/>
      </w:pPr>
      <w:r>
        <w:t xml:space="preserve">Perform the </w:t>
      </w:r>
      <w:r w:rsidR="0049494D">
        <w:t xml:space="preserve"> SQL Server 2008</w:t>
      </w:r>
      <w:r w:rsidR="006E1BC1">
        <w:t xml:space="preserve"> </w:t>
      </w:r>
      <w:r w:rsidR="0049494D">
        <w:t>R2</w:t>
      </w:r>
      <w:r>
        <w:t xml:space="preserve"> Installation</w:t>
      </w:r>
    </w:p>
    <w:p w:rsidR="0049494D" w:rsidRDefault="00053797" w:rsidP="00053797">
      <w:pPr>
        <w:pStyle w:val="NumList"/>
      </w:pPr>
      <w:r>
        <w:tab/>
        <w:t>1.</w:t>
      </w:r>
      <w:r>
        <w:tab/>
      </w:r>
      <w:r w:rsidR="0049494D">
        <w:t xml:space="preserve">Log on as </w:t>
      </w:r>
      <w:r w:rsidR="0049494D" w:rsidRPr="00C15D17">
        <w:rPr>
          <w:b/>
        </w:rPr>
        <w:t>CONTOSO\</w:t>
      </w:r>
      <w:proofErr w:type="spellStart"/>
      <w:r w:rsidR="0049494D" w:rsidRPr="00C15D17">
        <w:rPr>
          <w:b/>
        </w:rPr>
        <w:t>SQL_Admin</w:t>
      </w:r>
      <w:proofErr w:type="spellEnd"/>
      <w:r w:rsidR="0049494D">
        <w:t xml:space="preserve"> with the password, </w:t>
      </w:r>
      <w:r w:rsidR="0049494D" w:rsidRPr="00C15D17">
        <w:rPr>
          <w:b/>
        </w:rPr>
        <w:t>Pa$$w0rd</w:t>
      </w:r>
      <w:r w:rsidR="0049494D">
        <w:t>.</w:t>
      </w:r>
    </w:p>
    <w:p w:rsidR="008C4AA5" w:rsidRDefault="00053797" w:rsidP="00053797">
      <w:pPr>
        <w:pStyle w:val="NumList"/>
      </w:pPr>
      <w:r>
        <w:tab/>
        <w:t>2.</w:t>
      </w:r>
      <w:r>
        <w:tab/>
      </w:r>
      <w:r w:rsidR="008C4AA5">
        <w:t xml:space="preserve">Mount the ISO image </w:t>
      </w:r>
      <w:r w:rsidR="0025473D">
        <w:t xml:space="preserve">or DVD </w:t>
      </w:r>
      <w:r w:rsidR="008C4AA5">
        <w:t>of SQL Server 2008 R2 to the CD/DVD drive of SP2010-WFE1.</w:t>
      </w:r>
    </w:p>
    <w:p w:rsidR="0025473D" w:rsidRDefault="0025473D" w:rsidP="0025473D">
      <w:pPr>
        <w:pStyle w:val="ListPara"/>
      </w:pPr>
      <w:r>
        <w:t xml:space="preserve">Use the </w:t>
      </w:r>
      <w:r w:rsidR="00053797">
        <w:t>"</w:t>
      </w:r>
      <w:r w:rsidRPr="004B13EE">
        <w:t>Mount an ISO Imag</w:t>
      </w:r>
      <w:r>
        <w:t>e or Mount a DVD</w:t>
      </w:r>
      <w:r w:rsidR="00053797">
        <w:t>"</w:t>
      </w:r>
      <w:r>
        <w:t xml:space="preserve"> </w:t>
      </w:r>
      <w:r w:rsidR="00053797">
        <w:t xml:space="preserve">procedure </w:t>
      </w:r>
      <w:r>
        <w:t xml:space="preserve">in the </w:t>
      </w:r>
      <w:r w:rsidR="00053797">
        <w:t>"</w:t>
      </w:r>
      <w:r w:rsidRPr="004B13EE">
        <w:t>Virtual Machine Procedures</w:t>
      </w:r>
      <w:r w:rsidR="00053797">
        <w:t>"</w:t>
      </w:r>
      <w:r w:rsidR="00053797" w:rsidRPr="00053797">
        <w:t xml:space="preserve"> </w:t>
      </w:r>
      <w:r w:rsidR="00053797">
        <w:t>section</w:t>
      </w:r>
      <w:r>
        <w:t>.</w:t>
      </w:r>
    </w:p>
    <w:p w:rsidR="0049494D" w:rsidRDefault="00053797" w:rsidP="00053797">
      <w:pPr>
        <w:pStyle w:val="NumList"/>
      </w:pPr>
      <w:r>
        <w:tab/>
        <w:t>3.</w:t>
      </w:r>
      <w:r>
        <w:tab/>
      </w:r>
      <w:r w:rsidR="0049494D">
        <w:t xml:space="preserve">In the virtual machine, in the </w:t>
      </w:r>
      <w:r w:rsidR="0049494D" w:rsidRPr="0049494D">
        <w:t>AutoPlay</w:t>
      </w:r>
      <w:r w:rsidR="0049494D">
        <w:t xml:space="preserve"> window, click </w:t>
      </w:r>
      <w:r w:rsidR="0049494D" w:rsidRPr="0049494D">
        <w:t>Run Setup.exe</w:t>
      </w:r>
      <w:r w:rsidR="0049494D">
        <w:t>.</w:t>
      </w:r>
    </w:p>
    <w:p w:rsidR="000A2600" w:rsidRPr="000A2600" w:rsidRDefault="000A2600" w:rsidP="0049494D">
      <w:pPr>
        <w:pStyle w:val="ListPara"/>
      </w:pPr>
      <w:r>
        <w:t xml:space="preserve">If the AutoPlay window does not open, run </w:t>
      </w:r>
      <w:r w:rsidRPr="00C15D17">
        <w:rPr>
          <w:b/>
        </w:rPr>
        <w:t>D:\Setup.exe</w:t>
      </w:r>
      <w:r>
        <w:t>.</w:t>
      </w:r>
    </w:p>
    <w:p w:rsidR="0049494D" w:rsidRPr="00F00497" w:rsidRDefault="0049494D" w:rsidP="0049494D">
      <w:pPr>
        <w:pStyle w:val="ListPara"/>
      </w:pPr>
      <w:r>
        <w:t xml:space="preserve">The </w:t>
      </w:r>
      <w:r w:rsidRPr="0049494D">
        <w:t>User Account Control</w:t>
      </w:r>
      <w:r>
        <w:t xml:space="preserve"> dialog box appears.</w:t>
      </w:r>
    </w:p>
    <w:p w:rsidR="0049494D" w:rsidRDefault="00053797" w:rsidP="00053797">
      <w:pPr>
        <w:pStyle w:val="NumList"/>
      </w:pPr>
      <w:r>
        <w:tab/>
        <w:t>4.</w:t>
      </w:r>
      <w:r>
        <w:tab/>
      </w:r>
      <w:r w:rsidR="0049494D">
        <w:t xml:space="preserve">Click </w:t>
      </w:r>
      <w:r w:rsidR="0049494D" w:rsidRPr="0049494D">
        <w:t>Yes</w:t>
      </w:r>
      <w:r w:rsidR="0049494D">
        <w:t>.</w:t>
      </w:r>
    </w:p>
    <w:p w:rsidR="0049494D" w:rsidRDefault="000A2600" w:rsidP="0049494D">
      <w:pPr>
        <w:pStyle w:val="ListPara"/>
      </w:pPr>
      <w:r>
        <w:t xml:space="preserve">After a few moments, </w:t>
      </w:r>
      <w:r w:rsidR="0049494D" w:rsidRPr="0049494D">
        <w:t>SQL Server Installation Center</w:t>
      </w:r>
      <w:r w:rsidR="0049494D" w:rsidRPr="00F00497">
        <w:t xml:space="preserve"> </w:t>
      </w:r>
      <w:r>
        <w:t>opens</w:t>
      </w:r>
      <w:r w:rsidR="0049494D" w:rsidRPr="00F00497">
        <w:t>.</w:t>
      </w:r>
    </w:p>
    <w:p w:rsidR="0049494D" w:rsidRDefault="00053797" w:rsidP="00053797">
      <w:pPr>
        <w:pStyle w:val="NumList"/>
      </w:pPr>
      <w:r>
        <w:tab/>
        <w:t>5.</w:t>
      </w:r>
      <w:r>
        <w:tab/>
      </w:r>
      <w:r w:rsidR="0049494D">
        <w:t xml:space="preserve">In </w:t>
      </w:r>
      <w:r w:rsidR="0049494D" w:rsidRPr="0049494D">
        <w:t>SQL Server Installation Center</w:t>
      </w:r>
      <w:r w:rsidR="0049494D">
        <w:t xml:space="preserve">, in the left navigation pane, click </w:t>
      </w:r>
      <w:r w:rsidR="0049494D" w:rsidRPr="0049494D">
        <w:t>Installation</w:t>
      </w:r>
      <w:r w:rsidR="0049494D">
        <w:t>.</w:t>
      </w:r>
    </w:p>
    <w:p w:rsidR="0049494D" w:rsidRDefault="00053797" w:rsidP="00053797">
      <w:pPr>
        <w:pStyle w:val="NumList"/>
      </w:pPr>
      <w:r>
        <w:tab/>
        <w:t>6.</w:t>
      </w:r>
      <w:r>
        <w:tab/>
      </w:r>
      <w:r w:rsidR="0049494D">
        <w:t xml:space="preserve">Click </w:t>
      </w:r>
      <w:r w:rsidR="0049494D" w:rsidRPr="0049494D">
        <w:t xml:space="preserve">New </w:t>
      </w:r>
      <w:r>
        <w:t>I</w:t>
      </w:r>
      <w:r w:rsidR="0049494D" w:rsidRPr="0049494D">
        <w:t xml:space="preserve">nstallation or </w:t>
      </w:r>
      <w:r>
        <w:t>Add F</w:t>
      </w:r>
      <w:r w:rsidR="0049494D" w:rsidRPr="0049494D">
        <w:t xml:space="preserve">eatures </w:t>
      </w:r>
      <w:r>
        <w:t>To An Existing I</w:t>
      </w:r>
      <w:r w:rsidR="0049494D" w:rsidRPr="0049494D">
        <w:t>nstallation</w:t>
      </w:r>
      <w:r w:rsidR="0049494D">
        <w:t>.</w:t>
      </w:r>
    </w:p>
    <w:p w:rsidR="0049494D" w:rsidRDefault="0049494D" w:rsidP="0049494D">
      <w:pPr>
        <w:pStyle w:val="ListPara"/>
      </w:pPr>
      <w:r>
        <w:lastRenderedPageBreak/>
        <w:t xml:space="preserve">After a few moments, </w:t>
      </w:r>
      <w:r w:rsidRPr="0049494D">
        <w:t>SQL Server 2008 R2 Setup</w:t>
      </w:r>
      <w:r>
        <w:t xml:space="preserve"> </w:t>
      </w:r>
      <w:r w:rsidR="000A2600">
        <w:t>opens</w:t>
      </w:r>
      <w:r>
        <w:t>.</w:t>
      </w:r>
    </w:p>
    <w:p w:rsidR="0049494D" w:rsidRPr="00F00497" w:rsidRDefault="0049494D" w:rsidP="0049494D">
      <w:pPr>
        <w:pStyle w:val="ListPara"/>
      </w:pPr>
      <w:r w:rsidRPr="00F00497">
        <w:t>A rule check is performed.</w:t>
      </w:r>
    </w:p>
    <w:p w:rsidR="0049494D" w:rsidRDefault="00053797" w:rsidP="00053797">
      <w:pPr>
        <w:pStyle w:val="NumList"/>
      </w:pPr>
      <w:r>
        <w:tab/>
        <w:t>7.</w:t>
      </w:r>
      <w:r>
        <w:tab/>
      </w:r>
      <w:r w:rsidR="0049494D">
        <w:t xml:space="preserve">In </w:t>
      </w:r>
      <w:r w:rsidR="0049494D" w:rsidRPr="0049494D">
        <w:t>SQL Server 2008 R2 Setup</w:t>
      </w:r>
      <w:r w:rsidR="0049494D" w:rsidRPr="00777837">
        <w:t>,</w:t>
      </w:r>
      <w:r w:rsidR="0049494D">
        <w:t xml:space="preserve"> on the </w:t>
      </w:r>
      <w:r w:rsidR="0049494D" w:rsidRPr="0049494D">
        <w:t>Setup Support Roles</w:t>
      </w:r>
      <w:r w:rsidR="0049494D">
        <w:t xml:space="preserve"> page, confirm that all rules </w:t>
      </w:r>
      <w:r w:rsidR="0049494D" w:rsidRPr="0049494D">
        <w:t>Passed</w:t>
      </w:r>
      <w:r w:rsidR="0049494D" w:rsidRPr="00C74E2D">
        <w:t>.</w:t>
      </w:r>
    </w:p>
    <w:p w:rsidR="0049494D" w:rsidRDefault="00053797" w:rsidP="00053797">
      <w:pPr>
        <w:pStyle w:val="NumList"/>
      </w:pPr>
      <w:r>
        <w:tab/>
        <w:t>8.</w:t>
      </w:r>
      <w:r>
        <w:tab/>
      </w:r>
      <w:r w:rsidR="0049494D">
        <w:t xml:space="preserve">Click </w:t>
      </w:r>
      <w:r w:rsidR="0049494D" w:rsidRPr="0049494D">
        <w:t>OK</w:t>
      </w:r>
      <w:r w:rsidR="0049494D">
        <w:t>.</w:t>
      </w:r>
    </w:p>
    <w:p w:rsidR="000A2600" w:rsidRPr="000A2600" w:rsidRDefault="000A2600" w:rsidP="000A2600">
      <w:pPr>
        <w:pStyle w:val="ListPara"/>
      </w:pPr>
      <w:r>
        <w:t>After a few moments, SQL Server 2008 R2 Setup opens.</w:t>
      </w:r>
    </w:p>
    <w:p w:rsidR="0049494D" w:rsidRDefault="00053797" w:rsidP="00053797">
      <w:pPr>
        <w:pStyle w:val="NumList"/>
      </w:pPr>
      <w:r>
        <w:tab/>
        <w:t>9.</w:t>
      </w:r>
      <w:r>
        <w:tab/>
      </w:r>
      <w:r w:rsidR="0049494D">
        <w:t xml:space="preserve">On the </w:t>
      </w:r>
      <w:r w:rsidR="0049494D" w:rsidRPr="0049494D">
        <w:t>Product Key</w:t>
      </w:r>
      <w:r w:rsidR="0049494D">
        <w:t xml:space="preserve"> page, click </w:t>
      </w:r>
      <w:r>
        <w:t xml:space="preserve">Enter </w:t>
      </w:r>
      <w:proofErr w:type="gramStart"/>
      <w:r>
        <w:t>The</w:t>
      </w:r>
      <w:proofErr w:type="gramEnd"/>
      <w:r>
        <w:t xml:space="preserve"> Product K</w:t>
      </w:r>
      <w:r w:rsidR="0049494D" w:rsidRPr="0049494D">
        <w:t>ey</w:t>
      </w:r>
      <w:r w:rsidR="0049494D" w:rsidRPr="00777837">
        <w:t>.</w:t>
      </w:r>
    </w:p>
    <w:p w:rsidR="0049494D" w:rsidRDefault="00053797" w:rsidP="00053797">
      <w:pPr>
        <w:pStyle w:val="NumList"/>
      </w:pPr>
      <w:r>
        <w:tab/>
        <w:t>10.</w:t>
      </w:r>
      <w:r>
        <w:tab/>
      </w:r>
      <w:r w:rsidR="0049494D">
        <w:t>In the product key box, type</w:t>
      </w:r>
      <w:r w:rsidR="008C4AA5">
        <w:t xml:space="preserve"> your product key</w:t>
      </w:r>
      <w:r w:rsidR="0049494D">
        <w:t>.</w:t>
      </w:r>
    </w:p>
    <w:p w:rsidR="0049494D" w:rsidRPr="00F00497" w:rsidRDefault="0049494D" w:rsidP="0049494D">
      <w:pPr>
        <w:pStyle w:val="ListPara"/>
      </w:pPr>
      <w:r>
        <w:t xml:space="preserve">Alternately, click </w:t>
      </w:r>
      <w:r w:rsidRPr="0049494D">
        <w:t>Specify a free edition</w:t>
      </w:r>
      <w:r>
        <w:t xml:space="preserve"> and then, in the drop-down list, select </w:t>
      </w:r>
      <w:r w:rsidRPr="0049494D">
        <w:t>Evaluation</w:t>
      </w:r>
      <w:r w:rsidR="008C4AA5">
        <w:t>.</w:t>
      </w:r>
    </w:p>
    <w:p w:rsidR="0049494D" w:rsidRDefault="00053797" w:rsidP="00053797">
      <w:pPr>
        <w:pStyle w:val="NumList"/>
      </w:pPr>
      <w:r>
        <w:tab/>
        <w:t>11.</w:t>
      </w:r>
      <w:r>
        <w:tab/>
      </w:r>
      <w:r w:rsidR="0049494D">
        <w:t xml:space="preserve">Click </w:t>
      </w:r>
      <w:r w:rsidR="0049494D" w:rsidRPr="0049494D">
        <w:t>Next</w:t>
      </w:r>
      <w:r w:rsidR="0049494D">
        <w:t>.</w:t>
      </w:r>
    </w:p>
    <w:p w:rsidR="0049494D" w:rsidRDefault="00053797" w:rsidP="00053797">
      <w:pPr>
        <w:pStyle w:val="NumList"/>
      </w:pPr>
      <w:r>
        <w:tab/>
        <w:t>12.</w:t>
      </w:r>
      <w:r>
        <w:tab/>
      </w:r>
      <w:r w:rsidR="0049494D">
        <w:t xml:space="preserve">On the </w:t>
      </w:r>
      <w:r w:rsidR="0049494D" w:rsidRPr="0049494D">
        <w:t xml:space="preserve">License Terms </w:t>
      </w:r>
      <w:r w:rsidR="0049494D">
        <w:t xml:space="preserve">page, click </w:t>
      </w:r>
      <w:r>
        <w:t>I A</w:t>
      </w:r>
      <w:r w:rsidR="0049494D" w:rsidRPr="0049494D">
        <w:t xml:space="preserve">ccept </w:t>
      </w:r>
      <w:proofErr w:type="gramStart"/>
      <w:r>
        <w:t>The</w:t>
      </w:r>
      <w:proofErr w:type="gramEnd"/>
      <w:r>
        <w:t xml:space="preserve"> L</w:t>
      </w:r>
      <w:r w:rsidR="0049494D" w:rsidRPr="0049494D">
        <w:t xml:space="preserve">icense </w:t>
      </w:r>
      <w:r>
        <w:t>T</w:t>
      </w:r>
      <w:r w:rsidR="0049494D" w:rsidRPr="0049494D">
        <w:t>erms</w:t>
      </w:r>
      <w:r w:rsidR="0049494D">
        <w:t>.</w:t>
      </w:r>
    </w:p>
    <w:p w:rsidR="0049494D" w:rsidRDefault="00053797" w:rsidP="00053797">
      <w:pPr>
        <w:pStyle w:val="NumList"/>
      </w:pPr>
      <w:r>
        <w:tab/>
        <w:t>13.</w:t>
      </w:r>
      <w:r>
        <w:tab/>
      </w:r>
      <w:r w:rsidR="0049494D">
        <w:t xml:space="preserve">Click </w:t>
      </w:r>
      <w:r w:rsidR="0049494D" w:rsidRPr="0049494D">
        <w:t>Next</w:t>
      </w:r>
      <w:r w:rsidR="0049494D">
        <w:t>.</w:t>
      </w:r>
    </w:p>
    <w:p w:rsidR="0049494D" w:rsidRDefault="00053797" w:rsidP="00053797">
      <w:pPr>
        <w:pStyle w:val="NumList"/>
      </w:pPr>
      <w:r>
        <w:tab/>
        <w:t>14.</w:t>
      </w:r>
      <w:r>
        <w:tab/>
      </w:r>
      <w:r w:rsidR="0049494D">
        <w:t xml:space="preserve">On the </w:t>
      </w:r>
      <w:r w:rsidR="0049494D" w:rsidRPr="0049494D">
        <w:t>Setup Support Files</w:t>
      </w:r>
      <w:r w:rsidR="0049494D">
        <w:t xml:space="preserve"> page, click </w:t>
      </w:r>
      <w:r w:rsidR="0049494D" w:rsidRPr="0049494D">
        <w:t>Install</w:t>
      </w:r>
      <w:r w:rsidR="0049494D">
        <w:t>.</w:t>
      </w:r>
    </w:p>
    <w:p w:rsidR="0049494D" w:rsidRDefault="0049494D" w:rsidP="0049494D">
      <w:pPr>
        <w:pStyle w:val="ListPara"/>
      </w:pPr>
      <w:r>
        <w:t>Setup Support Files are installed.</w:t>
      </w:r>
    </w:p>
    <w:p w:rsidR="0049494D" w:rsidRDefault="00053797" w:rsidP="00053797">
      <w:pPr>
        <w:pStyle w:val="NumList"/>
      </w:pPr>
      <w:r>
        <w:tab/>
        <w:t>15.</w:t>
      </w:r>
      <w:r>
        <w:tab/>
      </w:r>
      <w:r w:rsidR="0049494D">
        <w:t xml:space="preserve">On the </w:t>
      </w:r>
      <w:r w:rsidR="0049494D" w:rsidRPr="0049494D">
        <w:t>Setup Support Rules</w:t>
      </w:r>
      <w:r w:rsidR="0049494D">
        <w:t xml:space="preserve"> page, confirm that there are no errors. Review any warnings. The following warnings are expected:</w:t>
      </w:r>
    </w:p>
    <w:p w:rsidR="0049494D" w:rsidRPr="003A2389" w:rsidRDefault="0049494D" w:rsidP="003A2389">
      <w:pPr>
        <w:pStyle w:val="BullList2"/>
      </w:pPr>
      <w:r w:rsidRPr="003A2389">
        <w:t>Microsoft .NET Application Security: The computer cannot access the Internet.</w:t>
      </w:r>
    </w:p>
    <w:p w:rsidR="0049494D" w:rsidRPr="003A2389" w:rsidRDefault="0049494D" w:rsidP="003A2389">
      <w:pPr>
        <w:pStyle w:val="BullList2"/>
      </w:pPr>
      <w:r w:rsidRPr="003A2389">
        <w:t>Windows Firewall: The Windows Firewall is enabled.</w:t>
      </w:r>
    </w:p>
    <w:p w:rsidR="0049494D" w:rsidRDefault="00053797" w:rsidP="00053797">
      <w:pPr>
        <w:pStyle w:val="NumList"/>
      </w:pPr>
      <w:r>
        <w:tab/>
        <w:t>16.</w:t>
      </w:r>
      <w:r>
        <w:tab/>
      </w:r>
      <w:r w:rsidR="0049494D">
        <w:t xml:space="preserve">Click </w:t>
      </w:r>
      <w:r w:rsidR="0049494D" w:rsidRPr="0049494D">
        <w:t>Next</w:t>
      </w:r>
      <w:r w:rsidR="0049494D" w:rsidRPr="00F00497">
        <w:t>.</w:t>
      </w:r>
    </w:p>
    <w:p w:rsidR="0049494D" w:rsidRDefault="00053797" w:rsidP="00053797">
      <w:pPr>
        <w:pStyle w:val="NumList"/>
      </w:pPr>
      <w:r>
        <w:tab/>
        <w:t>17.</w:t>
      </w:r>
      <w:r>
        <w:tab/>
      </w:r>
      <w:r w:rsidR="0049494D">
        <w:t xml:space="preserve">On the </w:t>
      </w:r>
      <w:r w:rsidR="0049494D" w:rsidRPr="0049494D">
        <w:t>Setup Role</w:t>
      </w:r>
      <w:r w:rsidR="0049494D">
        <w:t xml:space="preserve"> page, click </w:t>
      </w:r>
      <w:r w:rsidR="0049494D" w:rsidRPr="0049494D">
        <w:t>SQL Server Feature Installation</w:t>
      </w:r>
      <w:r w:rsidR="0049494D">
        <w:t xml:space="preserve">, and then click </w:t>
      </w:r>
      <w:proofErr w:type="gramStart"/>
      <w:r w:rsidR="0049494D" w:rsidRPr="0049494D">
        <w:t>Next</w:t>
      </w:r>
      <w:proofErr w:type="gramEnd"/>
      <w:r w:rsidR="0049494D">
        <w:t>.</w:t>
      </w:r>
    </w:p>
    <w:p w:rsidR="0049494D" w:rsidRDefault="00053797" w:rsidP="00053797">
      <w:pPr>
        <w:pStyle w:val="NumList"/>
      </w:pPr>
      <w:r>
        <w:tab/>
        <w:t>18.</w:t>
      </w:r>
      <w:r>
        <w:tab/>
      </w:r>
      <w:r w:rsidR="0049494D">
        <w:t xml:space="preserve">On the </w:t>
      </w:r>
      <w:r w:rsidR="0049494D" w:rsidRPr="0049494D">
        <w:t xml:space="preserve">Feature Selection </w:t>
      </w:r>
      <w:r w:rsidR="0049494D">
        <w:t xml:space="preserve">page, </w:t>
      </w:r>
      <w:r>
        <w:t>select</w:t>
      </w:r>
      <w:r w:rsidR="0049494D">
        <w:t xml:space="preserve"> the following check boxes:</w:t>
      </w:r>
    </w:p>
    <w:p w:rsidR="0049494D" w:rsidRPr="005B5E2E" w:rsidRDefault="0049494D" w:rsidP="003A2389">
      <w:pPr>
        <w:pStyle w:val="BullList2"/>
      </w:pPr>
      <w:r w:rsidRPr="005B5E2E">
        <w:t>Database Engine</w:t>
      </w:r>
      <w:r w:rsidR="005B5E2E" w:rsidRPr="005B5E2E">
        <w:t xml:space="preserve"> Services</w:t>
      </w:r>
      <w:r w:rsidR="005B5E2E">
        <w:t>.</w:t>
      </w:r>
    </w:p>
    <w:p w:rsidR="0049494D" w:rsidRPr="005B5E2E" w:rsidRDefault="0049494D" w:rsidP="003A2389">
      <w:pPr>
        <w:pStyle w:val="BullList2"/>
      </w:pPr>
      <w:r w:rsidRPr="005B5E2E">
        <w:t>SQL Server Replication</w:t>
      </w:r>
      <w:r w:rsidR="005B5E2E">
        <w:t>.</w:t>
      </w:r>
    </w:p>
    <w:p w:rsidR="0049494D" w:rsidRPr="005B5E2E" w:rsidRDefault="0049494D" w:rsidP="003A2389">
      <w:pPr>
        <w:pStyle w:val="BullList2"/>
      </w:pPr>
      <w:r w:rsidRPr="005B5E2E">
        <w:t>Reporting Services</w:t>
      </w:r>
      <w:r w:rsidR="005B5E2E">
        <w:t>.</w:t>
      </w:r>
    </w:p>
    <w:p w:rsidR="00730B79" w:rsidRDefault="0049494D" w:rsidP="00730B79">
      <w:pPr>
        <w:pStyle w:val="BullList2"/>
      </w:pPr>
      <w:r w:rsidRPr="005B5E2E">
        <w:t>Management Tools – Basic</w:t>
      </w:r>
      <w:r w:rsidR="005B5E2E">
        <w:t>.</w:t>
      </w:r>
    </w:p>
    <w:p w:rsidR="0049494D" w:rsidRPr="003A2389" w:rsidRDefault="0049494D" w:rsidP="00730B79">
      <w:pPr>
        <w:pStyle w:val="BullList2"/>
      </w:pPr>
      <w:r w:rsidRPr="005B5E2E">
        <w:t>Management Tools - Complete</w:t>
      </w:r>
      <w:r w:rsidR="00730B79">
        <w:t>.</w:t>
      </w:r>
    </w:p>
    <w:p w:rsidR="0049494D" w:rsidRDefault="00053797" w:rsidP="00053797">
      <w:pPr>
        <w:pStyle w:val="NumList"/>
      </w:pPr>
      <w:r>
        <w:tab/>
        <w:t>19.</w:t>
      </w:r>
      <w:r>
        <w:tab/>
      </w:r>
      <w:r w:rsidR="0049494D">
        <w:t xml:space="preserve">Click </w:t>
      </w:r>
      <w:r w:rsidR="0049494D" w:rsidRPr="0049494D">
        <w:t>Next</w:t>
      </w:r>
      <w:r w:rsidR="0049494D">
        <w:t>.</w:t>
      </w:r>
    </w:p>
    <w:p w:rsidR="0049494D" w:rsidRDefault="00053797" w:rsidP="00053797">
      <w:pPr>
        <w:pStyle w:val="NumList"/>
      </w:pPr>
      <w:r>
        <w:tab/>
        <w:t>20.</w:t>
      </w:r>
      <w:r>
        <w:tab/>
      </w:r>
      <w:r w:rsidR="0049494D">
        <w:t xml:space="preserve">On the </w:t>
      </w:r>
      <w:r w:rsidR="0049494D" w:rsidRPr="0049494D">
        <w:t>Installation Rules</w:t>
      </w:r>
      <w:r w:rsidR="0049494D">
        <w:t xml:space="preserve"> page, confirm that all rules </w:t>
      </w:r>
      <w:r w:rsidR="0049494D" w:rsidRPr="0049494D">
        <w:t>Passed</w:t>
      </w:r>
      <w:r w:rsidR="0049494D">
        <w:t xml:space="preserve">, and then click </w:t>
      </w:r>
      <w:proofErr w:type="gramStart"/>
      <w:r w:rsidR="0049494D" w:rsidRPr="0049494D">
        <w:t>Next</w:t>
      </w:r>
      <w:proofErr w:type="gramEnd"/>
      <w:r w:rsidR="0049494D">
        <w:t>.</w:t>
      </w:r>
    </w:p>
    <w:p w:rsidR="0049494D" w:rsidRPr="003A2389" w:rsidRDefault="0049494D" w:rsidP="005B5E2E">
      <w:pPr>
        <w:pStyle w:val="ListPara"/>
      </w:pPr>
      <w:r w:rsidRPr="003A2389">
        <w:t xml:space="preserve">It is </w:t>
      </w:r>
      <w:r w:rsidR="005B5E2E">
        <w:t>expected</w:t>
      </w:r>
      <w:r w:rsidRPr="003A2389">
        <w:t xml:space="preserve"> that </w:t>
      </w:r>
      <w:r w:rsidR="005B5E2E">
        <w:t xml:space="preserve">some </w:t>
      </w:r>
      <w:r w:rsidRPr="003A2389">
        <w:t xml:space="preserve">rules are </w:t>
      </w:r>
      <w:r w:rsidR="005B5E2E" w:rsidRPr="003A2389">
        <w:t>skipped</w:t>
      </w:r>
      <w:r w:rsidRPr="003A2389">
        <w:t>.</w:t>
      </w:r>
    </w:p>
    <w:p w:rsidR="0049494D" w:rsidRDefault="00053797" w:rsidP="00053797">
      <w:pPr>
        <w:pStyle w:val="NumList"/>
      </w:pPr>
      <w:r>
        <w:tab/>
        <w:t>21.</w:t>
      </w:r>
      <w:r>
        <w:tab/>
      </w:r>
      <w:r w:rsidR="0049494D">
        <w:t xml:space="preserve">On the </w:t>
      </w:r>
      <w:r w:rsidR="0049494D" w:rsidRPr="0049494D">
        <w:t>Instance Configuration</w:t>
      </w:r>
      <w:r w:rsidR="0049494D">
        <w:t xml:space="preserve"> page, ensure the following configuration is specified:</w:t>
      </w:r>
    </w:p>
    <w:p w:rsidR="0049494D" w:rsidRPr="003A2389" w:rsidRDefault="0049494D" w:rsidP="003A2389">
      <w:pPr>
        <w:pStyle w:val="BullList2"/>
      </w:pPr>
      <w:r w:rsidRPr="005B5E2E">
        <w:t>Default instance</w:t>
      </w:r>
      <w:r w:rsidRPr="003A2389">
        <w:t>.</w:t>
      </w:r>
    </w:p>
    <w:p w:rsidR="0049494D" w:rsidRPr="003A2389" w:rsidRDefault="0049494D" w:rsidP="003A2389">
      <w:pPr>
        <w:pStyle w:val="BullList2"/>
      </w:pPr>
      <w:r w:rsidRPr="005B5E2E">
        <w:t>Instance ID</w:t>
      </w:r>
      <w:r w:rsidRPr="003A2389">
        <w:t xml:space="preserve">: </w:t>
      </w:r>
      <w:r w:rsidRPr="005B5E2E">
        <w:t>MSSQLSERVER</w:t>
      </w:r>
      <w:r w:rsidRPr="003A2389">
        <w:t>.</w:t>
      </w:r>
    </w:p>
    <w:p w:rsidR="0049494D" w:rsidRDefault="00053797" w:rsidP="00053797">
      <w:pPr>
        <w:pStyle w:val="NumList"/>
      </w:pPr>
      <w:r>
        <w:tab/>
        <w:t>22.</w:t>
      </w:r>
      <w:r>
        <w:tab/>
      </w:r>
      <w:r w:rsidR="0049494D">
        <w:t xml:space="preserve">Click </w:t>
      </w:r>
      <w:r w:rsidR="0049494D" w:rsidRPr="0049494D">
        <w:t>Next</w:t>
      </w:r>
      <w:r w:rsidR="0049494D">
        <w:t>.</w:t>
      </w:r>
    </w:p>
    <w:p w:rsidR="0049494D" w:rsidRDefault="00053797" w:rsidP="00053797">
      <w:pPr>
        <w:pStyle w:val="NumList"/>
      </w:pPr>
      <w:r>
        <w:tab/>
        <w:t>23.</w:t>
      </w:r>
      <w:r>
        <w:tab/>
      </w:r>
      <w:r w:rsidR="0049494D">
        <w:t xml:space="preserve">On the </w:t>
      </w:r>
      <w:r w:rsidR="0049494D" w:rsidRPr="0049494D">
        <w:t>Disk Space Requirements</w:t>
      </w:r>
      <w:r w:rsidR="0049494D">
        <w:t xml:space="preserve"> page, click </w:t>
      </w:r>
      <w:proofErr w:type="gramStart"/>
      <w:r w:rsidR="0049494D" w:rsidRPr="0049494D">
        <w:t>Next</w:t>
      </w:r>
      <w:proofErr w:type="gramEnd"/>
      <w:r w:rsidR="0049494D">
        <w:t>.</w:t>
      </w:r>
    </w:p>
    <w:p w:rsidR="0049494D" w:rsidRDefault="00313B34" w:rsidP="00053797">
      <w:pPr>
        <w:pStyle w:val="NumList"/>
      </w:pPr>
      <w:r>
        <w:tab/>
        <w:t>24.</w:t>
      </w:r>
      <w:r>
        <w:tab/>
      </w:r>
      <w:r w:rsidR="0049494D">
        <w:t xml:space="preserve">On the </w:t>
      </w:r>
      <w:r w:rsidR="0049494D" w:rsidRPr="0049494D">
        <w:t>Server Configuration</w:t>
      </w:r>
      <w:r w:rsidR="0049494D">
        <w:t xml:space="preserve"> page, on the </w:t>
      </w:r>
      <w:r w:rsidR="0049494D" w:rsidRPr="0049494D">
        <w:t xml:space="preserve">Service Accounts </w:t>
      </w:r>
      <w:r w:rsidR="0049494D">
        <w:t xml:space="preserve">tab, in the </w:t>
      </w:r>
      <w:r w:rsidR="0049494D" w:rsidRPr="0049494D">
        <w:t>Account Name</w:t>
      </w:r>
      <w:r w:rsidR="0049494D">
        <w:t xml:space="preserve"> </w:t>
      </w:r>
      <w:r w:rsidR="0049494D">
        <w:lastRenderedPageBreak/>
        <w:t xml:space="preserve">box next to </w:t>
      </w:r>
      <w:r w:rsidR="0049494D" w:rsidRPr="0049494D">
        <w:t>SQL Server Agent</w:t>
      </w:r>
      <w:r w:rsidR="0049494D">
        <w:t xml:space="preserve">, type </w:t>
      </w:r>
      <w:r w:rsidR="0049494D" w:rsidRPr="00313B34">
        <w:rPr>
          <w:b/>
        </w:rPr>
        <w:t>CONTOSO\</w:t>
      </w:r>
      <w:r w:rsidR="00015A89" w:rsidRPr="00313B34">
        <w:rPr>
          <w:b/>
        </w:rPr>
        <w:t>SQL_SERVICE</w:t>
      </w:r>
      <w:r w:rsidR="0049494D">
        <w:t>.</w:t>
      </w:r>
    </w:p>
    <w:p w:rsidR="0049494D" w:rsidRDefault="00313B34" w:rsidP="00053797">
      <w:pPr>
        <w:pStyle w:val="NumList"/>
      </w:pPr>
      <w:r>
        <w:tab/>
        <w:t>25.</w:t>
      </w:r>
      <w:r>
        <w:tab/>
      </w:r>
      <w:r w:rsidR="0049494D">
        <w:t xml:space="preserve">In the </w:t>
      </w:r>
      <w:r w:rsidR="0049494D" w:rsidRPr="0049494D">
        <w:t>Password</w:t>
      </w:r>
      <w:r w:rsidR="0049494D">
        <w:t xml:space="preserve"> box next to </w:t>
      </w:r>
      <w:r w:rsidR="0049494D" w:rsidRPr="0049494D">
        <w:t>SQL Server Agent</w:t>
      </w:r>
      <w:r w:rsidR="0049494D">
        <w:t xml:space="preserve">, type </w:t>
      </w:r>
      <w:r w:rsidR="0049494D" w:rsidRPr="00313B34">
        <w:rPr>
          <w:b/>
        </w:rPr>
        <w:t>Pa$$w0rd</w:t>
      </w:r>
      <w:r w:rsidR="0049494D">
        <w:t>.</w:t>
      </w:r>
    </w:p>
    <w:p w:rsidR="0049494D" w:rsidRDefault="00313B34" w:rsidP="00053797">
      <w:pPr>
        <w:pStyle w:val="NumList"/>
      </w:pPr>
      <w:r>
        <w:tab/>
        <w:t>26.</w:t>
      </w:r>
      <w:r>
        <w:tab/>
      </w:r>
      <w:r w:rsidR="0049494D">
        <w:t xml:space="preserve">Repeat the previous two steps for the </w:t>
      </w:r>
      <w:r w:rsidR="0049494D" w:rsidRPr="0049494D">
        <w:t xml:space="preserve">SQL Server Database Engine </w:t>
      </w:r>
      <w:r w:rsidR="0049494D">
        <w:t xml:space="preserve">and </w:t>
      </w:r>
      <w:r w:rsidR="0049494D" w:rsidRPr="0049494D">
        <w:t xml:space="preserve">SQL Server Reporting Services </w:t>
      </w:r>
      <w:r w:rsidR="0049494D">
        <w:t>accounts.</w:t>
      </w:r>
    </w:p>
    <w:p w:rsidR="0049494D" w:rsidRDefault="00313B34" w:rsidP="00053797">
      <w:pPr>
        <w:pStyle w:val="NumList"/>
      </w:pPr>
      <w:r>
        <w:tab/>
        <w:t>27.</w:t>
      </w:r>
      <w:r>
        <w:tab/>
      </w:r>
      <w:r w:rsidR="0049494D">
        <w:t xml:space="preserve">Click </w:t>
      </w:r>
      <w:r w:rsidR="0049494D" w:rsidRPr="0049494D">
        <w:t>Next</w:t>
      </w:r>
      <w:r w:rsidR="0049494D">
        <w:t>.</w:t>
      </w:r>
    </w:p>
    <w:p w:rsidR="0049494D" w:rsidRDefault="00313B34" w:rsidP="00053797">
      <w:pPr>
        <w:pStyle w:val="NumList"/>
      </w:pPr>
      <w:r>
        <w:tab/>
        <w:t>28.</w:t>
      </w:r>
      <w:r>
        <w:tab/>
      </w:r>
      <w:r w:rsidR="0049494D">
        <w:t xml:space="preserve">On the </w:t>
      </w:r>
      <w:r w:rsidR="0049494D" w:rsidRPr="0049494D">
        <w:t>Database Engine Configuration</w:t>
      </w:r>
      <w:r w:rsidR="0049494D">
        <w:t xml:space="preserve"> page, ensure that the following configuration is specified:</w:t>
      </w:r>
    </w:p>
    <w:p w:rsidR="0049494D" w:rsidRDefault="0049494D" w:rsidP="003A2389">
      <w:pPr>
        <w:pStyle w:val="BullList2"/>
      </w:pPr>
      <w:r w:rsidRPr="005B5E2E">
        <w:t>Windows Authentication</w:t>
      </w:r>
      <w:r w:rsidRPr="003A2389">
        <w:t>.</w:t>
      </w:r>
    </w:p>
    <w:p w:rsidR="0049494D" w:rsidRDefault="00313B34" w:rsidP="00313B34">
      <w:pPr>
        <w:pStyle w:val="NumList"/>
      </w:pPr>
      <w:r>
        <w:tab/>
        <w:t>29.</w:t>
      </w:r>
      <w:r>
        <w:tab/>
      </w:r>
      <w:r w:rsidR="0049494D">
        <w:t xml:space="preserve">In the </w:t>
      </w:r>
      <w:r w:rsidR="0049494D" w:rsidRPr="0049494D">
        <w:t>Specify SQL Server administrators</w:t>
      </w:r>
      <w:r w:rsidR="0049494D">
        <w:t xml:space="preserve"> section, click </w:t>
      </w:r>
      <w:r w:rsidR="0049494D" w:rsidRPr="0049494D">
        <w:t>Add Current User</w:t>
      </w:r>
      <w:r>
        <w:t>, and then click Add</w:t>
      </w:r>
      <w:r w:rsidR="0049494D">
        <w:t>.</w:t>
      </w:r>
    </w:p>
    <w:p w:rsidR="0049494D" w:rsidRDefault="00313B34" w:rsidP="00313B34">
      <w:pPr>
        <w:pStyle w:val="NumList"/>
      </w:pPr>
      <w:r>
        <w:tab/>
        <w:t>30.</w:t>
      </w:r>
      <w:r>
        <w:tab/>
      </w:r>
      <w:r w:rsidR="0049494D">
        <w:t xml:space="preserve">In the </w:t>
      </w:r>
      <w:r>
        <w:t>Select Users, Computers, O</w:t>
      </w:r>
      <w:r w:rsidR="0049494D" w:rsidRPr="0049494D">
        <w:t xml:space="preserve">r Groups </w:t>
      </w:r>
      <w:r w:rsidR="0049494D">
        <w:t xml:space="preserve">dialog box, type </w:t>
      </w:r>
      <w:r w:rsidR="0049494D" w:rsidRPr="00313B34">
        <w:rPr>
          <w:b/>
        </w:rPr>
        <w:t>CONTOSO\Administrator</w:t>
      </w:r>
      <w:r w:rsidR="0049494D">
        <w:t xml:space="preserve">, and then press </w:t>
      </w:r>
      <w:r w:rsidR="0049494D" w:rsidRPr="0049494D">
        <w:t>Enter</w:t>
      </w:r>
      <w:r w:rsidR="0049494D">
        <w:t>.</w:t>
      </w:r>
    </w:p>
    <w:p w:rsidR="0049494D" w:rsidRDefault="00313B34" w:rsidP="00313B34">
      <w:pPr>
        <w:pStyle w:val="NumList"/>
      </w:pPr>
      <w:r>
        <w:tab/>
        <w:t>31.</w:t>
      </w:r>
      <w:r>
        <w:tab/>
      </w:r>
      <w:r w:rsidR="0049494D">
        <w:t xml:space="preserve">Click </w:t>
      </w:r>
      <w:r w:rsidR="0049494D" w:rsidRPr="0049494D">
        <w:t>Next</w:t>
      </w:r>
      <w:r w:rsidR="0049494D">
        <w:t>.</w:t>
      </w:r>
    </w:p>
    <w:p w:rsidR="0049494D" w:rsidRDefault="00313B34" w:rsidP="00313B34">
      <w:pPr>
        <w:pStyle w:val="NumList"/>
      </w:pPr>
      <w:r>
        <w:tab/>
        <w:t>32.</w:t>
      </w:r>
      <w:r>
        <w:tab/>
      </w:r>
      <w:r w:rsidR="0049494D">
        <w:t xml:space="preserve">On the </w:t>
      </w:r>
      <w:r w:rsidR="0049494D" w:rsidRPr="0049494D">
        <w:t>Reporting Services Configuration</w:t>
      </w:r>
      <w:r w:rsidR="0049494D">
        <w:t xml:space="preserve"> page, click </w:t>
      </w:r>
      <w:r>
        <w:t xml:space="preserve">Install </w:t>
      </w:r>
      <w:proofErr w:type="gramStart"/>
      <w:r>
        <w:t>T</w:t>
      </w:r>
      <w:r w:rsidR="0049494D" w:rsidRPr="0049494D">
        <w:t>he</w:t>
      </w:r>
      <w:proofErr w:type="gramEnd"/>
      <w:r w:rsidR="0049494D" w:rsidRPr="0049494D">
        <w:t xml:space="preserve"> </w:t>
      </w:r>
      <w:r>
        <w:t>SharePoint I</w:t>
      </w:r>
      <w:r w:rsidR="0049494D" w:rsidRPr="0049494D">
        <w:t>ntegrat</w:t>
      </w:r>
      <w:r>
        <w:t>ed Mode Default C</w:t>
      </w:r>
      <w:r w:rsidR="0049494D" w:rsidRPr="0049494D">
        <w:t>onfiguration</w:t>
      </w:r>
      <w:r w:rsidR="0049494D">
        <w:t>.</w:t>
      </w:r>
    </w:p>
    <w:p w:rsidR="0049494D" w:rsidRDefault="00313B34" w:rsidP="00313B34">
      <w:pPr>
        <w:pStyle w:val="NumList"/>
      </w:pPr>
      <w:r>
        <w:tab/>
        <w:t>33.</w:t>
      </w:r>
      <w:r>
        <w:tab/>
      </w:r>
      <w:r w:rsidR="0049494D">
        <w:t xml:space="preserve">Click </w:t>
      </w:r>
      <w:r w:rsidR="0049494D" w:rsidRPr="0049494D">
        <w:t>Next</w:t>
      </w:r>
      <w:r w:rsidR="0049494D" w:rsidRPr="009B4FD9">
        <w:t>.</w:t>
      </w:r>
    </w:p>
    <w:p w:rsidR="0049494D" w:rsidRDefault="00313B34" w:rsidP="00313B34">
      <w:pPr>
        <w:pStyle w:val="NumList"/>
      </w:pPr>
      <w:r>
        <w:tab/>
        <w:t>34.</w:t>
      </w:r>
      <w:r>
        <w:tab/>
      </w:r>
      <w:r w:rsidR="0049494D">
        <w:t xml:space="preserve">On the </w:t>
      </w:r>
      <w:r w:rsidR="0049494D" w:rsidRPr="0049494D">
        <w:t>Error Reporting</w:t>
      </w:r>
      <w:r w:rsidR="0049494D">
        <w:t xml:space="preserve"> page, click </w:t>
      </w:r>
      <w:proofErr w:type="gramStart"/>
      <w:r w:rsidR="0049494D" w:rsidRPr="0049494D">
        <w:t>Next</w:t>
      </w:r>
      <w:proofErr w:type="gramEnd"/>
      <w:r w:rsidR="0049494D">
        <w:t>.</w:t>
      </w:r>
    </w:p>
    <w:p w:rsidR="0049494D" w:rsidRDefault="00313B34" w:rsidP="00313B34">
      <w:pPr>
        <w:pStyle w:val="NumList"/>
      </w:pPr>
      <w:r>
        <w:tab/>
        <w:t>35.</w:t>
      </w:r>
      <w:r>
        <w:tab/>
      </w:r>
      <w:r w:rsidR="0049494D">
        <w:t xml:space="preserve">On the </w:t>
      </w:r>
      <w:r w:rsidR="0049494D" w:rsidRPr="0049494D">
        <w:t>Installation Configuration Rules</w:t>
      </w:r>
      <w:r w:rsidR="0049494D">
        <w:t xml:space="preserve"> page, confirm that all rules </w:t>
      </w:r>
      <w:r w:rsidR="0049494D" w:rsidRPr="0049494D">
        <w:t>Passed</w:t>
      </w:r>
      <w:r w:rsidR="0049494D">
        <w:t xml:space="preserve">, and then click </w:t>
      </w:r>
      <w:proofErr w:type="gramStart"/>
      <w:r w:rsidR="0049494D" w:rsidRPr="0049494D">
        <w:t>Next</w:t>
      </w:r>
      <w:proofErr w:type="gramEnd"/>
      <w:r w:rsidR="0049494D">
        <w:t>.</w:t>
      </w:r>
    </w:p>
    <w:p w:rsidR="005B5E2E" w:rsidRPr="003A2389" w:rsidRDefault="005B5E2E" w:rsidP="005B5E2E">
      <w:pPr>
        <w:pStyle w:val="ListPara"/>
      </w:pPr>
      <w:r w:rsidRPr="003A2389">
        <w:t xml:space="preserve">It is </w:t>
      </w:r>
      <w:r>
        <w:t>expected</w:t>
      </w:r>
      <w:r w:rsidRPr="003A2389">
        <w:t xml:space="preserve"> that </w:t>
      </w:r>
      <w:r>
        <w:t xml:space="preserve">some </w:t>
      </w:r>
      <w:r w:rsidRPr="003A2389">
        <w:t>rules are skipped.</w:t>
      </w:r>
    </w:p>
    <w:p w:rsidR="0049494D" w:rsidRDefault="00313B34" w:rsidP="00313B34">
      <w:pPr>
        <w:pStyle w:val="NumList"/>
      </w:pPr>
      <w:r>
        <w:tab/>
        <w:t>36.</w:t>
      </w:r>
      <w:r>
        <w:tab/>
      </w:r>
      <w:r w:rsidR="0049494D">
        <w:t xml:space="preserve">On the </w:t>
      </w:r>
      <w:r>
        <w:t xml:space="preserve">Ready </w:t>
      </w:r>
      <w:proofErr w:type="gramStart"/>
      <w:r>
        <w:t>T</w:t>
      </w:r>
      <w:r w:rsidR="0049494D" w:rsidRPr="0049494D">
        <w:t>o</w:t>
      </w:r>
      <w:proofErr w:type="gramEnd"/>
      <w:r w:rsidR="0049494D" w:rsidRPr="0049494D">
        <w:t xml:space="preserve"> Install</w:t>
      </w:r>
      <w:r w:rsidR="0049494D">
        <w:t xml:space="preserve"> page, review the configuration and then click </w:t>
      </w:r>
      <w:r w:rsidR="0049494D" w:rsidRPr="0049494D">
        <w:t>Install</w:t>
      </w:r>
      <w:r w:rsidR="0049494D">
        <w:t>.</w:t>
      </w:r>
    </w:p>
    <w:p w:rsidR="0049494D" w:rsidRDefault="0049494D" w:rsidP="0049494D">
      <w:pPr>
        <w:pStyle w:val="ListPara"/>
      </w:pPr>
      <w:r>
        <w:t>Installation proceeds.</w:t>
      </w:r>
    </w:p>
    <w:p w:rsidR="0049494D" w:rsidRDefault="00313B34" w:rsidP="00313B34">
      <w:pPr>
        <w:pStyle w:val="NumList"/>
      </w:pPr>
      <w:r>
        <w:tab/>
        <w:t>37.</w:t>
      </w:r>
      <w:r>
        <w:tab/>
      </w:r>
      <w:r w:rsidR="0049494D">
        <w:t xml:space="preserve">On the </w:t>
      </w:r>
      <w:r w:rsidR="0049494D" w:rsidRPr="0049494D">
        <w:t>Installation Progress</w:t>
      </w:r>
      <w:r w:rsidR="0049494D">
        <w:t xml:space="preserve"> page, click </w:t>
      </w:r>
      <w:proofErr w:type="gramStart"/>
      <w:r w:rsidR="0049494D" w:rsidRPr="0049494D">
        <w:t>Next</w:t>
      </w:r>
      <w:proofErr w:type="gramEnd"/>
      <w:r w:rsidR="0049494D">
        <w:t>.</w:t>
      </w:r>
    </w:p>
    <w:p w:rsidR="0049494D" w:rsidRDefault="00313B34" w:rsidP="00313B34">
      <w:pPr>
        <w:pStyle w:val="NumList"/>
      </w:pPr>
      <w:r>
        <w:tab/>
        <w:t>38.</w:t>
      </w:r>
      <w:r>
        <w:tab/>
      </w:r>
      <w:r w:rsidR="0049494D">
        <w:t xml:space="preserve">On the </w:t>
      </w:r>
      <w:r w:rsidR="0049494D" w:rsidRPr="0049494D">
        <w:t>Complete</w:t>
      </w:r>
      <w:r w:rsidR="0049494D">
        <w:t xml:space="preserve"> page, click </w:t>
      </w:r>
      <w:r w:rsidR="0049494D" w:rsidRPr="0049494D">
        <w:t>Close</w:t>
      </w:r>
      <w:r w:rsidR="0049494D">
        <w:t>.</w:t>
      </w:r>
    </w:p>
    <w:p w:rsidR="0049494D" w:rsidRDefault="00313B34" w:rsidP="00313B34">
      <w:pPr>
        <w:pStyle w:val="NumList"/>
      </w:pPr>
      <w:r>
        <w:tab/>
      </w:r>
      <w:proofErr w:type="gramStart"/>
      <w:r>
        <w:t>39.</w:t>
      </w:r>
      <w:r>
        <w:tab/>
      </w:r>
      <w:r w:rsidR="0049494D">
        <w:t xml:space="preserve">Close </w:t>
      </w:r>
      <w:r w:rsidR="0049494D" w:rsidRPr="0049494D">
        <w:t>SQL Server Installation Center</w:t>
      </w:r>
      <w:r w:rsidR="0049494D">
        <w:t>.</w:t>
      </w:r>
      <w:proofErr w:type="gramEnd"/>
    </w:p>
    <w:p w:rsidR="00303E10" w:rsidRDefault="00303E10" w:rsidP="00313B34">
      <w:pPr>
        <w:pStyle w:val="Heading2"/>
      </w:pPr>
      <w:r>
        <w:t>Create the SQL INSTALLED snapshot</w:t>
      </w:r>
    </w:p>
    <w:p w:rsidR="00303E10" w:rsidRDefault="00303E10" w:rsidP="00303E10">
      <w:pPr>
        <w:pStyle w:val="Normalafterheadonly"/>
      </w:pPr>
      <w:r>
        <w:t>The SQL INSTALLED snapshot captures the contoso.com domain with CONTOSO-DC and SP2010-WFE1 with SQL Server installed.</w:t>
      </w:r>
      <w:r w:rsidRPr="00303E10">
        <w:t xml:space="preserve"> </w:t>
      </w:r>
      <w:r>
        <w:t>Perform this procedure for the following virtual machines: CONTOSO-DC and SP2010-WFE1.</w:t>
      </w:r>
    </w:p>
    <w:p w:rsidR="00303E10" w:rsidRDefault="00313B34" w:rsidP="00313B34">
      <w:pPr>
        <w:pStyle w:val="NumList"/>
      </w:pPr>
      <w:r>
        <w:tab/>
        <w:t>1.</w:t>
      </w:r>
      <w:r>
        <w:tab/>
      </w:r>
      <w:r w:rsidR="00303E10" w:rsidRPr="00331B6A">
        <w:t xml:space="preserve">Shut down </w:t>
      </w:r>
      <w:r w:rsidR="00303E10">
        <w:t>the virtual machine.</w:t>
      </w:r>
    </w:p>
    <w:p w:rsidR="00303E10" w:rsidRDefault="00313B34" w:rsidP="00313B34">
      <w:pPr>
        <w:pStyle w:val="NumList"/>
      </w:pPr>
      <w:r>
        <w:tab/>
        <w:t>2.</w:t>
      </w:r>
      <w:r>
        <w:tab/>
      </w:r>
      <w:proofErr w:type="spellStart"/>
      <w:r w:rsidR="00303E10">
        <w:t>Unmount</w:t>
      </w:r>
      <w:proofErr w:type="spellEnd"/>
      <w:r w:rsidR="00303E10">
        <w:t xml:space="preserve"> </w:t>
      </w:r>
      <w:r w:rsidR="0025473D">
        <w:t>any</w:t>
      </w:r>
      <w:r w:rsidR="00303E10">
        <w:t xml:space="preserve"> ISO image currently used as the CD/DVD drive. Use the </w:t>
      </w:r>
      <w:r>
        <w:t>"</w:t>
      </w:r>
      <w:proofErr w:type="spellStart"/>
      <w:r w:rsidR="00303E10" w:rsidRPr="004264BB">
        <w:t>Unmount</w:t>
      </w:r>
      <w:proofErr w:type="spellEnd"/>
      <w:r w:rsidR="00303E10" w:rsidRPr="004264BB">
        <w:t xml:space="preserve"> an ISO Image</w:t>
      </w:r>
      <w:r>
        <w:t>"</w:t>
      </w:r>
      <w:r w:rsidRPr="00313B34">
        <w:t xml:space="preserve"> </w:t>
      </w:r>
      <w:r>
        <w:t>procedure</w:t>
      </w:r>
      <w:r w:rsidR="00303E10" w:rsidRPr="005148F9">
        <w:t xml:space="preserve"> </w:t>
      </w:r>
      <w:r w:rsidR="00303E10">
        <w:t xml:space="preserve">in the </w:t>
      </w:r>
      <w:r>
        <w:t>"</w:t>
      </w:r>
      <w:r w:rsidR="00303E10" w:rsidRPr="004264BB">
        <w:t>Virtual Machine Procedures</w:t>
      </w:r>
      <w:r>
        <w:t>"</w:t>
      </w:r>
      <w:r w:rsidRPr="00313B34">
        <w:t xml:space="preserve"> </w:t>
      </w:r>
      <w:r>
        <w:t>section</w:t>
      </w:r>
      <w:r w:rsidR="00303E10">
        <w:t>.</w:t>
      </w:r>
    </w:p>
    <w:p w:rsidR="00303E10" w:rsidRDefault="00313B34" w:rsidP="00313B34">
      <w:pPr>
        <w:pStyle w:val="NumList"/>
      </w:pPr>
      <w:r>
        <w:tab/>
        <w:t>3.</w:t>
      </w:r>
      <w:r>
        <w:tab/>
      </w:r>
      <w:r w:rsidR="00303E10">
        <w:t xml:space="preserve">Create a snapshot named </w:t>
      </w:r>
      <w:r w:rsidR="00303E10" w:rsidRPr="00313B34">
        <w:rPr>
          <w:b/>
        </w:rPr>
        <w:t>SQL INSTALLED</w:t>
      </w:r>
      <w:r w:rsidR="00303E10">
        <w:t xml:space="preserve">. Use the </w:t>
      </w:r>
      <w:r>
        <w:t>"</w:t>
      </w:r>
      <w:r w:rsidR="00303E10" w:rsidRPr="004264BB">
        <w:t>Create a Snapshot</w:t>
      </w:r>
      <w:r>
        <w:t>"</w:t>
      </w:r>
      <w:r w:rsidRPr="00313B34">
        <w:t xml:space="preserve"> </w:t>
      </w:r>
      <w:r>
        <w:t>procedure</w:t>
      </w:r>
      <w:r w:rsidR="00303E10">
        <w:t xml:space="preserve"> in the </w:t>
      </w:r>
      <w:r>
        <w:t>"</w:t>
      </w:r>
      <w:r w:rsidR="00303E10" w:rsidRPr="004264BB">
        <w:t>Virtual Machine Procedures</w:t>
      </w:r>
      <w:r>
        <w:t>"</w:t>
      </w:r>
      <w:r w:rsidRPr="00313B34">
        <w:t xml:space="preserve"> </w:t>
      </w:r>
      <w:r>
        <w:t>section</w:t>
      </w:r>
      <w:r w:rsidR="00303E10">
        <w:t>.</w:t>
      </w:r>
    </w:p>
    <w:sectPr w:rsidR="00303E10" w:rsidSect="00AE6260">
      <w:footerReference w:type="default" r:id="rId9"/>
      <w:type w:val="continuous"/>
      <w:pgSz w:w="10620" w:h="12960" w:code="167"/>
      <w:pgMar w:top="720" w:right="1718" w:bottom="120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AA7" w:rsidRDefault="00231AA7" w:rsidP="00C630F9">
      <w:r>
        <w:separator/>
      </w:r>
    </w:p>
  </w:endnote>
  <w:endnote w:type="continuationSeparator" w:id="0">
    <w:p w:rsidR="00231AA7" w:rsidRDefault="00231AA7" w:rsidP="00C63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w:altName w:val="Courier New"/>
    <w:panose1 w:val="000B0500000000000000"/>
    <w:charset w:val="00"/>
    <w:family w:val="swiss"/>
    <w:notTrueType/>
    <w:pitch w:val="variable"/>
    <w:sig w:usb0="00000083" w:usb1="00000000" w:usb2="00000000" w:usb3="00000000" w:csb0="00000009" w:csb1="00000000"/>
  </w:font>
  <w:font w:name="Segoe-Bold">
    <w:panose1 w:val="00000000000000000000"/>
    <w:charset w:val="00"/>
    <w:family w:val="auto"/>
    <w:notTrueType/>
    <w:pitch w:val="default"/>
    <w:sig w:usb0="00000003" w:usb1="00000000" w:usb2="00000000" w:usb3="00000000" w:csb0="00000001" w:csb1="00000000"/>
  </w:font>
  <w:font w:name="Segoe Semibold">
    <w:altName w:val="Courier New"/>
    <w:panose1 w:val="000B0500000000000000"/>
    <w:charset w:val="00"/>
    <w:family w:val="swiss"/>
    <w:notTrueType/>
    <w:pitch w:val="variable"/>
    <w:sig w:usb0="00000083" w:usb1="00000000" w:usb2="00000000" w:usb3="00000000" w:csb0="00000009" w:csb1="00000000"/>
  </w:font>
  <w:font w:name="Segoe-Semibold">
    <w:altName w:val="Courier New"/>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Lucida Sans Typewriter Std">
    <w:panose1 w:val="00000000000000000000"/>
    <w:charset w:val="00"/>
    <w:family w:val="modern"/>
    <w:notTrueType/>
    <w:pitch w:val="fixed"/>
    <w:sig w:usb0="00000003" w:usb1="00000000" w:usb2="00000000" w:usb3="00000000" w:csb0="00000001" w:csb1="00000000"/>
  </w:font>
  <w:font w:name="Segoe-Italic">
    <w:altName w:val="Courier New"/>
    <w:panose1 w:val="00000000000000000000"/>
    <w:charset w:val="00"/>
    <w:family w:val="auto"/>
    <w:notTrueType/>
    <w:pitch w:val="default"/>
    <w:sig w:usb0="00000003" w:usb1="00000000" w:usb2="00000000" w:usb3="00000000" w:csb0="00000001" w:csb1="00000000"/>
  </w:font>
  <w:font w:name="Segoe-Light">
    <w:panose1 w:val="00000000000000000000"/>
    <w:charset w:val="00"/>
    <w:family w:val="auto"/>
    <w:notTrueType/>
    <w:pitch w:val="default"/>
    <w:sig w:usb0="00000003" w:usb1="00000000" w:usb2="00000000" w:usb3="00000000" w:csb0="00000001" w:csb1="00000000"/>
  </w:font>
  <w:font w:name="Segoe-SemiboldItalic">
    <w:panose1 w:val="00000000000000000000"/>
    <w:charset w:val="00"/>
    <w:family w:val="auto"/>
    <w:notTrueType/>
    <w:pitch w:val="default"/>
    <w:sig w:usb0="00000003" w:usb1="00000000" w:usb2="00000000" w:usb3="00000000" w:csb0="00000001" w:csb1="00000000"/>
  </w:font>
  <w:font w:name="SegoeBlack-Italic">
    <w:panose1 w:val="00000000000000000000"/>
    <w:charset w:val="00"/>
    <w:family w:val="auto"/>
    <w:notTrueType/>
    <w:pitch w:val="default"/>
    <w:sig w:usb0="00000003" w:usb1="00000000" w:usb2="00000000" w:usb3="00000000" w:csb0="00000001" w:csb1="00000000"/>
  </w:font>
  <w:font w:name="ZapfDingbats">
    <w:panose1 w:val="00000000000000000000"/>
    <w:charset w:val="02"/>
    <w:family w:val="decorative"/>
    <w:notTrueTyp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FA4" w:rsidRDefault="00CF1FA4" w:rsidP="00C630F9">
    <w:pPr>
      <w:pStyle w:val="Footer"/>
    </w:pPr>
    <w:r>
      <w:t>© 2011 Microsoft Corporation</w:t>
    </w:r>
    <w:r>
      <w:tab/>
      <w:t xml:space="preserve">Page </w:t>
    </w:r>
    <w:r w:rsidR="0077180A">
      <w:fldChar w:fldCharType="begin"/>
    </w:r>
    <w:r w:rsidR="0077180A">
      <w:instrText xml:space="preserve"> PAGE </w:instrText>
    </w:r>
    <w:r w:rsidR="0077180A">
      <w:fldChar w:fldCharType="separate"/>
    </w:r>
    <w:r w:rsidR="00E44196">
      <w:rPr>
        <w:noProof/>
      </w:rPr>
      <w:t>1</w:t>
    </w:r>
    <w:r w:rsidR="0077180A">
      <w:rPr>
        <w:noProof/>
      </w:rPr>
      <w:fldChar w:fldCharType="end"/>
    </w:r>
    <w:r>
      <w:tab/>
    </w:r>
    <w:r w:rsidR="0077180A">
      <w:fldChar w:fldCharType="begin"/>
    </w:r>
    <w:r w:rsidR="0077180A">
      <w:instrText xml:space="preserve"> DATE \@ "M/d/yyyy" </w:instrText>
    </w:r>
    <w:r w:rsidR="0077180A">
      <w:fldChar w:fldCharType="separate"/>
    </w:r>
    <w:r w:rsidR="00E44196">
      <w:rPr>
        <w:noProof/>
      </w:rPr>
      <w:t>8/9/2011</w:t>
    </w:r>
    <w:r w:rsidR="0077180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AA7" w:rsidRDefault="00231AA7" w:rsidP="00C630F9">
      <w:r>
        <w:separator/>
      </w:r>
    </w:p>
  </w:footnote>
  <w:footnote w:type="continuationSeparator" w:id="0">
    <w:p w:rsidR="00231AA7" w:rsidRDefault="00231AA7" w:rsidP="00C630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A60D64"/>
    <w:lvl w:ilvl="0">
      <w:start w:val="1"/>
      <w:numFmt w:val="decimal"/>
      <w:lvlText w:val="%1."/>
      <w:lvlJc w:val="left"/>
      <w:pPr>
        <w:tabs>
          <w:tab w:val="num" w:pos="1800"/>
        </w:tabs>
        <w:ind w:left="1800" w:hanging="360"/>
      </w:pPr>
    </w:lvl>
  </w:abstractNum>
  <w:abstractNum w:abstractNumId="1">
    <w:nsid w:val="FFFFFF7D"/>
    <w:multiLevelType w:val="singleLevel"/>
    <w:tmpl w:val="6D14F14A"/>
    <w:lvl w:ilvl="0">
      <w:start w:val="1"/>
      <w:numFmt w:val="decimal"/>
      <w:lvlText w:val="%1."/>
      <w:lvlJc w:val="left"/>
      <w:pPr>
        <w:tabs>
          <w:tab w:val="num" w:pos="1440"/>
        </w:tabs>
        <w:ind w:left="1440" w:hanging="360"/>
      </w:pPr>
    </w:lvl>
  </w:abstractNum>
  <w:abstractNum w:abstractNumId="2">
    <w:nsid w:val="FFFFFF7E"/>
    <w:multiLevelType w:val="singleLevel"/>
    <w:tmpl w:val="FA82E5EC"/>
    <w:lvl w:ilvl="0">
      <w:start w:val="1"/>
      <w:numFmt w:val="decimal"/>
      <w:lvlText w:val="%1."/>
      <w:lvlJc w:val="left"/>
      <w:pPr>
        <w:tabs>
          <w:tab w:val="num" w:pos="1080"/>
        </w:tabs>
        <w:ind w:left="1080" w:hanging="360"/>
      </w:pPr>
    </w:lvl>
  </w:abstractNum>
  <w:abstractNum w:abstractNumId="3">
    <w:nsid w:val="FFFFFF7F"/>
    <w:multiLevelType w:val="singleLevel"/>
    <w:tmpl w:val="0D7A5CC8"/>
    <w:lvl w:ilvl="0">
      <w:start w:val="1"/>
      <w:numFmt w:val="decimal"/>
      <w:lvlText w:val="%1."/>
      <w:lvlJc w:val="left"/>
      <w:pPr>
        <w:tabs>
          <w:tab w:val="num" w:pos="720"/>
        </w:tabs>
        <w:ind w:left="720" w:hanging="360"/>
      </w:pPr>
    </w:lvl>
  </w:abstractNum>
  <w:abstractNum w:abstractNumId="4">
    <w:nsid w:val="FFFFFF80"/>
    <w:multiLevelType w:val="singleLevel"/>
    <w:tmpl w:val="2034AB4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82A698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8580F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814F6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1E8F50E"/>
    <w:lvl w:ilvl="0">
      <w:start w:val="1"/>
      <w:numFmt w:val="decimal"/>
      <w:lvlText w:val="%1."/>
      <w:lvlJc w:val="left"/>
      <w:pPr>
        <w:tabs>
          <w:tab w:val="num" w:pos="360"/>
        </w:tabs>
        <w:ind w:left="360" w:hanging="360"/>
      </w:pPr>
    </w:lvl>
  </w:abstractNum>
  <w:abstractNum w:abstractNumId="9">
    <w:nsid w:val="FFFFFF89"/>
    <w:multiLevelType w:val="singleLevel"/>
    <w:tmpl w:val="2012BA50"/>
    <w:lvl w:ilvl="0">
      <w:start w:val="1"/>
      <w:numFmt w:val="bullet"/>
      <w:lvlText w:val=""/>
      <w:lvlJc w:val="left"/>
      <w:pPr>
        <w:tabs>
          <w:tab w:val="num" w:pos="360"/>
        </w:tabs>
        <w:ind w:left="360" w:hanging="360"/>
      </w:pPr>
      <w:rPr>
        <w:rFonts w:ascii="Symbol" w:hAnsi="Symbol" w:hint="default"/>
      </w:rPr>
    </w:lvl>
  </w:abstractNum>
  <w:abstractNum w:abstractNumId="10">
    <w:nsid w:val="06FF2401"/>
    <w:multiLevelType w:val="hybridMultilevel"/>
    <w:tmpl w:val="A6FC9114"/>
    <w:lvl w:ilvl="0" w:tplc="C682EADE">
      <w:start w:val="1"/>
      <w:numFmt w:val="bullet"/>
      <w:pStyle w:val="Bull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65329F2"/>
    <w:multiLevelType w:val="hybridMultilevel"/>
    <w:tmpl w:val="46188C64"/>
    <w:lvl w:ilvl="0" w:tplc="69EABC16">
      <w:start w:val="1"/>
      <w:numFmt w:val="bullet"/>
      <w:pStyle w:val="Objective"/>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D9877E9"/>
    <w:multiLevelType w:val="hybridMultilevel"/>
    <w:tmpl w:val="D200DE5A"/>
    <w:lvl w:ilvl="0" w:tplc="D53286A0">
      <w:start w:val="1"/>
      <w:numFmt w:val="bullet"/>
      <w:pStyle w:val="ChTOC"/>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40A2EA8"/>
    <w:multiLevelType w:val="hybridMultilevel"/>
    <w:tmpl w:val="2A707A34"/>
    <w:lvl w:ilvl="0" w:tplc="820698E0">
      <w:start w:val="1"/>
      <w:numFmt w:val="bullet"/>
      <w:pStyle w:val="SbarBullList2"/>
      <w:lvlText w:val=""/>
      <w:lvlJc w:val="left"/>
      <w:pPr>
        <w:tabs>
          <w:tab w:val="num" w:pos="1920"/>
        </w:tabs>
        <w:ind w:left="1920" w:hanging="360"/>
      </w:pPr>
      <w:rPr>
        <w:rFonts w:ascii="Symbol" w:hAnsi="Symbol" w:hint="default"/>
      </w:rPr>
    </w:lvl>
    <w:lvl w:ilvl="1" w:tplc="04090003" w:tentative="1">
      <w:start w:val="1"/>
      <w:numFmt w:val="bullet"/>
      <w:lvlText w:val="o"/>
      <w:lvlJc w:val="left"/>
      <w:pPr>
        <w:tabs>
          <w:tab w:val="num" w:pos="2640"/>
        </w:tabs>
        <w:ind w:left="2640" w:hanging="360"/>
      </w:pPr>
      <w:rPr>
        <w:rFonts w:ascii="Courier New" w:hAnsi="Courier New" w:cs="Courier New" w:hint="default"/>
      </w:rPr>
    </w:lvl>
    <w:lvl w:ilvl="2" w:tplc="04090005" w:tentative="1">
      <w:start w:val="1"/>
      <w:numFmt w:val="bullet"/>
      <w:lvlText w:val=""/>
      <w:lvlJc w:val="left"/>
      <w:pPr>
        <w:tabs>
          <w:tab w:val="num" w:pos="3360"/>
        </w:tabs>
        <w:ind w:left="3360" w:hanging="360"/>
      </w:pPr>
      <w:rPr>
        <w:rFonts w:ascii="Wingdings" w:hAnsi="Wingdings" w:hint="default"/>
      </w:rPr>
    </w:lvl>
    <w:lvl w:ilvl="3" w:tplc="04090001" w:tentative="1">
      <w:start w:val="1"/>
      <w:numFmt w:val="bullet"/>
      <w:lvlText w:val=""/>
      <w:lvlJc w:val="left"/>
      <w:pPr>
        <w:tabs>
          <w:tab w:val="num" w:pos="4080"/>
        </w:tabs>
        <w:ind w:left="4080" w:hanging="360"/>
      </w:pPr>
      <w:rPr>
        <w:rFonts w:ascii="Symbol" w:hAnsi="Symbol" w:hint="default"/>
      </w:rPr>
    </w:lvl>
    <w:lvl w:ilvl="4" w:tplc="04090003" w:tentative="1">
      <w:start w:val="1"/>
      <w:numFmt w:val="bullet"/>
      <w:lvlText w:val="o"/>
      <w:lvlJc w:val="left"/>
      <w:pPr>
        <w:tabs>
          <w:tab w:val="num" w:pos="4800"/>
        </w:tabs>
        <w:ind w:left="4800" w:hanging="360"/>
      </w:pPr>
      <w:rPr>
        <w:rFonts w:ascii="Courier New" w:hAnsi="Courier New" w:cs="Courier New" w:hint="default"/>
      </w:rPr>
    </w:lvl>
    <w:lvl w:ilvl="5" w:tplc="04090005" w:tentative="1">
      <w:start w:val="1"/>
      <w:numFmt w:val="bullet"/>
      <w:lvlText w:val=""/>
      <w:lvlJc w:val="left"/>
      <w:pPr>
        <w:tabs>
          <w:tab w:val="num" w:pos="5520"/>
        </w:tabs>
        <w:ind w:left="5520" w:hanging="360"/>
      </w:pPr>
      <w:rPr>
        <w:rFonts w:ascii="Wingdings" w:hAnsi="Wingdings" w:hint="default"/>
      </w:rPr>
    </w:lvl>
    <w:lvl w:ilvl="6" w:tplc="04090001" w:tentative="1">
      <w:start w:val="1"/>
      <w:numFmt w:val="bullet"/>
      <w:lvlText w:val=""/>
      <w:lvlJc w:val="left"/>
      <w:pPr>
        <w:tabs>
          <w:tab w:val="num" w:pos="6240"/>
        </w:tabs>
        <w:ind w:left="6240" w:hanging="360"/>
      </w:pPr>
      <w:rPr>
        <w:rFonts w:ascii="Symbol" w:hAnsi="Symbol" w:hint="default"/>
      </w:rPr>
    </w:lvl>
    <w:lvl w:ilvl="7" w:tplc="04090003" w:tentative="1">
      <w:start w:val="1"/>
      <w:numFmt w:val="bullet"/>
      <w:lvlText w:val="o"/>
      <w:lvlJc w:val="left"/>
      <w:pPr>
        <w:tabs>
          <w:tab w:val="num" w:pos="6960"/>
        </w:tabs>
        <w:ind w:left="6960" w:hanging="360"/>
      </w:pPr>
      <w:rPr>
        <w:rFonts w:ascii="Courier New" w:hAnsi="Courier New" w:cs="Courier New" w:hint="default"/>
      </w:rPr>
    </w:lvl>
    <w:lvl w:ilvl="8" w:tplc="04090005" w:tentative="1">
      <w:start w:val="1"/>
      <w:numFmt w:val="bullet"/>
      <w:lvlText w:val=""/>
      <w:lvlJc w:val="left"/>
      <w:pPr>
        <w:tabs>
          <w:tab w:val="num" w:pos="7680"/>
        </w:tabs>
        <w:ind w:left="7680" w:hanging="360"/>
      </w:pPr>
      <w:rPr>
        <w:rFonts w:ascii="Wingdings" w:hAnsi="Wingdings" w:hint="default"/>
      </w:rPr>
    </w:lvl>
  </w:abstractNum>
  <w:abstractNum w:abstractNumId="14">
    <w:nsid w:val="37446085"/>
    <w:multiLevelType w:val="hybridMultilevel"/>
    <w:tmpl w:val="BBE4D252"/>
    <w:lvl w:ilvl="0" w:tplc="4B0C912C">
      <w:start w:val="1"/>
      <w:numFmt w:val="bullet"/>
      <w:pStyle w:val="BullListinNumberlistonly"/>
      <w:lvlText w:val=""/>
      <w:lvlJc w:val="left"/>
      <w:pPr>
        <w:tabs>
          <w:tab w:val="num" w:pos="907"/>
        </w:tabs>
        <w:ind w:left="90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62712FC"/>
    <w:multiLevelType w:val="hybridMultilevel"/>
    <w:tmpl w:val="0CFA3602"/>
    <w:lvl w:ilvl="0" w:tplc="4726D470">
      <w:start w:val="1"/>
      <w:numFmt w:val="bullet"/>
      <w:pStyle w:val="ObjectiveAfterthisLesson"/>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89A0A92"/>
    <w:multiLevelType w:val="multilevel"/>
    <w:tmpl w:val="F8661A9A"/>
    <w:lvl w:ilvl="0">
      <w:start w:val="1"/>
      <w:numFmt w:val="decimal"/>
      <w:pStyle w:val="Step"/>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CA81E8F"/>
    <w:multiLevelType w:val="hybridMultilevel"/>
    <w:tmpl w:val="8466DEB6"/>
    <w:lvl w:ilvl="0" w:tplc="76F41262">
      <w:start w:val="1"/>
      <w:numFmt w:val="bullet"/>
      <w:pStyle w:val="SbarBullList"/>
      <w:lvlText w:val=""/>
      <w:lvlJc w:val="left"/>
      <w:pPr>
        <w:tabs>
          <w:tab w:val="num" w:pos="907"/>
        </w:tabs>
        <w:ind w:left="907"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8">
    <w:nsid w:val="614A31EC"/>
    <w:multiLevelType w:val="hybridMultilevel"/>
    <w:tmpl w:val="C04A5CCC"/>
    <w:lvl w:ilvl="0" w:tplc="65B09258">
      <w:start w:val="1"/>
      <w:numFmt w:val="bullet"/>
      <w:pStyle w:val="BullList2"/>
      <w:lvlText w:val=""/>
      <w:lvlJc w:val="left"/>
      <w:pPr>
        <w:tabs>
          <w:tab w:val="num" w:pos="907"/>
        </w:tabs>
        <w:ind w:left="907"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9">
    <w:nsid w:val="67AB584A"/>
    <w:multiLevelType w:val="hybridMultilevel"/>
    <w:tmpl w:val="F7D67106"/>
    <w:lvl w:ilvl="0" w:tplc="853CCE56">
      <w:start w:val="1"/>
      <w:numFmt w:val="bullet"/>
      <w:pStyle w:val="Lb2"/>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1"/>
  </w:num>
  <w:num w:numId="3">
    <w:abstractNumId w:val="10"/>
  </w:num>
  <w:num w:numId="4">
    <w:abstractNumId w:val="14"/>
  </w:num>
  <w:num w:numId="5">
    <w:abstractNumId w:val="18"/>
  </w:num>
  <w:num w:numId="6">
    <w:abstractNumId w:val="13"/>
  </w:num>
  <w:num w:numId="7">
    <w:abstractNumId w:val="8"/>
  </w:num>
  <w:num w:numId="8">
    <w:abstractNumId w:val="17"/>
  </w:num>
  <w:num w:numId="9">
    <w:abstractNumId w:val="15"/>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16"/>
    <w:lvlOverride w:ilvl="0">
      <w:startOverride w:val="1"/>
    </w:lvlOverride>
  </w:num>
  <w:num w:numId="27">
    <w:abstractNumId w:val="19"/>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8"/>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8"/>
    <w:lvlOverride w:ilvl="0">
      <w:startOverride w:val="1"/>
    </w:lvlOverride>
  </w:num>
  <w:num w:numId="42">
    <w:abstractNumId w:val="8"/>
    <w:lvlOverride w:ilvl="0">
      <w:startOverride w:val="1"/>
    </w:lvlOverride>
  </w:num>
  <w:num w:numId="43">
    <w:abstractNumId w:val="8"/>
    <w:lvlOverride w:ilvl="0">
      <w:startOverride w:val="1"/>
    </w:lvlOverride>
  </w:num>
  <w:num w:numId="44">
    <w:abstractNumId w:val="9"/>
  </w:num>
  <w:num w:numId="45">
    <w:abstractNumId w:val="7"/>
  </w:num>
  <w:num w:numId="46">
    <w:abstractNumId w:val="6"/>
  </w:num>
  <w:num w:numId="47">
    <w:abstractNumId w:val="5"/>
  </w:num>
  <w:num w:numId="48">
    <w:abstractNumId w:val="4"/>
  </w:num>
  <w:num w:numId="49">
    <w:abstractNumId w:val="3"/>
  </w:num>
  <w:num w:numId="50">
    <w:abstractNumId w:val="2"/>
  </w:num>
  <w:num w:numId="51">
    <w:abstractNumId w:val="1"/>
  </w:num>
  <w:num w:numId="52">
    <w:abstractNumId w:val="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4"/>
  <w:embedSystemFonts/>
  <w:mirrorMargins/>
  <w:proofState w:spelling="clean" w:grammar="clean"/>
  <w:attachedTemplate r:id="rId1"/>
  <w:linkStyles/>
  <w:stylePaneFormatFilter w:val="0708" w:allStyles="0" w:customStyles="0" w:latentStyles="0" w:stylesInUse="1" w:headingStyles="0" w:numberingStyles="0" w:tableStyles="0" w:directFormattingOnRuns="1" w:directFormattingOnParagraphs="1" w:directFormattingOnNumbering="1" w:directFormattingOnTables="0" w:clearFormatting="0"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111"/>
    <w:rsid w:val="000027FD"/>
    <w:rsid w:val="00005067"/>
    <w:rsid w:val="00007B5A"/>
    <w:rsid w:val="00015A36"/>
    <w:rsid w:val="00015A89"/>
    <w:rsid w:val="00022FCF"/>
    <w:rsid w:val="000247C1"/>
    <w:rsid w:val="000307B5"/>
    <w:rsid w:val="0004127C"/>
    <w:rsid w:val="00043614"/>
    <w:rsid w:val="00044C70"/>
    <w:rsid w:val="00053797"/>
    <w:rsid w:val="0007638B"/>
    <w:rsid w:val="00077BEA"/>
    <w:rsid w:val="00080826"/>
    <w:rsid w:val="00085EA2"/>
    <w:rsid w:val="000868C9"/>
    <w:rsid w:val="0009006A"/>
    <w:rsid w:val="000A2600"/>
    <w:rsid w:val="000A3C02"/>
    <w:rsid w:val="000A4E19"/>
    <w:rsid w:val="000A57A9"/>
    <w:rsid w:val="000B71F3"/>
    <w:rsid w:val="000C1CE0"/>
    <w:rsid w:val="000D3C19"/>
    <w:rsid w:val="000D4219"/>
    <w:rsid w:val="000D459F"/>
    <w:rsid w:val="000D5E97"/>
    <w:rsid w:val="000E1A32"/>
    <w:rsid w:val="000E1DD3"/>
    <w:rsid w:val="000E26C1"/>
    <w:rsid w:val="000E6DE5"/>
    <w:rsid w:val="000F4A77"/>
    <w:rsid w:val="000F6D22"/>
    <w:rsid w:val="000F7AA8"/>
    <w:rsid w:val="00110502"/>
    <w:rsid w:val="001143C8"/>
    <w:rsid w:val="001150E2"/>
    <w:rsid w:val="00116DDA"/>
    <w:rsid w:val="00133CE0"/>
    <w:rsid w:val="00135117"/>
    <w:rsid w:val="001444EA"/>
    <w:rsid w:val="001501D6"/>
    <w:rsid w:val="00154D73"/>
    <w:rsid w:val="001609E6"/>
    <w:rsid w:val="0017420B"/>
    <w:rsid w:val="00183279"/>
    <w:rsid w:val="001911BC"/>
    <w:rsid w:val="001931A7"/>
    <w:rsid w:val="001E63FB"/>
    <w:rsid w:val="001E7B25"/>
    <w:rsid w:val="00215B90"/>
    <w:rsid w:val="002278C2"/>
    <w:rsid w:val="002309E3"/>
    <w:rsid w:val="00231AA7"/>
    <w:rsid w:val="0024363E"/>
    <w:rsid w:val="0025473D"/>
    <w:rsid w:val="002636F8"/>
    <w:rsid w:val="0027365C"/>
    <w:rsid w:val="00281D44"/>
    <w:rsid w:val="002943E8"/>
    <w:rsid w:val="002A0817"/>
    <w:rsid w:val="002A7806"/>
    <w:rsid w:val="002B59B9"/>
    <w:rsid w:val="002E0482"/>
    <w:rsid w:val="002E0FBD"/>
    <w:rsid w:val="002E193A"/>
    <w:rsid w:val="002E626D"/>
    <w:rsid w:val="002F229B"/>
    <w:rsid w:val="00303D6E"/>
    <w:rsid w:val="00303E10"/>
    <w:rsid w:val="00313B34"/>
    <w:rsid w:val="003156E4"/>
    <w:rsid w:val="00331B6A"/>
    <w:rsid w:val="00343CCD"/>
    <w:rsid w:val="00367DE0"/>
    <w:rsid w:val="003758BC"/>
    <w:rsid w:val="00376A9F"/>
    <w:rsid w:val="00393248"/>
    <w:rsid w:val="003A0E08"/>
    <w:rsid w:val="003A2389"/>
    <w:rsid w:val="003B6291"/>
    <w:rsid w:val="003C0B15"/>
    <w:rsid w:val="003C0D68"/>
    <w:rsid w:val="003D1FF7"/>
    <w:rsid w:val="003D3E0D"/>
    <w:rsid w:val="003D4DFC"/>
    <w:rsid w:val="003E1006"/>
    <w:rsid w:val="003E37AE"/>
    <w:rsid w:val="003F1D85"/>
    <w:rsid w:val="00420954"/>
    <w:rsid w:val="004264BB"/>
    <w:rsid w:val="00444493"/>
    <w:rsid w:val="004461A4"/>
    <w:rsid w:val="00447812"/>
    <w:rsid w:val="00450613"/>
    <w:rsid w:val="004538E9"/>
    <w:rsid w:val="00455E11"/>
    <w:rsid w:val="004663AE"/>
    <w:rsid w:val="0047440C"/>
    <w:rsid w:val="00485612"/>
    <w:rsid w:val="00485C4B"/>
    <w:rsid w:val="00490667"/>
    <w:rsid w:val="0049494D"/>
    <w:rsid w:val="004B13EE"/>
    <w:rsid w:val="004B29A1"/>
    <w:rsid w:val="004C0CF4"/>
    <w:rsid w:val="004C1FC3"/>
    <w:rsid w:val="004C75DB"/>
    <w:rsid w:val="004D3F95"/>
    <w:rsid w:val="004D5E39"/>
    <w:rsid w:val="004D6E29"/>
    <w:rsid w:val="004E094D"/>
    <w:rsid w:val="004E116D"/>
    <w:rsid w:val="004E3DBE"/>
    <w:rsid w:val="004E42B3"/>
    <w:rsid w:val="004E7F8B"/>
    <w:rsid w:val="00506E24"/>
    <w:rsid w:val="005132E3"/>
    <w:rsid w:val="005159F7"/>
    <w:rsid w:val="00516C47"/>
    <w:rsid w:val="005250A6"/>
    <w:rsid w:val="00535EDB"/>
    <w:rsid w:val="00542071"/>
    <w:rsid w:val="00553D1C"/>
    <w:rsid w:val="0056129F"/>
    <w:rsid w:val="00570E76"/>
    <w:rsid w:val="005743BB"/>
    <w:rsid w:val="00585940"/>
    <w:rsid w:val="005B5E2E"/>
    <w:rsid w:val="005D0C45"/>
    <w:rsid w:val="005F0823"/>
    <w:rsid w:val="00601075"/>
    <w:rsid w:val="006026D3"/>
    <w:rsid w:val="00617C5E"/>
    <w:rsid w:val="00620808"/>
    <w:rsid w:val="00622538"/>
    <w:rsid w:val="00625837"/>
    <w:rsid w:val="00630536"/>
    <w:rsid w:val="0063178E"/>
    <w:rsid w:val="006374A1"/>
    <w:rsid w:val="00644B35"/>
    <w:rsid w:val="00652772"/>
    <w:rsid w:val="00652EA3"/>
    <w:rsid w:val="00663E3A"/>
    <w:rsid w:val="00663F11"/>
    <w:rsid w:val="00670B30"/>
    <w:rsid w:val="00674D8E"/>
    <w:rsid w:val="00686548"/>
    <w:rsid w:val="006A24BF"/>
    <w:rsid w:val="006A4BDF"/>
    <w:rsid w:val="006A4C3B"/>
    <w:rsid w:val="006B32AD"/>
    <w:rsid w:val="006C1491"/>
    <w:rsid w:val="006C6346"/>
    <w:rsid w:val="006D60DA"/>
    <w:rsid w:val="006D6E24"/>
    <w:rsid w:val="006E1BC1"/>
    <w:rsid w:val="006E3AB9"/>
    <w:rsid w:val="006E61AC"/>
    <w:rsid w:val="007016A2"/>
    <w:rsid w:val="00727F08"/>
    <w:rsid w:val="00730B79"/>
    <w:rsid w:val="0073121C"/>
    <w:rsid w:val="00736833"/>
    <w:rsid w:val="00744E37"/>
    <w:rsid w:val="00745641"/>
    <w:rsid w:val="0075555F"/>
    <w:rsid w:val="00756CC0"/>
    <w:rsid w:val="00757F85"/>
    <w:rsid w:val="0077037B"/>
    <w:rsid w:val="0077180A"/>
    <w:rsid w:val="00782A03"/>
    <w:rsid w:val="00785F7F"/>
    <w:rsid w:val="0078613E"/>
    <w:rsid w:val="0079233C"/>
    <w:rsid w:val="00797544"/>
    <w:rsid w:val="007A436E"/>
    <w:rsid w:val="007B5934"/>
    <w:rsid w:val="007B6CC4"/>
    <w:rsid w:val="007C12FE"/>
    <w:rsid w:val="007C53FE"/>
    <w:rsid w:val="007D0F56"/>
    <w:rsid w:val="007D46CE"/>
    <w:rsid w:val="007E7E46"/>
    <w:rsid w:val="008036E3"/>
    <w:rsid w:val="00806CF2"/>
    <w:rsid w:val="00810A2E"/>
    <w:rsid w:val="00827330"/>
    <w:rsid w:val="00847712"/>
    <w:rsid w:val="00870885"/>
    <w:rsid w:val="0088030A"/>
    <w:rsid w:val="00890795"/>
    <w:rsid w:val="008B09E1"/>
    <w:rsid w:val="008B196B"/>
    <w:rsid w:val="008B5184"/>
    <w:rsid w:val="008C2866"/>
    <w:rsid w:val="008C4AA5"/>
    <w:rsid w:val="008C7F50"/>
    <w:rsid w:val="008D66F3"/>
    <w:rsid w:val="008D7FC6"/>
    <w:rsid w:val="008E7AC9"/>
    <w:rsid w:val="008F29E2"/>
    <w:rsid w:val="00917C46"/>
    <w:rsid w:val="00930A6F"/>
    <w:rsid w:val="009320DF"/>
    <w:rsid w:val="00941CA2"/>
    <w:rsid w:val="0094257C"/>
    <w:rsid w:val="00954367"/>
    <w:rsid w:val="00961F9F"/>
    <w:rsid w:val="009912A6"/>
    <w:rsid w:val="00991A93"/>
    <w:rsid w:val="0099509C"/>
    <w:rsid w:val="009A6B60"/>
    <w:rsid w:val="009B1111"/>
    <w:rsid w:val="009D5A57"/>
    <w:rsid w:val="009F4835"/>
    <w:rsid w:val="00A16147"/>
    <w:rsid w:val="00A164D2"/>
    <w:rsid w:val="00A30A74"/>
    <w:rsid w:val="00A437FC"/>
    <w:rsid w:val="00A47455"/>
    <w:rsid w:val="00A53378"/>
    <w:rsid w:val="00A54471"/>
    <w:rsid w:val="00A67543"/>
    <w:rsid w:val="00A960E4"/>
    <w:rsid w:val="00AB0CB9"/>
    <w:rsid w:val="00AB6E48"/>
    <w:rsid w:val="00AB7DDD"/>
    <w:rsid w:val="00AC074E"/>
    <w:rsid w:val="00AC11A5"/>
    <w:rsid w:val="00AE0774"/>
    <w:rsid w:val="00AE6260"/>
    <w:rsid w:val="00AE62F9"/>
    <w:rsid w:val="00B048B3"/>
    <w:rsid w:val="00B17533"/>
    <w:rsid w:val="00B231AA"/>
    <w:rsid w:val="00B23EE2"/>
    <w:rsid w:val="00B274FD"/>
    <w:rsid w:val="00B353C1"/>
    <w:rsid w:val="00B52355"/>
    <w:rsid w:val="00B53B06"/>
    <w:rsid w:val="00B55FEC"/>
    <w:rsid w:val="00B57020"/>
    <w:rsid w:val="00B639AF"/>
    <w:rsid w:val="00B7696D"/>
    <w:rsid w:val="00B84C03"/>
    <w:rsid w:val="00B871FC"/>
    <w:rsid w:val="00BA0897"/>
    <w:rsid w:val="00BA0E33"/>
    <w:rsid w:val="00BB07D9"/>
    <w:rsid w:val="00BD16E6"/>
    <w:rsid w:val="00C15D17"/>
    <w:rsid w:val="00C17367"/>
    <w:rsid w:val="00C31B5F"/>
    <w:rsid w:val="00C4138D"/>
    <w:rsid w:val="00C571BD"/>
    <w:rsid w:val="00C62FC8"/>
    <w:rsid w:val="00C630F9"/>
    <w:rsid w:val="00C874D2"/>
    <w:rsid w:val="00C96F70"/>
    <w:rsid w:val="00CC4303"/>
    <w:rsid w:val="00CC4889"/>
    <w:rsid w:val="00CD3F5E"/>
    <w:rsid w:val="00CD7C7E"/>
    <w:rsid w:val="00CE3B4C"/>
    <w:rsid w:val="00CE5D2F"/>
    <w:rsid w:val="00CF1FA4"/>
    <w:rsid w:val="00D01E3A"/>
    <w:rsid w:val="00D03D25"/>
    <w:rsid w:val="00D27E4F"/>
    <w:rsid w:val="00D4041E"/>
    <w:rsid w:val="00D43D35"/>
    <w:rsid w:val="00D56726"/>
    <w:rsid w:val="00D63660"/>
    <w:rsid w:val="00D63908"/>
    <w:rsid w:val="00D737A3"/>
    <w:rsid w:val="00D76B71"/>
    <w:rsid w:val="00D86E0D"/>
    <w:rsid w:val="00DA2AEC"/>
    <w:rsid w:val="00DD314E"/>
    <w:rsid w:val="00DD62C2"/>
    <w:rsid w:val="00DE1A57"/>
    <w:rsid w:val="00DE2763"/>
    <w:rsid w:val="00DE3B7A"/>
    <w:rsid w:val="00DF2C8C"/>
    <w:rsid w:val="00DF6A15"/>
    <w:rsid w:val="00E0629A"/>
    <w:rsid w:val="00E1278A"/>
    <w:rsid w:val="00E25634"/>
    <w:rsid w:val="00E44196"/>
    <w:rsid w:val="00E52C17"/>
    <w:rsid w:val="00E60997"/>
    <w:rsid w:val="00E62DB3"/>
    <w:rsid w:val="00E729C8"/>
    <w:rsid w:val="00E83B89"/>
    <w:rsid w:val="00EA3012"/>
    <w:rsid w:val="00EA5D5A"/>
    <w:rsid w:val="00EB73A7"/>
    <w:rsid w:val="00EB7EEF"/>
    <w:rsid w:val="00EC463B"/>
    <w:rsid w:val="00ED2793"/>
    <w:rsid w:val="00ED6C4C"/>
    <w:rsid w:val="00EF17A9"/>
    <w:rsid w:val="00EF2644"/>
    <w:rsid w:val="00EF7425"/>
    <w:rsid w:val="00F15ABB"/>
    <w:rsid w:val="00F25159"/>
    <w:rsid w:val="00F372F0"/>
    <w:rsid w:val="00F63353"/>
    <w:rsid w:val="00F70E73"/>
    <w:rsid w:val="00F71E22"/>
    <w:rsid w:val="00F752E7"/>
    <w:rsid w:val="00F855A7"/>
    <w:rsid w:val="00F857C7"/>
    <w:rsid w:val="00F94DB1"/>
    <w:rsid w:val="00F9682F"/>
    <w:rsid w:val="00FC3EFB"/>
    <w:rsid w:val="00FC599E"/>
    <w:rsid w:val="00FD7A3C"/>
    <w:rsid w:val="00FE40BC"/>
    <w:rsid w:val="00FF0AB4"/>
    <w:rsid w:val="00FF3C8C"/>
    <w:rsid w:val="00FF5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5E3C"/>
    <w:pPr>
      <w:spacing w:after="60" w:line="260" w:lineRule="exact"/>
      <w:ind w:firstLine="245"/>
    </w:pPr>
    <w:rPr>
      <w:rFonts w:ascii="Segoe" w:hAnsi="Segoe"/>
      <w:sz w:val="18"/>
      <w:szCs w:val="24"/>
    </w:rPr>
  </w:style>
  <w:style w:type="paragraph" w:styleId="Heading1">
    <w:name w:val="heading 1"/>
    <w:aliases w:val="h1"/>
    <w:basedOn w:val="Normal"/>
    <w:next w:val="Normal"/>
    <w:qFormat/>
    <w:rsid w:val="00FF5E3C"/>
    <w:pPr>
      <w:keepNext/>
      <w:keepLines/>
      <w:widowControl w:val="0"/>
      <w:pBdr>
        <w:bottom w:val="single" w:sz="4" w:space="8" w:color="000000"/>
      </w:pBdr>
      <w:suppressAutoHyphens/>
      <w:autoSpaceDE w:val="0"/>
      <w:autoSpaceDN w:val="0"/>
      <w:adjustRightInd w:val="0"/>
      <w:spacing w:before="320" w:after="240" w:line="340" w:lineRule="exact"/>
      <w:ind w:firstLine="0"/>
      <w:textAlignment w:val="center"/>
      <w:outlineLvl w:val="0"/>
    </w:pPr>
    <w:rPr>
      <w:rFonts w:cs="Segoe-Bold"/>
      <w:b/>
      <w:bCs/>
      <w:color w:val="000000"/>
      <w:sz w:val="29"/>
      <w:szCs w:val="29"/>
    </w:rPr>
  </w:style>
  <w:style w:type="paragraph" w:styleId="Heading2">
    <w:name w:val="heading 2"/>
    <w:aliases w:val="h2"/>
    <w:basedOn w:val="Heading1"/>
    <w:qFormat/>
    <w:rsid w:val="00FF5E3C"/>
    <w:pPr>
      <w:pBdr>
        <w:bottom w:val="none" w:sz="0" w:space="0" w:color="auto"/>
      </w:pBdr>
      <w:spacing w:before="260" w:after="60" w:line="320" w:lineRule="exact"/>
      <w:outlineLvl w:val="1"/>
    </w:pPr>
    <w:rPr>
      <w:rFonts w:ascii="Segoe Semibold" w:hAnsi="Segoe Semibold" w:cs="Segoe-Semibold"/>
      <w:b w:val="0"/>
      <w:sz w:val="28"/>
      <w:szCs w:val="28"/>
    </w:rPr>
  </w:style>
  <w:style w:type="paragraph" w:styleId="Heading3">
    <w:name w:val="heading 3"/>
    <w:aliases w:val="h3"/>
    <w:basedOn w:val="Heading2"/>
    <w:next w:val="Normal"/>
    <w:qFormat/>
    <w:rsid w:val="00FF5E3C"/>
    <w:pPr>
      <w:spacing w:line="280" w:lineRule="exact"/>
      <w:outlineLvl w:val="2"/>
    </w:pPr>
    <w:rPr>
      <w:sz w:val="23"/>
      <w:szCs w:val="23"/>
    </w:rPr>
  </w:style>
  <w:style w:type="paragraph" w:styleId="Heading4">
    <w:name w:val="heading 4"/>
    <w:aliases w:val="h4"/>
    <w:basedOn w:val="Heading1"/>
    <w:next w:val="Normal"/>
    <w:qFormat/>
    <w:rsid w:val="00FF5E3C"/>
    <w:pPr>
      <w:pBdr>
        <w:bottom w:val="none" w:sz="0" w:space="0" w:color="auto"/>
      </w:pBdr>
      <w:spacing w:before="200" w:after="60" w:line="320" w:lineRule="exact"/>
      <w:outlineLvl w:val="3"/>
    </w:pPr>
    <w:rPr>
      <w:rFonts w:ascii="Segoe Semibold" w:hAnsi="Segoe Semibold" w:cs="Segoe-Semibold"/>
      <w:b w:val="0"/>
      <w:caps/>
      <w:sz w:val="17"/>
      <w:szCs w:val="17"/>
    </w:rPr>
  </w:style>
  <w:style w:type="paragraph" w:styleId="Heading5">
    <w:name w:val="heading 5"/>
    <w:aliases w:val="h5"/>
    <w:basedOn w:val="Normal"/>
    <w:next w:val="Normal"/>
    <w:qFormat/>
    <w:rsid w:val="00FF5E3C"/>
    <w:pPr>
      <w:widowControl w:val="0"/>
      <w:autoSpaceDE w:val="0"/>
      <w:autoSpaceDN w:val="0"/>
      <w:adjustRightInd w:val="0"/>
      <w:spacing w:before="60" w:line="260" w:lineRule="atLeast"/>
      <w:textAlignment w:val="center"/>
      <w:outlineLvl w:val="4"/>
    </w:pPr>
    <w:rPr>
      <w:rFonts w:cs="Segoe"/>
      <w:color w:val="000000"/>
      <w:szCs w:val="18"/>
    </w:rPr>
  </w:style>
  <w:style w:type="paragraph" w:styleId="Heading6">
    <w:name w:val="heading 6"/>
    <w:basedOn w:val="Normal"/>
    <w:next w:val="Normal"/>
    <w:link w:val="Heading6Char"/>
    <w:unhideWhenUsed/>
    <w:qFormat/>
    <w:rsid w:val="00FF5E3C"/>
    <w:pPr>
      <w:spacing w:before="24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Graphic">
    <w:name w:val="Fig-Graphic"/>
    <w:basedOn w:val="Normal"/>
    <w:rsid w:val="00FF5E3C"/>
    <w:pPr>
      <w:widowControl w:val="0"/>
      <w:suppressAutoHyphens/>
      <w:autoSpaceDE w:val="0"/>
      <w:autoSpaceDN w:val="0"/>
      <w:adjustRightInd w:val="0"/>
      <w:spacing w:before="200" w:line="240" w:lineRule="atLeast"/>
      <w:ind w:firstLine="0"/>
      <w:textAlignment w:val="center"/>
    </w:pPr>
    <w:rPr>
      <w:rFonts w:cs="Segoe"/>
      <w:color w:val="000000"/>
      <w:szCs w:val="18"/>
    </w:rPr>
  </w:style>
  <w:style w:type="paragraph" w:customStyle="1" w:styleId="Num-Caption">
    <w:name w:val="Num-Caption"/>
    <w:basedOn w:val="Normal"/>
    <w:next w:val="Normal"/>
    <w:rsid w:val="00FF5E3C"/>
    <w:pPr>
      <w:keepLines/>
      <w:widowControl w:val="0"/>
      <w:tabs>
        <w:tab w:val="center" w:pos="3250"/>
        <w:tab w:val="right" w:pos="8640"/>
      </w:tabs>
      <w:autoSpaceDE w:val="0"/>
      <w:autoSpaceDN w:val="0"/>
      <w:adjustRightInd w:val="0"/>
      <w:spacing w:after="240" w:line="200" w:lineRule="exact"/>
      <w:ind w:firstLine="0"/>
      <w:textAlignment w:val="center"/>
    </w:pPr>
    <w:rPr>
      <w:rFonts w:cs="Segoe"/>
      <w:color w:val="000000"/>
      <w:sz w:val="16"/>
      <w:szCs w:val="16"/>
    </w:rPr>
  </w:style>
  <w:style w:type="paragraph" w:customStyle="1" w:styleId="Readeraidonly">
    <w:name w:val="Readeraid (only)"/>
    <w:basedOn w:val="Normal"/>
    <w:next w:val="Normal"/>
    <w:rsid w:val="00FF5E3C"/>
    <w:pPr>
      <w:tabs>
        <w:tab w:val="center" w:pos="620"/>
        <w:tab w:val="left" w:pos="1440"/>
      </w:tabs>
      <w:spacing w:before="260" w:after="400"/>
      <w:ind w:left="245" w:right="245" w:firstLine="0"/>
    </w:pPr>
    <w:rPr>
      <w:rFonts w:ascii="Segoe Semibold" w:hAnsi="Segoe Semibold" w:cs="Segoe-Semibold"/>
      <w:sz w:val="17"/>
      <w:szCs w:val="17"/>
    </w:rPr>
  </w:style>
  <w:style w:type="paragraph" w:customStyle="1" w:styleId="Normalafterheadonly">
    <w:name w:val="Normal (after head only)"/>
    <w:basedOn w:val="Normal"/>
    <w:next w:val="Normal"/>
    <w:rsid w:val="00FF5E3C"/>
    <w:pPr>
      <w:widowControl w:val="0"/>
      <w:autoSpaceDE w:val="0"/>
      <w:autoSpaceDN w:val="0"/>
      <w:adjustRightInd w:val="0"/>
      <w:spacing w:line="260" w:lineRule="atLeast"/>
      <w:ind w:firstLine="0"/>
      <w:textAlignment w:val="center"/>
    </w:pPr>
    <w:rPr>
      <w:rFonts w:cs="Segoe"/>
      <w:color w:val="000000"/>
      <w:szCs w:val="18"/>
    </w:rPr>
  </w:style>
  <w:style w:type="paragraph" w:customStyle="1" w:styleId="Readeraidfirst">
    <w:name w:val="Readeraid (first)"/>
    <w:basedOn w:val="Readeraidonly"/>
    <w:rsid w:val="00FF5E3C"/>
    <w:pPr>
      <w:spacing w:after="60"/>
    </w:pPr>
  </w:style>
  <w:style w:type="paragraph" w:customStyle="1" w:styleId="Readeraidmid">
    <w:name w:val="Readeraid (mid)"/>
    <w:basedOn w:val="Readeraidfirst"/>
    <w:next w:val="Normal"/>
    <w:rsid w:val="00FF5E3C"/>
    <w:pPr>
      <w:spacing w:before="0"/>
    </w:pPr>
    <w:rPr>
      <w:color w:val="000000"/>
    </w:rPr>
  </w:style>
  <w:style w:type="paragraph" w:customStyle="1" w:styleId="ReaderaidNumList">
    <w:name w:val="Readeraid Num List"/>
    <w:basedOn w:val="NumList2"/>
    <w:rsid w:val="00FF5E3C"/>
    <w:pPr>
      <w:tabs>
        <w:tab w:val="decimal" w:pos="540"/>
        <w:tab w:val="left" w:pos="780"/>
      </w:tabs>
      <w:spacing w:before="60"/>
      <w:ind w:left="780" w:hanging="540"/>
    </w:pPr>
    <w:rPr>
      <w:rFonts w:ascii="Segoe Semibold" w:hAnsi="Segoe Semibold"/>
    </w:rPr>
  </w:style>
  <w:style w:type="paragraph" w:customStyle="1" w:styleId="ReaderaidListPara">
    <w:name w:val="Readeraid List Para"/>
    <w:basedOn w:val="Readeraidfirst"/>
    <w:rsid w:val="00FF5E3C"/>
    <w:pPr>
      <w:spacing w:before="0"/>
      <w:ind w:left="780"/>
    </w:pPr>
  </w:style>
  <w:style w:type="paragraph" w:customStyle="1" w:styleId="Readeraidlast">
    <w:name w:val="Readeraid (last)"/>
    <w:basedOn w:val="Readeraidonly"/>
    <w:next w:val="Normal"/>
    <w:rsid w:val="00FF5E3C"/>
    <w:pPr>
      <w:spacing w:before="60"/>
    </w:pPr>
    <w:rPr>
      <w:color w:val="000000"/>
    </w:rPr>
  </w:style>
  <w:style w:type="paragraph" w:customStyle="1" w:styleId="NumList">
    <w:name w:val="Num List"/>
    <w:basedOn w:val="Normal"/>
    <w:rsid w:val="00FF5E3C"/>
    <w:pPr>
      <w:widowControl w:val="0"/>
      <w:tabs>
        <w:tab w:val="decimal" w:pos="300"/>
        <w:tab w:val="left" w:pos="540"/>
      </w:tabs>
      <w:autoSpaceDE w:val="0"/>
      <w:autoSpaceDN w:val="0"/>
      <w:adjustRightInd w:val="0"/>
      <w:ind w:left="547" w:hanging="547"/>
      <w:textAlignment w:val="center"/>
    </w:pPr>
    <w:rPr>
      <w:rFonts w:cs="Segoe"/>
      <w:color w:val="000000"/>
      <w:szCs w:val="18"/>
    </w:rPr>
  </w:style>
  <w:style w:type="paragraph" w:customStyle="1" w:styleId="ListPara">
    <w:name w:val="List Para"/>
    <w:basedOn w:val="Normalafterheadonly"/>
    <w:rsid w:val="00FF5E3C"/>
    <w:pPr>
      <w:spacing w:line="260" w:lineRule="exact"/>
      <w:ind w:left="540"/>
    </w:pPr>
  </w:style>
  <w:style w:type="paragraph" w:customStyle="1" w:styleId="NumList2">
    <w:name w:val="Num List 2"/>
    <w:basedOn w:val="NumList"/>
    <w:rsid w:val="00FF5E3C"/>
    <w:pPr>
      <w:tabs>
        <w:tab w:val="clear" w:pos="300"/>
        <w:tab w:val="left" w:pos="900"/>
      </w:tabs>
      <w:ind w:left="860"/>
    </w:pPr>
  </w:style>
  <w:style w:type="paragraph" w:customStyle="1" w:styleId="ListFig-Graphic">
    <w:name w:val="List Fig-Graphic"/>
    <w:basedOn w:val="Fig-Graphic"/>
    <w:rsid w:val="00FF5E3C"/>
    <w:pPr>
      <w:ind w:left="547"/>
    </w:pPr>
    <w:rPr>
      <w:rFonts w:cs="Segoe-Bold"/>
      <w:b/>
      <w:bCs/>
      <w:sz w:val="14"/>
      <w:szCs w:val="14"/>
    </w:rPr>
  </w:style>
  <w:style w:type="paragraph" w:customStyle="1" w:styleId="SbarHeadspecial">
    <w:name w:val="Sbar Head (special)"/>
    <w:basedOn w:val="SbarHead"/>
    <w:rsid w:val="00FF5E3C"/>
    <w:pPr>
      <w:tabs>
        <w:tab w:val="left" w:pos="2160"/>
      </w:tabs>
      <w:spacing w:before="360" w:line="240" w:lineRule="exact"/>
      <w:ind w:right="0"/>
    </w:pPr>
    <w:rPr>
      <w:bCs w:val="0"/>
      <w:spacing w:val="8"/>
      <w:sz w:val="20"/>
      <w:szCs w:val="20"/>
    </w:rPr>
  </w:style>
  <w:style w:type="paragraph" w:customStyle="1" w:styleId="SbarParafirst">
    <w:name w:val="Sbar Para (first)"/>
    <w:basedOn w:val="Normalafterheadonly"/>
    <w:rsid w:val="00FF5E3C"/>
    <w:pPr>
      <w:spacing w:after="100" w:line="260" w:lineRule="exact"/>
      <w:ind w:left="540" w:right="480"/>
    </w:pPr>
    <w:rPr>
      <w:rFonts w:ascii="Segoe Semibold" w:hAnsi="Segoe Semibold" w:cs="Segoe-Semibold"/>
      <w:sz w:val="17"/>
      <w:szCs w:val="17"/>
    </w:rPr>
  </w:style>
  <w:style w:type="paragraph" w:customStyle="1" w:styleId="SbarParaonly">
    <w:name w:val="Sbar Para (only)"/>
    <w:basedOn w:val="SbarParafirst"/>
    <w:rsid w:val="00FF5E3C"/>
    <w:pPr>
      <w:spacing w:after="340"/>
    </w:pPr>
  </w:style>
  <w:style w:type="paragraph" w:customStyle="1" w:styleId="BullList">
    <w:name w:val="Bull List"/>
    <w:basedOn w:val="Normal"/>
    <w:link w:val="BullListCharChar"/>
    <w:rsid w:val="00FF5E3C"/>
    <w:pPr>
      <w:widowControl w:val="0"/>
      <w:numPr>
        <w:numId w:val="3"/>
      </w:numPr>
      <w:autoSpaceDE w:val="0"/>
      <w:autoSpaceDN w:val="0"/>
      <w:adjustRightInd w:val="0"/>
      <w:textAlignment w:val="center"/>
    </w:pPr>
    <w:rPr>
      <w:rFonts w:cs="Segoe"/>
      <w:color w:val="000000"/>
      <w:szCs w:val="18"/>
    </w:rPr>
  </w:style>
  <w:style w:type="paragraph" w:customStyle="1" w:styleId="BullListinNumberlistonly">
    <w:name w:val="Bull List (in Number list only)"/>
    <w:basedOn w:val="BullList"/>
    <w:link w:val="BullListinNumberlistonlyChar"/>
    <w:rsid w:val="00FF5E3C"/>
    <w:pPr>
      <w:numPr>
        <w:numId w:val="4"/>
      </w:numPr>
    </w:pPr>
  </w:style>
  <w:style w:type="paragraph" w:customStyle="1" w:styleId="CodeBlock">
    <w:name w:val="Code Block"/>
    <w:basedOn w:val="Normal"/>
    <w:rsid w:val="00FF5E3C"/>
    <w:pPr>
      <w:widowControl w:val="0"/>
      <w:suppressAutoHyphens/>
      <w:autoSpaceDE w:val="0"/>
      <w:autoSpaceDN w:val="0"/>
      <w:adjustRightInd w:val="0"/>
      <w:spacing w:before="60" w:after="120" w:line="240" w:lineRule="exact"/>
      <w:ind w:firstLine="0"/>
      <w:textAlignment w:val="baseline"/>
    </w:pPr>
    <w:rPr>
      <w:rFonts w:ascii="Lucida Sans Typewriter Std" w:hAnsi="Lucida Sans Typewriter Std" w:cs="Lucida Sans Typewriter Std"/>
      <w:color w:val="000000"/>
      <w:sz w:val="14"/>
      <w:szCs w:val="14"/>
    </w:rPr>
  </w:style>
  <w:style w:type="paragraph" w:customStyle="1" w:styleId="ListCodeBlock">
    <w:name w:val="List Code Block"/>
    <w:basedOn w:val="CodeBlock"/>
    <w:rsid w:val="00FF5E3C"/>
    <w:pPr>
      <w:ind w:left="547"/>
    </w:pPr>
  </w:style>
  <w:style w:type="paragraph" w:customStyle="1" w:styleId="ListNum-Caption">
    <w:name w:val="List Num-Caption"/>
    <w:basedOn w:val="Num-Caption"/>
    <w:rsid w:val="00FF5E3C"/>
    <w:pPr>
      <w:ind w:left="547"/>
    </w:pPr>
  </w:style>
  <w:style w:type="paragraph" w:customStyle="1" w:styleId="ListReaderaidonly">
    <w:name w:val="List Readeraid (only)"/>
    <w:basedOn w:val="Readeraidmid"/>
    <w:rsid w:val="00FF5E3C"/>
    <w:pPr>
      <w:spacing w:before="260" w:after="400"/>
      <w:ind w:left="480" w:right="240"/>
    </w:pPr>
  </w:style>
  <w:style w:type="paragraph" w:customStyle="1" w:styleId="CodeBlockNum-Caption">
    <w:name w:val="Code Block Num-Caption"/>
    <w:basedOn w:val="Normal"/>
    <w:next w:val="Normal"/>
    <w:rsid w:val="00FF5E3C"/>
    <w:pPr>
      <w:keepLines/>
      <w:widowControl w:val="0"/>
      <w:pBdr>
        <w:bottom w:val="single" w:sz="2" w:space="3" w:color="auto"/>
      </w:pBdr>
      <w:tabs>
        <w:tab w:val="center" w:pos="3250"/>
        <w:tab w:val="right" w:pos="8640"/>
      </w:tabs>
      <w:autoSpaceDE w:val="0"/>
      <w:autoSpaceDN w:val="0"/>
      <w:adjustRightInd w:val="0"/>
      <w:spacing w:before="200" w:after="0" w:line="200" w:lineRule="exact"/>
      <w:ind w:firstLine="0"/>
      <w:textAlignment w:val="center"/>
    </w:pPr>
    <w:rPr>
      <w:rFonts w:cs="Segoe"/>
      <w:color w:val="000000"/>
      <w:sz w:val="16"/>
      <w:szCs w:val="16"/>
    </w:rPr>
  </w:style>
  <w:style w:type="paragraph" w:customStyle="1" w:styleId="SbarParamid">
    <w:name w:val="Sbar Para (mid)"/>
    <w:basedOn w:val="SbarParafirst"/>
    <w:rsid w:val="00FF5E3C"/>
  </w:style>
  <w:style w:type="paragraph" w:customStyle="1" w:styleId="SbarNumList">
    <w:name w:val="Sbar Num List"/>
    <w:basedOn w:val="SbarParamid"/>
    <w:rsid w:val="00FF5E3C"/>
    <w:pPr>
      <w:tabs>
        <w:tab w:val="decimal" w:pos="620"/>
        <w:tab w:val="left" w:pos="780"/>
      </w:tabs>
      <w:spacing w:after="80"/>
      <w:ind w:left="780" w:hanging="780"/>
    </w:pPr>
  </w:style>
  <w:style w:type="paragraph" w:customStyle="1" w:styleId="SbarListSet-OffLine">
    <w:name w:val="Sbar List Set-Off Line"/>
    <w:basedOn w:val="SbarParamid"/>
    <w:rsid w:val="00FF5E3C"/>
    <w:pPr>
      <w:spacing w:before="60"/>
      <w:ind w:left="780"/>
    </w:pPr>
    <w:rPr>
      <w:rFonts w:ascii="Segoe-Italic" w:hAnsi="Segoe-Italic" w:cs="Segoe-Italic"/>
      <w:i/>
      <w:iCs/>
    </w:rPr>
  </w:style>
  <w:style w:type="paragraph" w:customStyle="1" w:styleId="SbarBullList">
    <w:name w:val="Sbar Bull List"/>
    <w:basedOn w:val="BullList"/>
    <w:rsid w:val="00FF5E3C"/>
    <w:pPr>
      <w:numPr>
        <w:numId w:val="8"/>
      </w:numPr>
      <w:tabs>
        <w:tab w:val="left" w:pos="780"/>
      </w:tabs>
    </w:pPr>
    <w:rPr>
      <w:rFonts w:ascii="Segoe Semibold" w:hAnsi="Segoe Semibold" w:cs="Segoe-Semibold"/>
      <w:sz w:val="17"/>
      <w:szCs w:val="17"/>
    </w:rPr>
  </w:style>
  <w:style w:type="paragraph" w:customStyle="1" w:styleId="SbarBullList2">
    <w:name w:val="Sbar Bull List 2"/>
    <w:basedOn w:val="SbarBullList"/>
    <w:rsid w:val="00FF5E3C"/>
    <w:pPr>
      <w:numPr>
        <w:numId w:val="6"/>
      </w:numPr>
      <w:tabs>
        <w:tab w:val="clear" w:pos="780"/>
      </w:tabs>
    </w:pPr>
  </w:style>
  <w:style w:type="paragraph" w:customStyle="1" w:styleId="BullList2">
    <w:name w:val="Bull List 2"/>
    <w:basedOn w:val="BullListinNumberlistonly"/>
    <w:rsid w:val="00FF5E3C"/>
    <w:pPr>
      <w:numPr>
        <w:numId w:val="5"/>
      </w:numPr>
    </w:pPr>
  </w:style>
  <w:style w:type="paragraph" w:customStyle="1" w:styleId="SbarFig-Graphic">
    <w:name w:val="Sbar Fig-Graphic"/>
    <w:basedOn w:val="Normal"/>
    <w:rsid w:val="00FF5E3C"/>
    <w:pPr>
      <w:widowControl w:val="0"/>
      <w:suppressAutoHyphens/>
      <w:autoSpaceDE w:val="0"/>
      <w:autoSpaceDN w:val="0"/>
      <w:adjustRightInd w:val="0"/>
      <w:spacing w:before="200" w:line="240" w:lineRule="atLeast"/>
      <w:ind w:left="547" w:firstLine="0"/>
      <w:textAlignment w:val="center"/>
    </w:pPr>
    <w:rPr>
      <w:rFonts w:cs="Segoe"/>
      <w:color w:val="000000"/>
      <w:szCs w:val="18"/>
    </w:rPr>
  </w:style>
  <w:style w:type="paragraph" w:customStyle="1" w:styleId="SbarNum-Caption">
    <w:name w:val="Sbar Num-Caption"/>
    <w:basedOn w:val="Num-Caption"/>
    <w:rsid w:val="00FF5E3C"/>
    <w:pPr>
      <w:ind w:left="547"/>
    </w:pPr>
  </w:style>
  <w:style w:type="paragraph" w:customStyle="1" w:styleId="Readeraidwithicon">
    <w:name w:val="Readeraid (with icon)"/>
    <w:basedOn w:val="Readeraidonly"/>
    <w:next w:val="Normal"/>
    <w:rsid w:val="00FF5E3C"/>
    <w:pPr>
      <w:ind w:left="720"/>
    </w:pPr>
  </w:style>
  <w:style w:type="paragraph" w:customStyle="1" w:styleId="Set-OffLine">
    <w:name w:val="Set-Off Line"/>
    <w:basedOn w:val="Normalafterheadonly"/>
    <w:rsid w:val="00FF5E3C"/>
    <w:pPr>
      <w:spacing w:before="60" w:after="120"/>
      <w:ind w:left="240"/>
    </w:pPr>
    <w:rPr>
      <w:rFonts w:cs="Segoe-Italic"/>
      <w:i/>
      <w:iCs/>
    </w:rPr>
  </w:style>
  <w:style w:type="paragraph" w:customStyle="1" w:styleId="TableNum-Title">
    <w:name w:val="Table Num-Title"/>
    <w:basedOn w:val="Normal"/>
    <w:next w:val="Normal"/>
    <w:rsid w:val="00FF5E3C"/>
    <w:pPr>
      <w:keepLines/>
      <w:widowControl w:val="0"/>
      <w:tabs>
        <w:tab w:val="center" w:pos="3250"/>
        <w:tab w:val="right" w:pos="8640"/>
      </w:tabs>
      <w:autoSpaceDE w:val="0"/>
      <w:autoSpaceDN w:val="0"/>
      <w:adjustRightInd w:val="0"/>
      <w:spacing w:before="240" w:after="120" w:line="240" w:lineRule="exact"/>
      <w:ind w:firstLine="0"/>
      <w:textAlignment w:val="center"/>
    </w:pPr>
    <w:rPr>
      <w:rFonts w:cs="Segoe-Light"/>
      <w:color w:val="000000"/>
      <w:sz w:val="16"/>
      <w:szCs w:val="16"/>
    </w:rPr>
  </w:style>
  <w:style w:type="paragraph" w:customStyle="1" w:styleId="Table">
    <w:name w:val="Table"/>
    <w:basedOn w:val="Normal"/>
    <w:rsid w:val="00FF5E3C"/>
    <w:pPr>
      <w:widowControl w:val="0"/>
      <w:autoSpaceDE w:val="0"/>
      <w:autoSpaceDN w:val="0"/>
      <w:adjustRightInd w:val="0"/>
      <w:spacing w:before="180" w:after="240" w:line="288" w:lineRule="auto"/>
      <w:textAlignment w:val="center"/>
    </w:pPr>
    <w:rPr>
      <w:rFonts w:cs="Segoe"/>
      <w:color w:val="000000"/>
    </w:rPr>
  </w:style>
  <w:style w:type="paragraph" w:customStyle="1" w:styleId="CodeBlockScreenedNum-Caption">
    <w:name w:val="Code Block Screened Num-Caption"/>
    <w:basedOn w:val="Normal"/>
    <w:next w:val="Normal"/>
    <w:rsid w:val="00FF5E3C"/>
    <w:pPr>
      <w:keepLines/>
      <w:widowControl w:val="0"/>
      <w:pBdr>
        <w:bottom w:val="single" w:sz="2" w:space="3" w:color="auto"/>
      </w:pBdr>
      <w:tabs>
        <w:tab w:val="center" w:pos="3250"/>
        <w:tab w:val="right" w:pos="8640"/>
      </w:tabs>
      <w:autoSpaceDE w:val="0"/>
      <w:autoSpaceDN w:val="0"/>
      <w:adjustRightInd w:val="0"/>
      <w:spacing w:before="200" w:line="200" w:lineRule="atLeast"/>
      <w:ind w:firstLine="0"/>
      <w:textAlignment w:val="center"/>
    </w:pPr>
    <w:rPr>
      <w:rFonts w:cs="Segoe"/>
      <w:color w:val="000000"/>
      <w:sz w:val="16"/>
      <w:szCs w:val="16"/>
    </w:rPr>
  </w:style>
  <w:style w:type="paragraph" w:customStyle="1" w:styleId="Term-DefinitionBulleted">
    <w:name w:val="Term-Definition Bulleted"/>
    <w:basedOn w:val="BullList"/>
    <w:rsid w:val="00FF5E3C"/>
  </w:style>
  <w:style w:type="paragraph" w:customStyle="1" w:styleId="ListSet-OffLine">
    <w:name w:val="List Set-Off Line"/>
    <w:basedOn w:val="Normal"/>
    <w:rsid w:val="00FF5E3C"/>
    <w:pPr>
      <w:widowControl w:val="0"/>
      <w:autoSpaceDE w:val="0"/>
      <w:autoSpaceDN w:val="0"/>
      <w:adjustRightInd w:val="0"/>
      <w:ind w:left="547"/>
      <w:textAlignment w:val="center"/>
    </w:pPr>
    <w:rPr>
      <w:rFonts w:ascii="Segoe-Italic" w:hAnsi="Segoe-Italic" w:cs="Segoe-Italic"/>
      <w:i/>
      <w:iCs/>
      <w:color w:val="000000"/>
      <w:szCs w:val="18"/>
    </w:rPr>
  </w:style>
  <w:style w:type="paragraph" w:customStyle="1" w:styleId="SbarHead">
    <w:name w:val="Sbar Head"/>
    <w:basedOn w:val="Normal"/>
    <w:rsid w:val="00FF5E3C"/>
    <w:pPr>
      <w:widowControl w:val="0"/>
      <w:tabs>
        <w:tab w:val="left" w:pos="2320"/>
      </w:tabs>
      <w:autoSpaceDE w:val="0"/>
      <w:autoSpaceDN w:val="0"/>
      <w:adjustRightInd w:val="0"/>
      <w:spacing w:before="300" w:after="120"/>
      <w:ind w:left="559" w:right="480" w:firstLine="0"/>
      <w:textAlignment w:val="center"/>
    </w:pPr>
    <w:rPr>
      <w:rFonts w:cs="Segoe-Bold"/>
      <w:b/>
      <w:bCs/>
      <w:color w:val="000000"/>
      <w:sz w:val="21"/>
      <w:szCs w:val="23"/>
    </w:rPr>
  </w:style>
  <w:style w:type="paragraph" w:customStyle="1" w:styleId="SBarCodeBlock">
    <w:name w:val="SBar Code Block"/>
    <w:basedOn w:val="CodeBlock"/>
    <w:rsid w:val="00FF5E3C"/>
    <w:pPr>
      <w:ind w:left="560" w:right="720"/>
    </w:pPr>
  </w:style>
  <w:style w:type="paragraph" w:customStyle="1" w:styleId="SbarParalast">
    <w:name w:val="Sbar Para (last)"/>
    <w:basedOn w:val="SbarParafirst"/>
    <w:rsid w:val="00FF5E3C"/>
    <w:pPr>
      <w:spacing w:after="640"/>
    </w:pPr>
  </w:style>
  <w:style w:type="paragraph" w:customStyle="1" w:styleId="TableText">
    <w:name w:val="Table Text"/>
    <w:basedOn w:val="Normal"/>
    <w:rsid w:val="00FF5E3C"/>
    <w:pPr>
      <w:widowControl w:val="0"/>
      <w:tabs>
        <w:tab w:val="left" w:pos="2240"/>
      </w:tabs>
      <w:autoSpaceDE w:val="0"/>
      <w:autoSpaceDN w:val="0"/>
      <w:adjustRightInd w:val="0"/>
      <w:spacing w:line="240" w:lineRule="exact"/>
      <w:ind w:left="120" w:firstLine="0"/>
      <w:textAlignment w:val="center"/>
    </w:pPr>
    <w:rPr>
      <w:rFonts w:cs="Segoe"/>
      <w:color w:val="000000"/>
      <w:szCs w:val="18"/>
    </w:rPr>
  </w:style>
  <w:style w:type="paragraph" w:customStyle="1" w:styleId="TableFootnote">
    <w:name w:val="Table Footnote"/>
    <w:basedOn w:val="TableText"/>
    <w:rsid w:val="00FF5E3C"/>
    <w:pPr>
      <w:spacing w:line="200" w:lineRule="exact"/>
      <w:ind w:left="0"/>
    </w:pPr>
    <w:rPr>
      <w:rFonts w:ascii="Segoe-Italic" w:hAnsi="Segoe-Italic" w:cs="Segoe-Italic"/>
      <w:i/>
      <w:iCs/>
      <w:sz w:val="15"/>
      <w:szCs w:val="15"/>
    </w:rPr>
  </w:style>
  <w:style w:type="paragraph" w:customStyle="1" w:styleId="SbarCodeBlockNum-Caption">
    <w:name w:val="Sbar Code Block Num-Caption"/>
    <w:basedOn w:val="CodeBlockNum-Caption"/>
    <w:next w:val="Normal"/>
    <w:rsid w:val="00FF5E3C"/>
    <w:pPr>
      <w:spacing w:before="120"/>
      <w:ind w:left="540"/>
    </w:pPr>
  </w:style>
  <w:style w:type="paragraph" w:customStyle="1" w:styleId="SBarCodeBlockScreened">
    <w:name w:val="SBar Code Block Screened"/>
    <w:basedOn w:val="CodeBlock"/>
    <w:rsid w:val="00FF5E3C"/>
    <w:pPr>
      <w:shd w:val="clear" w:color="auto" w:fill="CCCCCC"/>
      <w:ind w:left="560" w:right="720"/>
    </w:pPr>
  </w:style>
  <w:style w:type="paragraph" w:customStyle="1" w:styleId="SbarSubhead">
    <w:name w:val="Sbar Subhead"/>
    <w:basedOn w:val="SbarHead"/>
    <w:rsid w:val="00FF5E3C"/>
    <w:pPr>
      <w:spacing w:before="100" w:after="60" w:line="240" w:lineRule="exact"/>
      <w:ind w:left="540"/>
    </w:pPr>
    <w:rPr>
      <w:sz w:val="20"/>
      <w:szCs w:val="20"/>
    </w:rPr>
  </w:style>
  <w:style w:type="paragraph" w:customStyle="1" w:styleId="SbarListPara">
    <w:name w:val="Sbar List Para"/>
    <w:basedOn w:val="SbarParamid"/>
    <w:rsid w:val="00FF5E3C"/>
    <w:pPr>
      <w:spacing w:after="0"/>
      <w:ind w:left="806" w:right="475"/>
    </w:pPr>
  </w:style>
  <w:style w:type="paragraph" w:customStyle="1" w:styleId="SbarListParalast">
    <w:name w:val="Sbar List Para (last)"/>
    <w:basedOn w:val="SbarParamid"/>
    <w:rsid w:val="00FF5E3C"/>
    <w:pPr>
      <w:spacing w:after="120"/>
      <w:ind w:left="800"/>
    </w:pPr>
  </w:style>
  <w:style w:type="paragraph" w:customStyle="1" w:styleId="SBarListCodeBlock">
    <w:name w:val="SBar List Code Block"/>
    <w:basedOn w:val="CodeBlock"/>
    <w:rsid w:val="00FF5E3C"/>
    <w:pPr>
      <w:spacing w:before="0"/>
      <w:ind w:left="800" w:right="720"/>
    </w:pPr>
  </w:style>
  <w:style w:type="paragraph" w:customStyle="1" w:styleId="SbarListFig-Graphic">
    <w:name w:val="Sbar List Fig-Graphic"/>
    <w:basedOn w:val="SbarFig-Graphic"/>
    <w:rsid w:val="00FF5E3C"/>
    <w:pPr>
      <w:ind w:left="778"/>
    </w:pPr>
  </w:style>
  <w:style w:type="paragraph" w:customStyle="1" w:styleId="SbarListNum-Caption">
    <w:name w:val="Sbar List Num-Caption"/>
    <w:basedOn w:val="Num-Caption"/>
    <w:rsid w:val="00FF5E3C"/>
    <w:pPr>
      <w:ind w:left="778"/>
    </w:pPr>
  </w:style>
  <w:style w:type="paragraph" w:customStyle="1" w:styleId="SbarSet-OffLine">
    <w:name w:val="Sbar Set-Off Line"/>
    <w:basedOn w:val="SbarParamid"/>
    <w:rsid w:val="00FF5E3C"/>
    <w:pPr>
      <w:ind w:left="780"/>
    </w:pPr>
    <w:rPr>
      <w:rFonts w:cs="Segoe-SemiboldItalic"/>
      <w:i/>
      <w:iCs/>
    </w:rPr>
  </w:style>
  <w:style w:type="paragraph" w:customStyle="1" w:styleId="Tabtext">
    <w:name w:val="Tab text"/>
    <w:basedOn w:val="Normal"/>
    <w:rsid w:val="00FF5E3C"/>
    <w:pPr>
      <w:widowControl w:val="0"/>
      <w:tabs>
        <w:tab w:val="left" w:pos="2460"/>
      </w:tabs>
      <w:autoSpaceDE w:val="0"/>
      <w:autoSpaceDN w:val="0"/>
      <w:adjustRightInd w:val="0"/>
      <w:spacing w:line="220" w:lineRule="atLeast"/>
      <w:ind w:firstLine="0"/>
      <w:textAlignment w:val="center"/>
    </w:pPr>
    <w:rPr>
      <w:rFonts w:cs="Segoe"/>
      <w:color w:val="000000"/>
      <w:szCs w:val="18"/>
    </w:rPr>
  </w:style>
  <w:style w:type="paragraph" w:customStyle="1" w:styleId="BlockQuote">
    <w:name w:val="Block Quote"/>
    <w:basedOn w:val="Normalafterheadonly"/>
    <w:rsid w:val="00FF5E3C"/>
    <w:pPr>
      <w:spacing w:before="120"/>
      <w:ind w:left="720" w:right="720"/>
    </w:pPr>
    <w:rPr>
      <w:rFonts w:ascii="Segoe-Italic" w:hAnsi="Segoe-Italic" w:cs="Segoe-Italic"/>
      <w:i/>
      <w:iCs/>
    </w:rPr>
  </w:style>
  <w:style w:type="paragraph" w:customStyle="1" w:styleId="Authorblockquote">
    <w:name w:val="Author (block quote)"/>
    <w:basedOn w:val="Normal"/>
    <w:next w:val="Normal"/>
    <w:autoRedefine/>
    <w:rsid w:val="00FF5E3C"/>
    <w:pPr>
      <w:spacing w:after="180"/>
      <w:ind w:left="4795" w:right="720" w:firstLine="0"/>
    </w:pPr>
    <w:rPr>
      <w:rFonts w:ascii="Segoe-Italic" w:hAnsi="Segoe-Italic" w:cs="Segoe-Italic"/>
      <w:i/>
      <w:iCs/>
      <w:smallCaps/>
      <w:color w:val="000000"/>
      <w:szCs w:val="18"/>
    </w:rPr>
  </w:style>
  <w:style w:type="paragraph" w:customStyle="1" w:styleId="ReaderaidBullList">
    <w:name w:val="Readeraid Bull List"/>
    <w:basedOn w:val="BullList"/>
    <w:rsid w:val="00FF5E3C"/>
    <w:pPr>
      <w:ind w:left="780"/>
    </w:pPr>
    <w:rPr>
      <w:rFonts w:ascii="Segoe Semibold" w:hAnsi="Segoe Semibold"/>
      <w:sz w:val="17"/>
    </w:rPr>
  </w:style>
  <w:style w:type="paragraph" w:customStyle="1" w:styleId="ReaderaidFig-Graphic">
    <w:name w:val="Readeraid Fig-Graphic"/>
    <w:basedOn w:val="Fig-Graphic"/>
    <w:rsid w:val="00FF5E3C"/>
    <w:pPr>
      <w:spacing w:before="240"/>
      <w:ind w:left="240"/>
    </w:pPr>
    <w:rPr>
      <w:rFonts w:cs="Segoe-Bold"/>
      <w:b/>
      <w:bCs/>
      <w:sz w:val="14"/>
      <w:szCs w:val="14"/>
    </w:rPr>
  </w:style>
  <w:style w:type="paragraph" w:customStyle="1" w:styleId="ReaderaidNum-Caption">
    <w:name w:val="Readeraid Num-Caption"/>
    <w:basedOn w:val="Normal"/>
    <w:next w:val="Normal"/>
    <w:rsid w:val="00FF5E3C"/>
    <w:pPr>
      <w:keepLines/>
      <w:widowControl w:val="0"/>
      <w:tabs>
        <w:tab w:val="center" w:pos="3250"/>
        <w:tab w:val="right" w:pos="8640"/>
      </w:tabs>
      <w:autoSpaceDE w:val="0"/>
      <w:autoSpaceDN w:val="0"/>
      <w:adjustRightInd w:val="0"/>
      <w:spacing w:after="120" w:line="200" w:lineRule="exact"/>
      <w:ind w:left="245" w:firstLine="0"/>
      <w:textAlignment w:val="center"/>
    </w:pPr>
    <w:rPr>
      <w:rFonts w:cs="Segoe"/>
      <w:color w:val="000000"/>
      <w:sz w:val="16"/>
      <w:szCs w:val="16"/>
    </w:rPr>
  </w:style>
  <w:style w:type="paragraph" w:customStyle="1" w:styleId="ReaderaidCodeBlockNum-Caption">
    <w:name w:val="Readeraid Code Block Num-Caption"/>
    <w:basedOn w:val="CodeBlockNum-Caption"/>
    <w:next w:val="Normal"/>
    <w:rsid w:val="00FF5E3C"/>
    <w:pPr>
      <w:spacing w:before="60"/>
      <w:ind w:left="240"/>
    </w:pPr>
  </w:style>
  <w:style w:type="paragraph" w:customStyle="1" w:styleId="ReaderaidCodeBlock">
    <w:name w:val="Readeraid Code Block"/>
    <w:basedOn w:val="CodeBlock"/>
    <w:rsid w:val="00FF5E3C"/>
    <w:pPr>
      <w:ind w:left="240" w:right="720"/>
    </w:pPr>
  </w:style>
  <w:style w:type="paragraph" w:customStyle="1" w:styleId="ListCodeBlockNum-Caption">
    <w:name w:val="List Code Block Num-Caption"/>
    <w:basedOn w:val="Normal"/>
    <w:next w:val="Normal"/>
    <w:rsid w:val="00FF5E3C"/>
    <w:pPr>
      <w:keepLines/>
      <w:widowControl w:val="0"/>
      <w:pBdr>
        <w:bottom w:val="single" w:sz="2" w:space="3" w:color="auto"/>
      </w:pBdr>
      <w:tabs>
        <w:tab w:val="center" w:pos="3250"/>
        <w:tab w:val="right" w:pos="8640"/>
      </w:tabs>
      <w:autoSpaceDE w:val="0"/>
      <w:autoSpaceDN w:val="0"/>
      <w:adjustRightInd w:val="0"/>
      <w:spacing w:before="200" w:line="200" w:lineRule="exact"/>
      <w:ind w:left="547" w:firstLine="0"/>
      <w:textAlignment w:val="center"/>
    </w:pPr>
    <w:rPr>
      <w:rFonts w:cs="Segoe"/>
      <w:b/>
      <w:color w:val="000000"/>
      <w:sz w:val="14"/>
      <w:szCs w:val="16"/>
    </w:rPr>
  </w:style>
  <w:style w:type="paragraph" w:customStyle="1" w:styleId="ListCodeBlockScreened">
    <w:name w:val="List Code Block Screened"/>
    <w:basedOn w:val="CodeBlock"/>
    <w:autoRedefine/>
    <w:rsid w:val="00FF5E3C"/>
    <w:pPr>
      <w:shd w:val="clear" w:color="auto" w:fill="CCCCCC"/>
      <w:spacing w:before="20" w:after="300"/>
      <w:ind w:left="660"/>
    </w:pPr>
  </w:style>
  <w:style w:type="paragraph" w:customStyle="1" w:styleId="TableHead">
    <w:name w:val="Table Head"/>
    <w:basedOn w:val="Normal"/>
    <w:rsid w:val="00FF5E3C"/>
    <w:pPr>
      <w:widowControl w:val="0"/>
      <w:tabs>
        <w:tab w:val="left" w:pos="2240"/>
      </w:tabs>
      <w:autoSpaceDE w:val="0"/>
      <w:autoSpaceDN w:val="0"/>
      <w:adjustRightInd w:val="0"/>
      <w:spacing w:line="240" w:lineRule="exact"/>
      <w:ind w:left="120" w:firstLine="0"/>
      <w:textAlignment w:val="center"/>
    </w:pPr>
    <w:rPr>
      <w:rFonts w:cs="Segoe-Bold"/>
      <w:b/>
      <w:bCs/>
      <w:caps/>
      <w:color w:val="000000"/>
      <w:sz w:val="16"/>
      <w:szCs w:val="16"/>
    </w:rPr>
  </w:style>
  <w:style w:type="paragraph" w:customStyle="1" w:styleId="TableSubhead">
    <w:name w:val="Table Subhead"/>
    <w:basedOn w:val="TableText"/>
    <w:rsid w:val="00FF5E3C"/>
    <w:rPr>
      <w:rFonts w:cs="Segoe-Bold"/>
      <w:b/>
      <w:bCs/>
      <w:caps/>
      <w:sz w:val="15"/>
      <w:szCs w:val="15"/>
    </w:rPr>
  </w:style>
  <w:style w:type="character" w:customStyle="1" w:styleId="InlineCode">
    <w:name w:val="Inline Code"/>
    <w:rsid w:val="00FF5E3C"/>
    <w:rPr>
      <w:rFonts w:ascii="Lucida Sans Typewriter Std" w:hAnsi="Lucida Sans Typewriter Std"/>
      <w:sz w:val="16"/>
    </w:rPr>
  </w:style>
  <w:style w:type="character" w:customStyle="1" w:styleId="FigNum">
    <w:name w:val="Fig Num"/>
    <w:rsid w:val="00FF5E3C"/>
    <w:rPr>
      <w:rFonts w:ascii="Segoe" w:hAnsi="Segoe"/>
      <w:b/>
      <w:caps/>
      <w:sz w:val="14"/>
    </w:rPr>
  </w:style>
  <w:style w:type="character" w:customStyle="1" w:styleId="ReaderaidPrefix">
    <w:name w:val="Readeraid Prefix"/>
    <w:rsid w:val="00FF5E3C"/>
    <w:rPr>
      <w:rFonts w:ascii="SegoeBlack-Italic" w:hAnsi="SegoeBlack-Italic"/>
      <w:i/>
      <w:caps/>
      <w:color w:val="000000"/>
      <w:sz w:val="16"/>
    </w:rPr>
  </w:style>
  <w:style w:type="paragraph" w:customStyle="1" w:styleId="ListCodeBlockScreenedHead">
    <w:name w:val="List Code Block Screened Head"/>
    <w:basedOn w:val="CodeBlockHead"/>
    <w:rsid w:val="00FF5E3C"/>
    <w:pPr>
      <w:ind w:left="547"/>
    </w:pPr>
  </w:style>
  <w:style w:type="paragraph" w:customStyle="1" w:styleId="PartNumber">
    <w:name w:val="Part Number"/>
    <w:basedOn w:val="Normal"/>
    <w:rsid w:val="00FF5E3C"/>
    <w:pPr>
      <w:autoSpaceDE w:val="0"/>
      <w:autoSpaceDN w:val="0"/>
      <w:adjustRightInd w:val="0"/>
      <w:spacing w:after="0" w:line="248" w:lineRule="exact"/>
      <w:ind w:firstLine="0"/>
      <w:textAlignment w:val="center"/>
    </w:pPr>
    <w:rPr>
      <w:rFonts w:cs="Segoe-Bold"/>
      <w:b/>
      <w:bCs/>
      <w:caps/>
      <w:color w:val="000000"/>
      <w:spacing w:val="21"/>
      <w:sz w:val="21"/>
      <w:szCs w:val="21"/>
    </w:rPr>
  </w:style>
  <w:style w:type="paragraph" w:customStyle="1" w:styleId="PartTitle">
    <w:name w:val="Part Title"/>
    <w:basedOn w:val="Normal"/>
    <w:rsid w:val="00FF5E3C"/>
    <w:pPr>
      <w:suppressAutoHyphens/>
      <w:autoSpaceDE w:val="0"/>
      <w:autoSpaceDN w:val="0"/>
      <w:adjustRightInd w:val="0"/>
      <w:spacing w:after="720" w:line="597" w:lineRule="exact"/>
      <w:ind w:firstLine="0"/>
      <w:textAlignment w:val="center"/>
    </w:pPr>
    <w:rPr>
      <w:rFonts w:cs="Segoe"/>
      <w:color w:val="000000"/>
      <w:spacing w:val="-15"/>
      <w:sz w:val="61"/>
      <w:szCs w:val="61"/>
    </w:rPr>
  </w:style>
  <w:style w:type="paragraph" w:customStyle="1" w:styleId="ChNumber">
    <w:name w:val="Ch Number"/>
    <w:basedOn w:val="Normal"/>
    <w:rsid w:val="00FF5E3C"/>
    <w:pPr>
      <w:autoSpaceDE w:val="0"/>
      <w:autoSpaceDN w:val="0"/>
      <w:adjustRightInd w:val="0"/>
      <w:spacing w:after="360" w:line="250" w:lineRule="exact"/>
      <w:ind w:firstLine="0"/>
      <w:contextualSpacing/>
      <w:textAlignment w:val="center"/>
    </w:pPr>
    <w:rPr>
      <w:rFonts w:cs="Segoe-Bold"/>
      <w:b/>
      <w:bCs/>
      <w:caps/>
      <w:spacing w:val="42"/>
      <w:sz w:val="21"/>
      <w:szCs w:val="21"/>
    </w:rPr>
  </w:style>
  <w:style w:type="paragraph" w:customStyle="1" w:styleId="ChTitle">
    <w:name w:val="Ch Title"/>
    <w:basedOn w:val="Normal"/>
    <w:next w:val="ChTOC"/>
    <w:rsid w:val="00FF5E3C"/>
    <w:pPr>
      <w:autoSpaceDE w:val="0"/>
      <w:autoSpaceDN w:val="0"/>
      <w:adjustRightInd w:val="0"/>
      <w:spacing w:after="360" w:line="600" w:lineRule="exact"/>
      <w:ind w:firstLine="0"/>
      <w:textAlignment w:val="center"/>
    </w:pPr>
    <w:rPr>
      <w:rFonts w:ascii="Segoe Semibold" w:hAnsi="Segoe Semibold" w:cs="Segoe-Semibold"/>
      <w:color w:val="000000"/>
      <w:spacing w:val="-6"/>
      <w:sz w:val="56"/>
      <w:szCs w:val="56"/>
    </w:rPr>
  </w:style>
  <w:style w:type="paragraph" w:customStyle="1" w:styleId="ChTOC">
    <w:name w:val="Ch TOC"/>
    <w:basedOn w:val="Normal"/>
    <w:rsid w:val="00FF5E3C"/>
    <w:pPr>
      <w:numPr>
        <w:numId w:val="1"/>
      </w:numPr>
      <w:tabs>
        <w:tab w:val="left" w:pos="360"/>
      </w:tabs>
      <w:spacing w:before="240"/>
      <w:ind w:left="360"/>
    </w:pPr>
    <w:rPr>
      <w:sz w:val="16"/>
    </w:rPr>
  </w:style>
  <w:style w:type="character" w:customStyle="1" w:styleId="TOCBullet">
    <w:name w:val="TOC Bullet"/>
    <w:basedOn w:val="DefaultParagraphFont"/>
    <w:rsid w:val="00FF5E3C"/>
    <w:rPr>
      <w:rFonts w:ascii="ZapfDingbats" w:hAnsi="ZapfDingbats" w:cs="ZapfDingbats"/>
      <w:color w:val="000000"/>
      <w:position w:val="2"/>
      <w:sz w:val="10"/>
      <w:szCs w:val="10"/>
    </w:rPr>
  </w:style>
  <w:style w:type="paragraph" w:styleId="Header">
    <w:name w:val="header"/>
    <w:basedOn w:val="Normal"/>
    <w:rsid w:val="00FF5E3C"/>
    <w:pPr>
      <w:tabs>
        <w:tab w:val="center" w:pos="4320"/>
        <w:tab w:val="right" w:pos="8640"/>
      </w:tabs>
    </w:pPr>
  </w:style>
  <w:style w:type="paragraph" w:styleId="Footer">
    <w:name w:val="footer"/>
    <w:basedOn w:val="Normal"/>
    <w:rsid w:val="00FF5E3C"/>
    <w:pPr>
      <w:tabs>
        <w:tab w:val="center" w:pos="4320"/>
        <w:tab w:val="right" w:pos="8640"/>
      </w:tabs>
    </w:pPr>
  </w:style>
  <w:style w:type="paragraph" w:customStyle="1" w:styleId="FMTitle">
    <w:name w:val="FM Title"/>
    <w:basedOn w:val="Normal"/>
    <w:rsid w:val="00FF5E3C"/>
    <w:pPr>
      <w:spacing w:after="600" w:line="500" w:lineRule="exact"/>
      <w:contextualSpacing/>
    </w:pPr>
    <w:rPr>
      <w:rFonts w:ascii="Segoe Semibold" w:hAnsi="Segoe Semibold"/>
      <w:sz w:val="42"/>
    </w:rPr>
  </w:style>
  <w:style w:type="paragraph" w:customStyle="1" w:styleId="BMTitle">
    <w:name w:val="BM Title"/>
    <w:basedOn w:val="FMTitle"/>
    <w:next w:val="Normal"/>
    <w:autoRedefine/>
    <w:rsid w:val="00FF5E3C"/>
  </w:style>
  <w:style w:type="paragraph" w:customStyle="1" w:styleId="GlossaryDefinition">
    <w:name w:val="Glossary Definition"/>
    <w:basedOn w:val="Normal"/>
    <w:rsid w:val="00FF5E3C"/>
    <w:pPr>
      <w:spacing w:after="140" w:line="240" w:lineRule="exact"/>
      <w:ind w:firstLine="0"/>
    </w:pPr>
    <w:rPr>
      <w:sz w:val="16"/>
    </w:rPr>
  </w:style>
  <w:style w:type="paragraph" w:customStyle="1" w:styleId="CodeBlockScreened">
    <w:name w:val="Code Block Screened"/>
    <w:basedOn w:val="CodeBlock"/>
    <w:next w:val="Normal"/>
    <w:rsid w:val="00FF5E3C"/>
    <w:pPr>
      <w:shd w:val="clear" w:color="auto" w:fill="CCCCCC"/>
      <w:spacing w:before="360" w:after="300"/>
      <w:ind w:left="115" w:right="58"/>
    </w:pPr>
  </w:style>
  <w:style w:type="paragraph" w:customStyle="1" w:styleId="CodeBlockHead">
    <w:name w:val="Code Block Head"/>
    <w:basedOn w:val="CodeBlock"/>
    <w:rsid w:val="00FF5E3C"/>
    <w:pPr>
      <w:spacing w:line="180" w:lineRule="exact"/>
    </w:pPr>
    <w:rPr>
      <w:rFonts w:ascii="Segoe" w:hAnsi="Segoe"/>
      <w:b/>
    </w:rPr>
  </w:style>
  <w:style w:type="paragraph" w:customStyle="1" w:styleId="CodeBlockScreenedHead">
    <w:name w:val="Code Block Screened Head"/>
    <w:basedOn w:val="CodeBlockHead"/>
    <w:rsid w:val="00FF5E3C"/>
    <w:pPr>
      <w:spacing w:before="120"/>
      <w:ind w:left="115" w:right="58"/>
    </w:pPr>
  </w:style>
  <w:style w:type="paragraph" w:customStyle="1" w:styleId="ReaderaidCodeBlockScreened">
    <w:name w:val="Readeraid Code Block Screened"/>
    <w:basedOn w:val="CodeBlock"/>
    <w:next w:val="Normal"/>
    <w:rsid w:val="00FF5E3C"/>
    <w:pPr>
      <w:shd w:val="clear" w:color="auto" w:fill="CCCCCC"/>
      <w:ind w:left="245" w:right="720"/>
    </w:pPr>
  </w:style>
  <w:style w:type="paragraph" w:customStyle="1" w:styleId="TableCodeBlock">
    <w:name w:val="Table Code Block"/>
    <w:basedOn w:val="CodeBlock"/>
    <w:autoRedefine/>
    <w:rsid w:val="00FF5E3C"/>
    <w:pPr>
      <w:ind w:left="72" w:right="72"/>
    </w:pPr>
  </w:style>
  <w:style w:type="character" w:customStyle="1" w:styleId="BullListCharChar">
    <w:name w:val="Bull List Char Char"/>
    <w:basedOn w:val="DefaultParagraphFont"/>
    <w:link w:val="BullList"/>
    <w:rsid w:val="00FF5E3C"/>
    <w:rPr>
      <w:rFonts w:ascii="Segoe" w:hAnsi="Segoe" w:cs="Segoe"/>
      <w:color w:val="000000"/>
      <w:sz w:val="18"/>
      <w:szCs w:val="18"/>
    </w:rPr>
  </w:style>
  <w:style w:type="character" w:customStyle="1" w:styleId="BullListinNumberlistonlyChar">
    <w:name w:val="Bull List (in Number list only) Char"/>
    <w:basedOn w:val="BullListCharChar"/>
    <w:link w:val="BullListinNumberlistonly"/>
    <w:rsid w:val="00FF5E3C"/>
    <w:rPr>
      <w:rFonts w:ascii="Segoe" w:hAnsi="Segoe" w:cs="Segoe"/>
      <w:color w:val="000000"/>
      <w:sz w:val="18"/>
      <w:szCs w:val="18"/>
    </w:rPr>
  </w:style>
  <w:style w:type="paragraph" w:customStyle="1" w:styleId="TableBullList">
    <w:name w:val="Table Bull List"/>
    <w:basedOn w:val="BullList"/>
    <w:next w:val="BullList"/>
    <w:rsid w:val="00FF5E3C"/>
  </w:style>
  <w:style w:type="paragraph" w:customStyle="1" w:styleId="Term-DefinitionBulletedinNumList">
    <w:name w:val="Term-Definition Bulleted (in Num List)"/>
    <w:basedOn w:val="BullListinNumberlistonly"/>
    <w:rsid w:val="00FF5E3C"/>
  </w:style>
  <w:style w:type="paragraph" w:customStyle="1" w:styleId="TableNumList">
    <w:name w:val="Table Num List"/>
    <w:basedOn w:val="NumList"/>
    <w:rsid w:val="00FF5E3C"/>
  </w:style>
  <w:style w:type="paragraph" w:customStyle="1" w:styleId="ListReaderaidfirst">
    <w:name w:val="List Readeraid (first)"/>
    <w:basedOn w:val="ListReaderaidonly"/>
    <w:rsid w:val="00FF5E3C"/>
    <w:pPr>
      <w:spacing w:before="0" w:after="60"/>
      <w:ind w:left="475" w:right="245"/>
    </w:pPr>
    <w:rPr>
      <w:rFonts w:ascii="Segoe" w:hAnsi="Segoe"/>
      <w:b/>
      <w:caps/>
      <w:sz w:val="16"/>
    </w:rPr>
  </w:style>
  <w:style w:type="paragraph" w:customStyle="1" w:styleId="ListTableNum-Title">
    <w:name w:val="List Table Num-Title"/>
    <w:basedOn w:val="TableNum-Title"/>
    <w:rsid w:val="00FF5E3C"/>
    <w:pPr>
      <w:ind w:left="540"/>
    </w:pPr>
  </w:style>
  <w:style w:type="paragraph" w:customStyle="1" w:styleId="ListReaderaidmid">
    <w:name w:val="List Readeraid (mid)"/>
    <w:basedOn w:val="ListReaderaidonly"/>
    <w:rsid w:val="00FF5E3C"/>
    <w:pPr>
      <w:spacing w:before="0" w:after="60"/>
    </w:pPr>
  </w:style>
  <w:style w:type="paragraph" w:customStyle="1" w:styleId="ListReaderaidlast">
    <w:name w:val="List Readeraid (last)"/>
    <w:basedOn w:val="ListReaderaidonly"/>
    <w:rsid w:val="00FF5E3C"/>
    <w:pPr>
      <w:spacing w:before="0" w:after="120"/>
    </w:pPr>
  </w:style>
  <w:style w:type="paragraph" w:customStyle="1" w:styleId="SbarReaderaidonly">
    <w:name w:val="Sbar Readeraid (only)"/>
    <w:basedOn w:val="Readeraidonly"/>
    <w:next w:val="SbarParamid"/>
    <w:rsid w:val="00FF5E3C"/>
    <w:pPr>
      <w:spacing w:before="120" w:after="180"/>
      <w:ind w:left="780" w:right="720"/>
    </w:pPr>
  </w:style>
  <w:style w:type="paragraph" w:customStyle="1" w:styleId="SbarTableNum-Title">
    <w:name w:val="Sbar Table Num-Title"/>
    <w:basedOn w:val="TableNum-Title"/>
    <w:rsid w:val="00FF5E3C"/>
    <w:pPr>
      <w:spacing w:line="200" w:lineRule="exact"/>
      <w:ind w:left="540" w:right="480"/>
    </w:pPr>
    <w:rPr>
      <w:b/>
    </w:rPr>
  </w:style>
  <w:style w:type="table" w:styleId="Table3Deffects1">
    <w:name w:val="Table 3D effects 1"/>
    <w:basedOn w:val="TableNormal"/>
    <w:rsid w:val="00FF5E3C"/>
    <w:pPr>
      <w:spacing w:after="60" w:line="260" w:lineRule="exact"/>
      <w:ind w:firstLine="245"/>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Objective">
    <w:name w:val="Objective"/>
    <w:basedOn w:val="ChTOC"/>
    <w:rsid w:val="00FF5E3C"/>
    <w:pPr>
      <w:numPr>
        <w:numId w:val="2"/>
      </w:numPr>
    </w:pPr>
  </w:style>
  <w:style w:type="paragraph" w:customStyle="1" w:styleId="ListEnd">
    <w:name w:val="List End"/>
    <w:basedOn w:val="Normal"/>
    <w:next w:val="Normal"/>
    <w:rsid w:val="00FF5E3C"/>
    <w:pPr>
      <w:spacing w:after="0" w:line="60" w:lineRule="atLeast"/>
    </w:pPr>
    <w:rPr>
      <w:sz w:val="6"/>
    </w:rPr>
  </w:style>
  <w:style w:type="table" w:styleId="TableGrid">
    <w:name w:val="Table Grid"/>
    <w:basedOn w:val="TableNormal"/>
    <w:rsid w:val="00FF5E3C"/>
    <w:pPr>
      <w:spacing w:after="60" w:line="260" w:lineRule="exact"/>
      <w:ind w:firstLine="24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
    <w:name w:val="Tables"/>
    <w:basedOn w:val="TableGrid"/>
    <w:rsid w:val="00FF5E3C"/>
    <w:tblP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style>
  <w:style w:type="paragraph" w:customStyle="1" w:styleId="SbarHeadQuickCheck">
    <w:name w:val="Sbar Head (Quick Check)"/>
    <w:basedOn w:val="SbarHead"/>
    <w:next w:val="SbarNumList"/>
    <w:rsid w:val="00FF5E3C"/>
    <w:pPr>
      <w:spacing w:before="360" w:after="60" w:line="240" w:lineRule="exact"/>
    </w:pPr>
    <w:rPr>
      <w:sz w:val="20"/>
    </w:rPr>
  </w:style>
  <w:style w:type="paragraph" w:customStyle="1" w:styleId="SbarAttribution1">
    <w:name w:val="Sbar Attribution 1"/>
    <w:basedOn w:val="SbarParamid"/>
    <w:next w:val="SbarParafirst"/>
    <w:rsid w:val="00FF5E3C"/>
    <w:pPr>
      <w:spacing w:after="180" w:line="120" w:lineRule="exact"/>
      <w:ind w:left="552"/>
    </w:pPr>
  </w:style>
  <w:style w:type="paragraph" w:customStyle="1" w:styleId="SbarAttribution2">
    <w:name w:val="Sbar Attribution 2"/>
    <w:basedOn w:val="SbarParamid"/>
    <w:next w:val="SbarParafirst"/>
    <w:rsid w:val="00FF5E3C"/>
    <w:pPr>
      <w:spacing w:after="300" w:line="205" w:lineRule="exact"/>
    </w:pPr>
    <w:rPr>
      <w:rFonts w:ascii="Segoe" w:hAnsi="Segoe"/>
      <w:i/>
      <w:sz w:val="15"/>
    </w:rPr>
  </w:style>
  <w:style w:type="paragraph" w:customStyle="1" w:styleId="Estimatedlessontime">
    <w:name w:val="Estimated lesson time"/>
    <w:basedOn w:val="Heading2"/>
    <w:rsid w:val="00FF5E3C"/>
    <w:pPr>
      <w:spacing w:before="60" w:after="240" w:line="280" w:lineRule="exact"/>
      <w:ind w:left="480"/>
    </w:pPr>
    <w:rPr>
      <w:sz w:val="19"/>
    </w:rPr>
  </w:style>
  <w:style w:type="paragraph" w:customStyle="1" w:styleId="Afterthislesson">
    <w:name w:val="After this lesson"/>
    <w:basedOn w:val="Heading2"/>
    <w:rsid w:val="00FF5E3C"/>
    <w:pPr>
      <w:spacing w:before="360" w:line="280" w:lineRule="exact"/>
      <w:ind w:left="480"/>
    </w:pPr>
    <w:rPr>
      <w:sz w:val="19"/>
    </w:rPr>
  </w:style>
  <w:style w:type="paragraph" w:customStyle="1" w:styleId="SbarListCodeBlock0">
    <w:name w:val="Sbar List Code Block"/>
    <w:basedOn w:val="SBarCodeBlock"/>
    <w:next w:val="NumList"/>
    <w:rsid w:val="00FF5E3C"/>
    <w:pPr>
      <w:spacing w:before="0"/>
      <w:ind w:left="792"/>
    </w:pPr>
  </w:style>
  <w:style w:type="paragraph" w:customStyle="1" w:styleId="ReaderaidExammid">
    <w:name w:val="Readeraid (Exam mid)"/>
    <w:basedOn w:val="Readeraidfirst"/>
    <w:rsid w:val="00FF5E3C"/>
    <w:pPr>
      <w:spacing w:before="0" w:after="40"/>
      <w:ind w:left="240" w:right="240"/>
    </w:pPr>
  </w:style>
  <w:style w:type="paragraph" w:customStyle="1" w:styleId="ReaderaidExamlast">
    <w:name w:val="Readeraid (Exam last)"/>
    <w:basedOn w:val="ReaderaidExammid"/>
    <w:rsid w:val="00FF5E3C"/>
    <w:pPr>
      <w:spacing w:after="240"/>
    </w:pPr>
  </w:style>
  <w:style w:type="paragraph" w:customStyle="1" w:styleId="ReaderaidExamfirst">
    <w:name w:val="Readeraid (Exam first)"/>
    <w:basedOn w:val="ReaderaidExammid"/>
    <w:rsid w:val="00FF5E3C"/>
    <w:pPr>
      <w:spacing w:before="240" w:line="250" w:lineRule="exact"/>
    </w:pPr>
    <w:rPr>
      <w:caps/>
      <w:sz w:val="16"/>
    </w:rPr>
  </w:style>
  <w:style w:type="paragraph" w:customStyle="1" w:styleId="PracticeHeadingoneline">
    <w:name w:val="Practice Heading (one line)"/>
    <w:basedOn w:val="Normal"/>
    <w:next w:val="Normal"/>
    <w:rsid w:val="00FF5E3C"/>
    <w:pPr>
      <w:spacing w:before="260" w:after="200" w:line="320" w:lineRule="exact"/>
      <w:ind w:left="120"/>
    </w:pPr>
    <w:rPr>
      <w:b/>
      <w:sz w:val="22"/>
    </w:rPr>
  </w:style>
  <w:style w:type="paragraph" w:customStyle="1" w:styleId="PracticeHeadingtwoline">
    <w:name w:val="Practice Heading (two line)"/>
    <w:basedOn w:val="PracticeHeadingoneline"/>
    <w:rsid w:val="00FF5E3C"/>
    <w:pPr>
      <w:spacing w:line="260" w:lineRule="exact"/>
    </w:pPr>
  </w:style>
  <w:style w:type="paragraph" w:customStyle="1" w:styleId="ExerciseHead">
    <w:name w:val="Exercise Head"/>
    <w:basedOn w:val="Heading3"/>
    <w:rsid w:val="00FF5E3C"/>
    <w:pPr>
      <w:spacing w:before="120" w:after="80" w:line="260" w:lineRule="exact"/>
    </w:pPr>
    <w:rPr>
      <w:sz w:val="19"/>
    </w:rPr>
  </w:style>
  <w:style w:type="paragraph" w:customStyle="1" w:styleId="ObjectivesIntro">
    <w:name w:val="Objectives Intro"/>
    <w:next w:val="Heading2"/>
    <w:rsid w:val="00FF5E3C"/>
    <w:pPr>
      <w:spacing w:before="360" w:after="60" w:line="280" w:lineRule="exact"/>
    </w:pPr>
    <w:rPr>
      <w:rFonts w:ascii="Segoe Semibold" w:hAnsi="Segoe Semibold"/>
      <w:sz w:val="23"/>
      <w:szCs w:val="24"/>
    </w:rPr>
  </w:style>
  <w:style w:type="paragraph" w:customStyle="1" w:styleId="ObjectiveAfterthisLesson">
    <w:name w:val="Objective (After this Lesson)"/>
    <w:basedOn w:val="Objective"/>
    <w:rsid w:val="00FF5E3C"/>
    <w:pPr>
      <w:numPr>
        <w:numId w:val="9"/>
      </w:numPr>
      <w:spacing w:before="0" w:line="240" w:lineRule="exact"/>
      <w:ind w:right="240"/>
    </w:pPr>
    <w:rPr>
      <w:sz w:val="18"/>
    </w:rPr>
  </w:style>
  <w:style w:type="paragraph" w:customStyle="1" w:styleId="TOCH1">
    <w:name w:val="TOC H1"/>
    <w:basedOn w:val="Normal"/>
    <w:rsid w:val="00FF5E3C"/>
    <w:pPr>
      <w:widowControl w:val="0"/>
      <w:tabs>
        <w:tab w:val="left" w:pos="1680"/>
        <w:tab w:val="right" w:leader="dot" w:pos="7160"/>
      </w:tabs>
      <w:autoSpaceDE w:val="0"/>
      <w:autoSpaceDN w:val="0"/>
      <w:adjustRightInd w:val="0"/>
      <w:spacing w:before="60" w:line="240" w:lineRule="atLeast"/>
      <w:ind w:left="1520" w:hanging="240"/>
      <w:textAlignment w:val="center"/>
    </w:pPr>
    <w:rPr>
      <w:rFonts w:ascii="Segoe Semibold" w:hAnsi="Segoe Semibold" w:cs="Segoe Semibold"/>
      <w:b/>
      <w:bCs/>
      <w:color w:val="000000"/>
      <w:szCs w:val="18"/>
    </w:rPr>
  </w:style>
  <w:style w:type="paragraph" w:customStyle="1" w:styleId="TOCH2">
    <w:name w:val="TOC H2"/>
    <w:basedOn w:val="TOCH1"/>
    <w:rsid w:val="00FF5E3C"/>
    <w:pPr>
      <w:tabs>
        <w:tab w:val="clear" w:pos="1680"/>
        <w:tab w:val="decimal" w:pos="7160"/>
      </w:tabs>
      <w:spacing w:before="0"/>
      <w:ind w:left="1760" w:firstLine="0"/>
    </w:pPr>
  </w:style>
  <w:style w:type="paragraph" w:customStyle="1" w:styleId="TOCChapter">
    <w:name w:val="TOC Chapter"/>
    <w:basedOn w:val="Normal"/>
    <w:rsid w:val="00FF5E3C"/>
    <w:pPr>
      <w:widowControl w:val="0"/>
      <w:tabs>
        <w:tab w:val="left" w:pos="1240"/>
        <w:tab w:val="decimal" w:pos="7160"/>
      </w:tabs>
      <w:autoSpaceDE w:val="0"/>
      <w:autoSpaceDN w:val="0"/>
      <w:adjustRightInd w:val="0"/>
      <w:spacing w:before="240" w:line="280" w:lineRule="atLeast"/>
      <w:ind w:left="1440" w:hanging="1440"/>
      <w:textAlignment w:val="center"/>
    </w:pPr>
    <w:rPr>
      <w:rFonts w:cs="Segoe"/>
      <w:b/>
      <w:bCs/>
      <w:color w:val="000000"/>
      <w:sz w:val="22"/>
      <w:szCs w:val="22"/>
    </w:rPr>
  </w:style>
  <w:style w:type="paragraph" w:customStyle="1" w:styleId="TOCTitle">
    <w:name w:val="TOC Title"/>
    <w:basedOn w:val="FMTitle"/>
    <w:rsid w:val="00FF5E3C"/>
    <w:pPr>
      <w:keepNext/>
      <w:keepLines/>
      <w:widowControl w:val="0"/>
      <w:suppressAutoHyphens/>
      <w:autoSpaceDE w:val="0"/>
      <w:autoSpaceDN w:val="0"/>
      <w:adjustRightInd w:val="0"/>
      <w:spacing w:line="340" w:lineRule="atLeast"/>
      <w:ind w:firstLine="0"/>
      <w:contextualSpacing w:val="0"/>
      <w:textAlignment w:val="center"/>
    </w:pPr>
    <w:rPr>
      <w:rFonts w:cs="Segoe Semibold"/>
      <w:bCs/>
      <w:color w:val="000000"/>
      <w:sz w:val="50"/>
      <w:szCs w:val="50"/>
    </w:rPr>
  </w:style>
  <w:style w:type="paragraph" w:styleId="BalloonText">
    <w:name w:val="Balloon Text"/>
    <w:basedOn w:val="Normal"/>
    <w:link w:val="BalloonTextChar"/>
    <w:rsid w:val="00FF5E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F5E3C"/>
    <w:rPr>
      <w:rFonts w:ascii="Tahoma" w:hAnsi="Tahoma" w:cs="Tahoma"/>
      <w:sz w:val="16"/>
      <w:szCs w:val="16"/>
    </w:rPr>
  </w:style>
  <w:style w:type="character" w:customStyle="1" w:styleId="Heading6Char">
    <w:name w:val="Heading 6 Char"/>
    <w:basedOn w:val="DefaultParagraphFont"/>
    <w:link w:val="Heading6"/>
    <w:rsid w:val="00FF5E3C"/>
    <w:rPr>
      <w:rFonts w:ascii="Calibri" w:hAnsi="Calibri"/>
      <w:b/>
      <w:bCs/>
      <w:sz w:val="22"/>
      <w:szCs w:val="22"/>
    </w:rPr>
  </w:style>
  <w:style w:type="paragraph" w:styleId="CommentText">
    <w:name w:val="annotation text"/>
    <w:basedOn w:val="Normal"/>
    <w:link w:val="CommentTextChar"/>
    <w:rsid w:val="00FF5E3C"/>
    <w:rPr>
      <w:sz w:val="20"/>
      <w:szCs w:val="20"/>
    </w:rPr>
  </w:style>
  <w:style w:type="character" w:customStyle="1" w:styleId="CommentTextChar">
    <w:name w:val="Comment Text Char"/>
    <w:basedOn w:val="DefaultParagraphFont"/>
    <w:link w:val="CommentText"/>
    <w:rsid w:val="00FF5E3C"/>
    <w:rPr>
      <w:rFonts w:ascii="Segoe" w:hAnsi="Segoe"/>
    </w:rPr>
  </w:style>
  <w:style w:type="paragraph" w:customStyle="1" w:styleId="EditorsNote">
    <w:name w:val="Editor's Note"/>
    <w:basedOn w:val="Normal"/>
    <w:next w:val="Normal"/>
    <w:autoRedefine/>
    <w:rsid w:val="006E1BC1"/>
    <w:pPr>
      <w:autoSpaceDE w:val="0"/>
      <w:autoSpaceDN w:val="0"/>
      <w:adjustRightInd w:val="0"/>
      <w:spacing w:after="160" w:line="265" w:lineRule="atLeast"/>
      <w:ind w:left="778" w:firstLine="0"/>
      <w:textAlignment w:val="baseline"/>
    </w:pPr>
    <w:rPr>
      <w:rFonts w:cs="Segoe"/>
      <w:color w:val="FF0000"/>
      <w:sz w:val="16"/>
      <w:szCs w:val="19"/>
    </w:rPr>
  </w:style>
  <w:style w:type="character" w:customStyle="1" w:styleId="intelliemflag">
    <w:name w:val="intelliem flag"/>
    <w:qFormat/>
    <w:rsid w:val="00D56726"/>
    <w:rPr>
      <w:shd w:val="clear" w:color="auto" w:fill="FFFF00"/>
    </w:rPr>
  </w:style>
  <w:style w:type="character" w:customStyle="1" w:styleId="intelliemui">
    <w:name w:val="intelliem ui"/>
    <w:basedOn w:val="UserInterface"/>
    <w:rsid w:val="00E62DB3"/>
    <w:rPr>
      <w:b/>
      <w:color w:val="auto"/>
    </w:rPr>
  </w:style>
  <w:style w:type="character" w:customStyle="1" w:styleId="intelliemURL">
    <w:name w:val="intelliem URL"/>
    <w:qFormat/>
    <w:rsid w:val="00B639AF"/>
    <w:rPr>
      <w:i/>
      <w:bdr w:val="none" w:sz="0" w:space="0" w:color="auto"/>
      <w:shd w:val="clear" w:color="auto" w:fill="FDE9D9"/>
    </w:rPr>
  </w:style>
  <w:style w:type="paragraph" w:styleId="ListNumber">
    <w:name w:val="List Number"/>
    <w:basedOn w:val="Normal"/>
    <w:rsid w:val="00E62DB3"/>
    <w:pPr>
      <w:tabs>
        <w:tab w:val="num" w:pos="360"/>
      </w:tabs>
      <w:ind w:left="360" w:hanging="360"/>
      <w:contextualSpacing/>
    </w:pPr>
  </w:style>
  <w:style w:type="paragraph" w:styleId="ListBullet">
    <w:name w:val="List Bullet"/>
    <w:basedOn w:val="Normal"/>
    <w:rsid w:val="009B1111"/>
    <w:pPr>
      <w:shd w:val="clear" w:color="auto" w:fill="FDE9D9" w:themeFill="accent6" w:themeFillTint="33"/>
      <w:tabs>
        <w:tab w:val="num" w:pos="360"/>
      </w:tabs>
      <w:ind w:left="360" w:hanging="360"/>
      <w:contextualSpacing/>
    </w:pPr>
  </w:style>
  <w:style w:type="character" w:customStyle="1" w:styleId="UserInterface">
    <w:name w:val="User Interface"/>
    <w:qFormat/>
    <w:rsid w:val="009B1111"/>
    <w:rPr>
      <w:b/>
      <w:color w:val="C00000"/>
    </w:rPr>
  </w:style>
  <w:style w:type="character" w:styleId="Strong">
    <w:name w:val="Strong"/>
    <w:qFormat/>
    <w:rsid w:val="009B1111"/>
    <w:rPr>
      <w:b/>
      <w:bCs/>
    </w:rPr>
  </w:style>
  <w:style w:type="paragraph" w:customStyle="1" w:styleId="Code">
    <w:name w:val="Code"/>
    <w:basedOn w:val="Normal"/>
    <w:qFormat/>
    <w:rsid w:val="009B1111"/>
    <w:pPr>
      <w:shd w:val="clear" w:color="auto" w:fill="F2F2F2"/>
      <w:spacing w:before="60" w:line="240" w:lineRule="auto"/>
      <w:ind w:left="720" w:firstLine="0"/>
    </w:pPr>
    <w:rPr>
      <w:rFonts w:ascii="Consolas" w:eastAsia="Calibri" w:hAnsi="Consolas" w:cs="Consolas"/>
      <w:sz w:val="20"/>
      <w:szCs w:val="20"/>
      <w:lang w:eastAsia="ja-JP"/>
    </w:rPr>
  </w:style>
  <w:style w:type="character" w:customStyle="1" w:styleId="intelliemuserinput">
    <w:name w:val="intelliem user input"/>
    <w:basedOn w:val="DefaultParagraphFont"/>
    <w:rsid w:val="004264BB"/>
    <w:rPr>
      <w:b/>
    </w:rPr>
  </w:style>
  <w:style w:type="character" w:customStyle="1" w:styleId="intelliemvariable">
    <w:name w:val="intelliem variable"/>
    <w:basedOn w:val="DefaultParagraphFont"/>
    <w:rsid w:val="004264BB"/>
    <w:rPr>
      <w:i/>
    </w:rPr>
  </w:style>
  <w:style w:type="character" w:customStyle="1" w:styleId="intelliemcrossref">
    <w:name w:val="intelliem crossref"/>
    <w:basedOn w:val="DefaultParagraphFont"/>
    <w:qFormat/>
    <w:rsid w:val="004264BB"/>
    <w:rPr>
      <w:i/>
      <w:bdr w:val="none" w:sz="0" w:space="0" w:color="auto"/>
      <w:shd w:val="clear" w:color="auto" w:fill="92CDDC" w:themeFill="accent5" w:themeFillTint="99"/>
    </w:rPr>
  </w:style>
  <w:style w:type="character" w:customStyle="1" w:styleId="intelliemuserinputvariable">
    <w:name w:val="intelliem user input variable"/>
    <w:basedOn w:val="Strong"/>
    <w:rsid w:val="00630536"/>
    <w:rPr>
      <w:b/>
      <w:bCs/>
      <w:i/>
    </w:rPr>
  </w:style>
  <w:style w:type="character" w:customStyle="1" w:styleId="intelliemuivariable">
    <w:name w:val="intelliem ui variable"/>
    <w:basedOn w:val="intelliemui"/>
    <w:rsid w:val="00630536"/>
    <w:rPr>
      <w:b/>
      <w:i/>
      <w:color w:val="C00000"/>
    </w:rPr>
  </w:style>
  <w:style w:type="character" w:customStyle="1" w:styleId="intelliemkeystroke">
    <w:name w:val="intelliem keystroke"/>
    <w:basedOn w:val="Strong"/>
    <w:rsid w:val="00757F85"/>
    <w:rPr>
      <w:b/>
      <w:bCs/>
    </w:rPr>
  </w:style>
  <w:style w:type="paragraph" w:customStyle="1" w:styleId="Step">
    <w:name w:val="Step"/>
    <w:basedOn w:val="Normal"/>
    <w:qFormat/>
    <w:rsid w:val="0049494D"/>
    <w:pPr>
      <w:numPr>
        <w:numId w:val="26"/>
      </w:numPr>
      <w:spacing w:before="60" w:line="240" w:lineRule="auto"/>
    </w:pPr>
    <w:rPr>
      <w:rFonts w:asciiTheme="minorHAnsi" w:eastAsiaTheme="minorHAnsi" w:hAnsiTheme="minorHAnsi" w:cstheme="minorBidi"/>
      <w:sz w:val="22"/>
      <w:szCs w:val="22"/>
      <w:lang w:eastAsia="ja-JP"/>
    </w:rPr>
  </w:style>
  <w:style w:type="character" w:customStyle="1" w:styleId="intelliemuilabel">
    <w:name w:val="intelliem ui label"/>
    <w:basedOn w:val="intelliemui"/>
    <w:rsid w:val="000D459F"/>
    <w:rPr>
      <w:b w:val="0"/>
      <w:color w:val="auto"/>
    </w:rPr>
  </w:style>
  <w:style w:type="paragraph" w:customStyle="1" w:styleId="Lb2">
    <w:name w:val="Lb2"/>
    <w:basedOn w:val="ListParagraph"/>
    <w:qFormat/>
    <w:rsid w:val="0049494D"/>
    <w:pPr>
      <w:numPr>
        <w:numId w:val="27"/>
      </w:numPr>
      <w:tabs>
        <w:tab w:val="num" w:pos="720"/>
      </w:tabs>
      <w:spacing w:before="60" w:line="240" w:lineRule="auto"/>
      <w:ind w:left="720"/>
    </w:pPr>
    <w:rPr>
      <w:rFonts w:asciiTheme="minorHAnsi" w:eastAsiaTheme="minorHAnsi" w:hAnsiTheme="minorHAnsi" w:cstheme="minorBidi"/>
      <w:sz w:val="22"/>
      <w:szCs w:val="22"/>
    </w:rPr>
  </w:style>
  <w:style w:type="paragraph" w:customStyle="1" w:styleId="LogEntry">
    <w:name w:val="Log Entry"/>
    <w:basedOn w:val="Step"/>
    <w:qFormat/>
    <w:rsid w:val="0049494D"/>
    <w:pPr>
      <w:numPr>
        <w:numId w:val="0"/>
      </w:numPr>
      <w:ind w:left="720"/>
    </w:pPr>
    <w:rPr>
      <w:b/>
      <w:u w:val="single"/>
    </w:rPr>
  </w:style>
  <w:style w:type="paragraph" w:styleId="ListParagraph">
    <w:name w:val="List Paragraph"/>
    <w:basedOn w:val="Normal"/>
    <w:uiPriority w:val="34"/>
    <w:qFormat/>
    <w:rsid w:val="0049494D"/>
    <w:pPr>
      <w:ind w:left="720"/>
      <w:contextualSpacing/>
    </w:pPr>
  </w:style>
  <w:style w:type="character" w:customStyle="1" w:styleId="intelliemstrong">
    <w:name w:val="intelliem strong"/>
    <w:basedOn w:val="DefaultParagraphFont"/>
    <w:rsid w:val="003A2389"/>
    <w:rPr>
      <w:b/>
    </w:rPr>
  </w:style>
  <w:style w:type="character" w:customStyle="1" w:styleId="intelliememphasis">
    <w:name w:val="intelliem emphasis"/>
    <w:basedOn w:val="DefaultParagraphFont"/>
    <w:rsid w:val="003A2389"/>
    <w:rPr>
      <w:i/>
    </w:rPr>
  </w:style>
  <w:style w:type="character" w:customStyle="1" w:styleId="EditReview">
    <w:name w:val="Edit Review"/>
    <w:basedOn w:val="DefaultParagraphFont"/>
    <w:uiPriority w:val="1"/>
    <w:qFormat/>
    <w:rsid w:val="007A436E"/>
    <w:rPr>
      <w:b/>
      <w:bCs/>
      <w:color w:val="C00000"/>
      <w:lang w:eastAsia="ja-JP"/>
    </w:rPr>
  </w:style>
  <w:style w:type="character" w:styleId="Hyperlink">
    <w:name w:val="Hyperlink"/>
    <w:basedOn w:val="DefaultParagraphFont"/>
    <w:rsid w:val="00D01E3A"/>
    <w:rPr>
      <w:color w:val="0000FF" w:themeColor="hyperlink"/>
      <w:u w:val="single"/>
    </w:rPr>
  </w:style>
  <w:style w:type="character" w:styleId="FollowedHyperlink">
    <w:name w:val="FollowedHyperlink"/>
    <w:basedOn w:val="DefaultParagraphFont"/>
    <w:rsid w:val="00D01E3A"/>
    <w:rPr>
      <w:color w:val="800080" w:themeColor="followedHyperlink"/>
      <w:u w:val="single"/>
    </w:rPr>
  </w:style>
  <w:style w:type="paragraph" w:styleId="DocumentMap">
    <w:name w:val="Document Map"/>
    <w:basedOn w:val="Normal"/>
    <w:link w:val="DocumentMapChar"/>
    <w:rsid w:val="00313B3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313B34"/>
    <w:rPr>
      <w:rFonts w:ascii="Tahoma" w:hAnsi="Tahoma" w:cs="Tahoma"/>
      <w:sz w:val="16"/>
      <w:szCs w:val="16"/>
    </w:rPr>
  </w:style>
  <w:style w:type="character" w:styleId="CommentReference">
    <w:name w:val="annotation reference"/>
    <w:basedOn w:val="DefaultParagraphFont"/>
    <w:rsid w:val="006E1BC1"/>
    <w:rPr>
      <w:sz w:val="16"/>
      <w:szCs w:val="16"/>
    </w:rPr>
  </w:style>
  <w:style w:type="paragraph" w:styleId="CommentSubject">
    <w:name w:val="annotation subject"/>
    <w:basedOn w:val="CommentText"/>
    <w:next w:val="CommentText"/>
    <w:link w:val="CommentSubjectChar"/>
    <w:rsid w:val="006E1BC1"/>
    <w:pPr>
      <w:spacing w:line="240" w:lineRule="auto"/>
    </w:pPr>
    <w:rPr>
      <w:b/>
      <w:bCs/>
    </w:rPr>
  </w:style>
  <w:style w:type="character" w:customStyle="1" w:styleId="CommentSubjectChar">
    <w:name w:val="Comment Subject Char"/>
    <w:basedOn w:val="CommentTextChar"/>
    <w:link w:val="CommentSubject"/>
    <w:rsid w:val="006E1BC1"/>
    <w:rPr>
      <w:rFonts w:ascii="Segoe" w:hAnsi="Segoe"/>
      <w:b/>
      <w:bCs/>
    </w:rPr>
  </w:style>
  <w:style w:type="paragraph" w:styleId="Revision">
    <w:name w:val="Revision"/>
    <w:hidden/>
    <w:uiPriority w:val="99"/>
    <w:semiHidden/>
    <w:rsid w:val="00620808"/>
    <w:rPr>
      <w:rFonts w:ascii="Segoe" w:hAnsi="Segoe"/>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5E3C"/>
    <w:pPr>
      <w:spacing w:after="60" w:line="260" w:lineRule="exact"/>
      <w:ind w:firstLine="245"/>
    </w:pPr>
    <w:rPr>
      <w:rFonts w:ascii="Segoe" w:hAnsi="Segoe"/>
      <w:sz w:val="18"/>
      <w:szCs w:val="24"/>
    </w:rPr>
  </w:style>
  <w:style w:type="paragraph" w:styleId="Heading1">
    <w:name w:val="heading 1"/>
    <w:aliases w:val="h1"/>
    <w:basedOn w:val="Normal"/>
    <w:next w:val="Normal"/>
    <w:qFormat/>
    <w:rsid w:val="00FF5E3C"/>
    <w:pPr>
      <w:keepNext/>
      <w:keepLines/>
      <w:widowControl w:val="0"/>
      <w:pBdr>
        <w:bottom w:val="single" w:sz="4" w:space="8" w:color="000000"/>
      </w:pBdr>
      <w:suppressAutoHyphens/>
      <w:autoSpaceDE w:val="0"/>
      <w:autoSpaceDN w:val="0"/>
      <w:adjustRightInd w:val="0"/>
      <w:spacing w:before="320" w:after="240" w:line="340" w:lineRule="exact"/>
      <w:ind w:firstLine="0"/>
      <w:textAlignment w:val="center"/>
      <w:outlineLvl w:val="0"/>
    </w:pPr>
    <w:rPr>
      <w:rFonts w:cs="Segoe-Bold"/>
      <w:b/>
      <w:bCs/>
      <w:color w:val="000000"/>
      <w:sz w:val="29"/>
      <w:szCs w:val="29"/>
    </w:rPr>
  </w:style>
  <w:style w:type="paragraph" w:styleId="Heading2">
    <w:name w:val="heading 2"/>
    <w:aliases w:val="h2"/>
    <w:basedOn w:val="Heading1"/>
    <w:qFormat/>
    <w:rsid w:val="00FF5E3C"/>
    <w:pPr>
      <w:pBdr>
        <w:bottom w:val="none" w:sz="0" w:space="0" w:color="auto"/>
      </w:pBdr>
      <w:spacing w:before="260" w:after="60" w:line="320" w:lineRule="exact"/>
      <w:outlineLvl w:val="1"/>
    </w:pPr>
    <w:rPr>
      <w:rFonts w:ascii="Segoe Semibold" w:hAnsi="Segoe Semibold" w:cs="Segoe-Semibold"/>
      <w:b w:val="0"/>
      <w:sz w:val="28"/>
      <w:szCs w:val="28"/>
    </w:rPr>
  </w:style>
  <w:style w:type="paragraph" w:styleId="Heading3">
    <w:name w:val="heading 3"/>
    <w:aliases w:val="h3"/>
    <w:basedOn w:val="Heading2"/>
    <w:next w:val="Normal"/>
    <w:qFormat/>
    <w:rsid w:val="00FF5E3C"/>
    <w:pPr>
      <w:spacing w:line="280" w:lineRule="exact"/>
      <w:outlineLvl w:val="2"/>
    </w:pPr>
    <w:rPr>
      <w:sz w:val="23"/>
      <w:szCs w:val="23"/>
    </w:rPr>
  </w:style>
  <w:style w:type="paragraph" w:styleId="Heading4">
    <w:name w:val="heading 4"/>
    <w:aliases w:val="h4"/>
    <w:basedOn w:val="Heading1"/>
    <w:next w:val="Normal"/>
    <w:qFormat/>
    <w:rsid w:val="00FF5E3C"/>
    <w:pPr>
      <w:pBdr>
        <w:bottom w:val="none" w:sz="0" w:space="0" w:color="auto"/>
      </w:pBdr>
      <w:spacing w:before="200" w:after="60" w:line="320" w:lineRule="exact"/>
      <w:outlineLvl w:val="3"/>
    </w:pPr>
    <w:rPr>
      <w:rFonts w:ascii="Segoe Semibold" w:hAnsi="Segoe Semibold" w:cs="Segoe-Semibold"/>
      <w:b w:val="0"/>
      <w:caps/>
      <w:sz w:val="17"/>
      <w:szCs w:val="17"/>
    </w:rPr>
  </w:style>
  <w:style w:type="paragraph" w:styleId="Heading5">
    <w:name w:val="heading 5"/>
    <w:aliases w:val="h5"/>
    <w:basedOn w:val="Normal"/>
    <w:next w:val="Normal"/>
    <w:qFormat/>
    <w:rsid w:val="00FF5E3C"/>
    <w:pPr>
      <w:widowControl w:val="0"/>
      <w:autoSpaceDE w:val="0"/>
      <w:autoSpaceDN w:val="0"/>
      <w:adjustRightInd w:val="0"/>
      <w:spacing w:before="60" w:line="260" w:lineRule="atLeast"/>
      <w:textAlignment w:val="center"/>
      <w:outlineLvl w:val="4"/>
    </w:pPr>
    <w:rPr>
      <w:rFonts w:cs="Segoe"/>
      <w:color w:val="000000"/>
      <w:szCs w:val="18"/>
    </w:rPr>
  </w:style>
  <w:style w:type="paragraph" w:styleId="Heading6">
    <w:name w:val="heading 6"/>
    <w:basedOn w:val="Normal"/>
    <w:next w:val="Normal"/>
    <w:link w:val="Heading6Char"/>
    <w:unhideWhenUsed/>
    <w:qFormat/>
    <w:rsid w:val="00FF5E3C"/>
    <w:pPr>
      <w:spacing w:before="24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Graphic">
    <w:name w:val="Fig-Graphic"/>
    <w:basedOn w:val="Normal"/>
    <w:rsid w:val="00FF5E3C"/>
    <w:pPr>
      <w:widowControl w:val="0"/>
      <w:suppressAutoHyphens/>
      <w:autoSpaceDE w:val="0"/>
      <w:autoSpaceDN w:val="0"/>
      <w:adjustRightInd w:val="0"/>
      <w:spacing w:before="200" w:line="240" w:lineRule="atLeast"/>
      <w:ind w:firstLine="0"/>
      <w:textAlignment w:val="center"/>
    </w:pPr>
    <w:rPr>
      <w:rFonts w:cs="Segoe"/>
      <w:color w:val="000000"/>
      <w:szCs w:val="18"/>
    </w:rPr>
  </w:style>
  <w:style w:type="paragraph" w:customStyle="1" w:styleId="Num-Caption">
    <w:name w:val="Num-Caption"/>
    <w:basedOn w:val="Normal"/>
    <w:next w:val="Normal"/>
    <w:rsid w:val="00FF5E3C"/>
    <w:pPr>
      <w:keepLines/>
      <w:widowControl w:val="0"/>
      <w:tabs>
        <w:tab w:val="center" w:pos="3250"/>
        <w:tab w:val="right" w:pos="8640"/>
      </w:tabs>
      <w:autoSpaceDE w:val="0"/>
      <w:autoSpaceDN w:val="0"/>
      <w:adjustRightInd w:val="0"/>
      <w:spacing w:after="240" w:line="200" w:lineRule="exact"/>
      <w:ind w:firstLine="0"/>
      <w:textAlignment w:val="center"/>
    </w:pPr>
    <w:rPr>
      <w:rFonts w:cs="Segoe"/>
      <w:color w:val="000000"/>
      <w:sz w:val="16"/>
      <w:szCs w:val="16"/>
    </w:rPr>
  </w:style>
  <w:style w:type="paragraph" w:customStyle="1" w:styleId="Readeraidonly">
    <w:name w:val="Readeraid (only)"/>
    <w:basedOn w:val="Normal"/>
    <w:next w:val="Normal"/>
    <w:rsid w:val="00FF5E3C"/>
    <w:pPr>
      <w:tabs>
        <w:tab w:val="center" w:pos="620"/>
        <w:tab w:val="left" w:pos="1440"/>
      </w:tabs>
      <w:spacing w:before="260" w:after="400"/>
      <w:ind w:left="245" w:right="245" w:firstLine="0"/>
    </w:pPr>
    <w:rPr>
      <w:rFonts w:ascii="Segoe Semibold" w:hAnsi="Segoe Semibold" w:cs="Segoe-Semibold"/>
      <w:sz w:val="17"/>
      <w:szCs w:val="17"/>
    </w:rPr>
  </w:style>
  <w:style w:type="paragraph" w:customStyle="1" w:styleId="Normalafterheadonly">
    <w:name w:val="Normal (after head only)"/>
    <w:basedOn w:val="Normal"/>
    <w:next w:val="Normal"/>
    <w:rsid w:val="00FF5E3C"/>
    <w:pPr>
      <w:widowControl w:val="0"/>
      <w:autoSpaceDE w:val="0"/>
      <w:autoSpaceDN w:val="0"/>
      <w:adjustRightInd w:val="0"/>
      <w:spacing w:line="260" w:lineRule="atLeast"/>
      <w:ind w:firstLine="0"/>
      <w:textAlignment w:val="center"/>
    </w:pPr>
    <w:rPr>
      <w:rFonts w:cs="Segoe"/>
      <w:color w:val="000000"/>
      <w:szCs w:val="18"/>
    </w:rPr>
  </w:style>
  <w:style w:type="paragraph" w:customStyle="1" w:styleId="Readeraidfirst">
    <w:name w:val="Readeraid (first)"/>
    <w:basedOn w:val="Readeraidonly"/>
    <w:rsid w:val="00FF5E3C"/>
    <w:pPr>
      <w:spacing w:after="60"/>
    </w:pPr>
  </w:style>
  <w:style w:type="paragraph" w:customStyle="1" w:styleId="Readeraidmid">
    <w:name w:val="Readeraid (mid)"/>
    <w:basedOn w:val="Readeraidfirst"/>
    <w:next w:val="Normal"/>
    <w:rsid w:val="00FF5E3C"/>
    <w:pPr>
      <w:spacing w:before="0"/>
    </w:pPr>
    <w:rPr>
      <w:color w:val="000000"/>
    </w:rPr>
  </w:style>
  <w:style w:type="paragraph" w:customStyle="1" w:styleId="ReaderaidNumList">
    <w:name w:val="Readeraid Num List"/>
    <w:basedOn w:val="NumList2"/>
    <w:rsid w:val="00FF5E3C"/>
    <w:pPr>
      <w:tabs>
        <w:tab w:val="decimal" w:pos="540"/>
        <w:tab w:val="left" w:pos="780"/>
      </w:tabs>
      <w:spacing w:before="60"/>
      <w:ind w:left="780" w:hanging="540"/>
    </w:pPr>
    <w:rPr>
      <w:rFonts w:ascii="Segoe Semibold" w:hAnsi="Segoe Semibold"/>
    </w:rPr>
  </w:style>
  <w:style w:type="paragraph" w:customStyle="1" w:styleId="ReaderaidListPara">
    <w:name w:val="Readeraid List Para"/>
    <w:basedOn w:val="Readeraidfirst"/>
    <w:rsid w:val="00FF5E3C"/>
    <w:pPr>
      <w:spacing w:before="0"/>
      <w:ind w:left="780"/>
    </w:pPr>
  </w:style>
  <w:style w:type="paragraph" w:customStyle="1" w:styleId="Readeraidlast">
    <w:name w:val="Readeraid (last)"/>
    <w:basedOn w:val="Readeraidonly"/>
    <w:next w:val="Normal"/>
    <w:rsid w:val="00FF5E3C"/>
    <w:pPr>
      <w:spacing w:before="60"/>
    </w:pPr>
    <w:rPr>
      <w:color w:val="000000"/>
    </w:rPr>
  </w:style>
  <w:style w:type="paragraph" w:customStyle="1" w:styleId="NumList">
    <w:name w:val="Num List"/>
    <w:basedOn w:val="Normal"/>
    <w:rsid w:val="00FF5E3C"/>
    <w:pPr>
      <w:widowControl w:val="0"/>
      <w:tabs>
        <w:tab w:val="decimal" w:pos="300"/>
        <w:tab w:val="left" w:pos="540"/>
      </w:tabs>
      <w:autoSpaceDE w:val="0"/>
      <w:autoSpaceDN w:val="0"/>
      <w:adjustRightInd w:val="0"/>
      <w:ind w:left="547" w:hanging="547"/>
      <w:textAlignment w:val="center"/>
    </w:pPr>
    <w:rPr>
      <w:rFonts w:cs="Segoe"/>
      <w:color w:val="000000"/>
      <w:szCs w:val="18"/>
    </w:rPr>
  </w:style>
  <w:style w:type="paragraph" w:customStyle="1" w:styleId="ListPara">
    <w:name w:val="List Para"/>
    <w:basedOn w:val="Normalafterheadonly"/>
    <w:rsid w:val="00FF5E3C"/>
    <w:pPr>
      <w:spacing w:line="260" w:lineRule="exact"/>
      <w:ind w:left="540"/>
    </w:pPr>
  </w:style>
  <w:style w:type="paragraph" w:customStyle="1" w:styleId="NumList2">
    <w:name w:val="Num List 2"/>
    <w:basedOn w:val="NumList"/>
    <w:rsid w:val="00FF5E3C"/>
    <w:pPr>
      <w:tabs>
        <w:tab w:val="clear" w:pos="300"/>
        <w:tab w:val="left" w:pos="900"/>
      </w:tabs>
      <w:ind w:left="860"/>
    </w:pPr>
  </w:style>
  <w:style w:type="paragraph" w:customStyle="1" w:styleId="ListFig-Graphic">
    <w:name w:val="List Fig-Graphic"/>
    <w:basedOn w:val="Fig-Graphic"/>
    <w:rsid w:val="00FF5E3C"/>
    <w:pPr>
      <w:ind w:left="547"/>
    </w:pPr>
    <w:rPr>
      <w:rFonts w:cs="Segoe-Bold"/>
      <w:b/>
      <w:bCs/>
      <w:sz w:val="14"/>
      <w:szCs w:val="14"/>
    </w:rPr>
  </w:style>
  <w:style w:type="paragraph" w:customStyle="1" w:styleId="SbarHeadspecial">
    <w:name w:val="Sbar Head (special)"/>
    <w:basedOn w:val="SbarHead"/>
    <w:rsid w:val="00FF5E3C"/>
    <w:pPr>
      <w:tabs>
        <w:tab w:val="left" w:pos="2160"/>
      </w:tabs>
      <w:spacing w:before="360" w:line="240" w:lineRule="exact"/>
      <w:ind w:right="0"/>
    </w:pPr>
    <w:rPr>
      <w:bCs w:val="0"/>
      <w:spacing w:val="8"/>
      <w:sz w:val="20"/>
      <w:szCs w:val="20"/>
    </w:rPr>
  </w:style>
  <w:style w:type="paragraph" w:customStyle="1" w:styleId="SbarParafirst">
    <w:name w:val="Sbar Para (first)"/>
    <w:basedOn w:val="Normalafterheadonly"/>
    <w:rsid w:val="00FF5E3C"/>
    <w:pPr>
      <w:spacing w:after="100" w:line="260" w:lineRule="exact"/>
      <w:ind w:left="540" w:right="480"/>
    </w:pPr>
    <w:rPr>
      <w:rFonts w:ascii="Segoe Semibold" w:hAnsi="Segoe Semibold" w:cs="Segoe-Semibold"/>
      <w:sz w:val="17"/>
      <w:szCs w:val="17"/>
    </w:rPr>
  </w:style>
  <w:style w:type="paragraph" w:customStyle="1" w:styleId="SbarParaonly">
    <w:name w:val="Sbar Para (only)"/>
    <w:basedOn w:val="SbarParafirst"/>
    <w:rsid w:val="00FF5E3C"/>
    <w:pPr>
      <w:spacing w:after="340"/>
    </w:pPr>
  </w:style>
  <w:style w:type="paragraph" w:customStyle="1" w:styleId="BullList">
    <w:name w:val="Bull List"/>
    <w:basedOn w:val="Normal"/>
    <w:link w:val="BullListCharChar"/>
    <w:rsid w:val="00FF5E3C"/>
    <w:pPr>
      <w:widowControl w:val="0"/>
      <w:numPr>
        <w:numId w:val="3"/>
      </w:numPr>
      <w:autoSpaceDE w:val="0"/>
      <w:autoSpaceDN w:val="0"/>
      <w:adjustRightInd w:val="0"/>
      <w:textAlignment w:val="center"/>
    </w:pPr>
    <w:rPr>
      <w:rFonts w:cs="Segoe"/>
      <w:color w:val="000000"/>
      <w:szCs w:val="18"/>
    </w:rPr>
  </w:style>
  <w:style w:type="paragraph" w:customStyle="1" w:styleId="BullListinNumberlistonly">
    <w:name w:val="Bull List (in Number list only)"/>
    <w:basedOn w:val="BullList"/>
    <w:link w:val="BullListinNumberlistonlyChar"/>
    <w:rsid w:val="00FF5E3C"/>
    <w:pPr>
      <w:numPr>
        <w:numId w:val="4"/>
      </w:numPr>
    </w:pPr>
  </w:style>
  <w:style w:type="paragraph" w:customStyle="1" w:styleId="CodeBlock">
    <w:name w:val="Code Block"/>
    <w:basedOn w:val="Normal"/>
    <w:rsid w:val="00FF5E3C"/>
    <w:pPr>
      <w:widowControl w:val="0"/>
      <w:suppressAutoHyphens/>
      <w:autoSpaceDE w:val="0"/>
      <w:autoSpaceDN w:val="0"/>
      <w:adjustRightInd w:val="0"/>
      <w:spacing w:before="60" w:after="120" w:line="240" w:lineRule="exact"/>
      <w:ind w:firstLine="0"/>
      <w:textAlignment w:val="baseline"/>
    </w:pPr>
    <w:rPr>
      <w:rFonts w:ascii="Lucida Sans Typewriter Std" w:hAnsi="Lucida Sans Typewriter Std" w:cs="Lucida Sans Typewriter Std"/>
      <w:color w:val="000000"/>
      <w:sz w:val="14"/>
      <w:szCs w:val="14"/>
    </w:rPr>
  </w:style>
  <w:style w:type="paragraph" w:customStyle="1" w:styleId="ListCodeBlock">
    <w:name w:val="List Code Block"/>
    <w:basedOn w:val="CodeBlock"/>
    <w:rsid w:val="00FF5E3C"/>
    <w:pPr>
      <w:ind w:left="547"/>
    </w:pPr>
  </w:style>
  <w:style w:type="paragraph" w:customStyle="1" w:styleId="ListNum-Caption">
    <w:name w:val="List Num-Caption"/>
    <w:basedOn w:val="Num-Caption"/>
    <w:rsid w:val="00FF5E3C"/>
    <w:pPr>
      <w:ind w:left="547"/>
    </w:pPr>
  </w:style>
  <w:style w:type="paragraph" w:customStyle="1" w:styleId="ListReaderaidonly">
    <w:name w:val="List Readeraid (only)"/>
    <w:basedOn w:val="Readeraidmid"/>
    <w:rsid w:val="00FF5E3C"/>
    <w:pPr>
      <w:spacing w:before="260" w:after="400"/>
      <w:ind w:left="480" w:right="240"/>
    </w:pPr>
  </w:style>
  <w:style w:type="paragraph" w:customStyle="1" w:styleId="CodeBlockNum-Caption">
    <w:name w:val="Code Block Num-Caption"/>
    <w:basedOn w:val="Normal"/>
    <w:next w:val="Normal"/>
    <w:rsid w:val="00FF5E3C"/>
    <w:pPr>
      <w:keepLines/>
      <w:widowControl w:val="0"/>
      <w:pBdr>
        <w:bottom w:val="single" w:sz="2" w:space="3" w:color="auto"/>
      </w:pBdr>
      <w:tabs>
        <w:tab w:val="center" w:pos="3250"/>
        <w:tab w:val="right" w:pos="8640"/>
      </w:tabs>
      <w:autoSpaceDE w:val="0"/>
      <w:autoSpaceDN w:val="0"/>
      <w:adjustRightInd w:val="0"/>
      <w:spacing w:before="200" w:after="0" w:line="200" w:lineRule="exact"/>
      <w:ind w:firstLine="0"/>
      <w:textAlignment w:val="center"/>
    </w:pPr>
    <w:rPr>
      <w:rFonts w:cs="Segoe"/>
      <w:color w:val="000000"/>
      <w:sz w:val="16"/>
      <w:szCs w:val="16"/>
    </w:rPr>
  </w:style>
  <w:style w:type="paragraph" w:customStyle="1" w:styleId="SbarParamid">
    <w:name w:val="Sbar Para (mid)"/>
    <w:basedOn w:val="SbarParafirst"/>
    <w:rsid w:val="00FF5E3C"/>
  </w:style>
  <w:style w:type="paragraph" w:customStyle="1" w:styleId="SbarNumList">
    <w:name w:val="Sbar Num List"/>
    <w:basedOn w:val="SbarParamid"/>
    <w:rsid w:val="00FF5E3C"/>
    <w:pPr>
      <w:tabs>
        <w:tab w:val="decimal" w:pos="620"/>
        <w:tab w:val="left" w:pos="780"/>
      </w:tabs>
      <w:spacing w:after="80"/>
      <w:ind w:left="780" w:hanging="780"/>
    </w:pPr>
  </w:style>
  <w:style w:type="paragraph" w:customStyle="1" w:styleId="SbarListSet-OffLine">
    <w:name w:val="Sbar List Set-Off Line"/>
    <w:basedOn w:val="SbarParamid"/>
    <w:rsid w:val="00FF5E3C"/>
    <w:pPr>
      <w:spacing w:before="60"/>
      <w:ind w:left="780"/>
    </w:pPr>
    <w:rPr>
      <w:rFonts w:ascii="Segoe-Italic" w:hAnsi="Segoe-Italic" w:cs="Segoe-Italic"/>
      <w:i/>
      <w:iCs/>
    </w:rPr>
  </w:style>
  <w:style w:type="paragraph" w:customStyle="1" w:styleId="SbarBullList">
    <w:name w:val="Sbar Bull List"/>
    <w:basedOn w:val="BullList"/>
    <w:rsid w:val="00FF5E3C"/>
    <w:pPr>
      <w:numPr>
        <w:numId w:val="8"/>
      </w:numPr>
      <w:tabs>
        <w:tab w:val="left" w:pos="780"/>
      </w:tabs>
    </w:pPr>
    <w:rPr>
      <w:rFonts w:ascii="Segoe Semibold" w:hAnsi="Segoe Semibold" w:cs="Segoe-Semibold"/>
      <w:sz w:val="17"/>
      <w:szCs w:val="17"/>
    </w:rPr>
  </w:style>
  <w:style w:type="paragraph" w:customStyle="1" w:styleId="SbarBullList2">
    <w:name w:val="Sbar Bull List 2"/>
    <w:basedOn w:val="SbarBullList"/>
    <w:rsid w:val="00FF5E3C"/>
    <w:pPr>
      <w:numPr>
        <w:numId w:val="6"/>
      </w:numPr>
      <w:tabs>
        <w:tab w:val="clear" w:pos="780"/>
      </w:tabs>
    </w:pPr>
  </w:style>
  <w:style w:type="paragraph" w:customStyle="1" w:styleId="BullList2">
    <w:name w:val="Bull List 2"/>
    <w:basedOn w:val="BullListinNumberlistonly"/>
    <w:rsid w:val="00FF5E3C"/>
    <w:pPr>
      <w:numPr>
        <w:numId w:val="5"/>
      </w:numPr>
    </w:pPr>
  </w:style>
  <w:style w:type="paragraph" w:customStyle="1" w:styleId="SbarFig-Graphic">
    <w:name w:val="Sbar Fig-Graphic"/>
    <w:basedOn w:val="Normal"/>
    <w:rsid w:val="00FF5E3C"/>
    <w:pPr>
      <w:widowControl w:val="0"/>
      <w:suppressAutoHyphens/>
      <w:autoSpaceDE w:val="0"/>
      <w:autoSpaceDN w:val="0"/>
      <w:adjustRightInd w:val="0"/>
      <w:spacing w:before="200" w:line="240" w:lineRule="atLeast"/>
      <w:ind w:left="547" w:firstLine="0"/>
      <w:textAlignment w:val="center"/>
    </w:pPr>
    <w:rPr>
      <w:rFonts w:cs="Segoe"/>
      <w:color w:val="000000"/>
      <w:szCs w:val="18"/>
    </w:rPr>
  </w:style>
  <w:style w:type="paragraph" w:customStyle="1" w:styleId="SbarNum-Caption">
    <w:name w:val="Sbar Num-Caption"/>
    <w:basedOn w:val="Num-Caption"/>
    <w:rsid w:val="00FF5E3C"/>
    <w:pPr>
      <w:ind w:left="547"/>
    </w:pPr>
  </w:style>
  <w:style w:type="paragraph" w:customStyle="1" w:styleId="Readeraidwithicon">
    <w:name w:val="Readeraid (with icon)"/>
    <w:basedOn w:val="Readeraidonly"/>
    <w:next w:val="Normal"/>
    <w:rsid w:val="00FF5E3C"/>
    <w:pPr>
      <w:ind w:left="720"/>
    </w:pPr>
  </w:style>
  <w:style w:type="paragraph" w:customStyle="1" w:styleId="Set-OffLine">
    <w:name w:val="Set-Off Line"/>
    <w:basedOn w:val="Normalafterheadonly"/>
    <w:rsid w:val="00FF5E3C"/>
    <w:pPr>
      <w:spacing w:before="60" w:after="120"/>
      <w:ind w:left="240"/>
    </w:pPr>
    <w:rPr>
      <w:rFonts w:cs="Segoe-Italic"/>
      <w:i/>
      <w:iCs/>
    </w:rPr>
  </w:style>
  <w:style w:type="paragraph" w:customStyle="1" w:styleId="TableNum-Title">
    <w:name w:val="Table Num-Title"/>
    <w:basedOn w:val="Normal"/>
    <w:next w:val="Normal"/>
    <w:rsid w:val="00FF5E3C"/>
    <w:pPr>
      <w:keepLines/>
      <w:widowControl w:val="0"/>
      <w:tabs>
        <w:tab w:val="center" w:pos="3250"/>
        <w:tab w:val="right" w:pos="8640"/>
      </w:tabs>
      <w:autoSpaceDE w:val="0"/>
      <w:autoSpaceDN w:val="0"/>
      <w:adjustRightInd w:val="0"/>
      <w:spacing w:before="240" w:after="120" w:line="240" w:lineRule="exact"/>
      <w:ind w:firstLine="0"/>
      <w:textAlignment w:val="center"/>
    </w:pPr>
    <w:rPr>
      <w:rFonts w:cs="Segoe-Light"/>
      <w:color w:val="000000"/>
      <w:sz w:val="16"/>
      <w:szCs w:val="16"/>
    </w:rPr>
  </w:style>
  <w:style w:type="paragraph" w:customStyle="1" w:styleId="Table">
    <w:name w:val="Table"/>
    <w:basedOn w:val="Normal"/>
    <w:rsid w:val="00FF5E3C"/>
    <w:pPr>
      <w:widowControl w:val="0"/>
      <w:autoSpaceDE w:val="0"/>
      <w:autoSpaceDN w:val="0"/>
      <w:adjustRightInd w:val="0"/>
      <w:spacing w:before="180" w:after="240" w:line="288" w:lineRule="auto"/>
      <w:textAlignment w:val="center"/>
    </w:pPr>
    <w:rPr>
      <w:rFonts w:cs="Segoe"/>
      <w:color w:val="000000"/>
    </w:rPr>
  </w:style>
  <w:style w:type="paragraph" w:customStyle="1" w:styleId="CodeBlockScreenedNum-Caption">
    <w:name w:val="Code Block Screened Num-Caption"/>
    <w:basedOn w:val="Normal"/>
    <w:next w:val="Normal"/>
    <w:rsid w:val="00FF5E3C"/>
    <w:pPr>
      <w:keepLines/>
      <w:widowControl w:val="0"/>
      <w:pBdr>
        <w:bottom w:val="single" w:sz="2" w:space="3" w:color="auto"/>
      </w:pBdr>
      <w:tabs>
        <w:tab w:val="center" w:pos="3250"/>
        <w:tab w:val="right" w:pos="8640"/>
      </w:tabs>
      <w:autoSpaceDE w:val="0"/>
      <w:autoSpaceDN w:val="0"/>
      <w:adjustRightInd w:val="0"/>
      <w:spacing w:before="200" w:line="200" w:lineRule="atLeast"/>
      <w:ind w:firstLine="0"/>
      <w:textAlignment w:val="center"/>
    </w:pPr>
    <w:rPr>
      <w:rFonts w:cs="Segoe"/>
      <w:color w:val="000000"/>
      <w:sz w:val="16"/>
      <w:szCs w:val="16"/>
    </w:rPr>
  </w:style>
  <w:style w:type="paragraph" w:customStyle="1" w:styleId="Term-DefinitionBulleted">
    <w:name w:val="Term-Definition Bulleted"/>
    <w:basedOn w:val="BullList"/>
    <w:rsid w:val="00FF5E3C"/>
  </w:style>
  <w:style w:type="paragraph" w:customStyle="1" w:styleId="ListSet-OffLine">
    <w:name w:val="List Set-Off Line"/>
    <w:basedOn w:val="Normal"/>
    <w:rsid w:val="00FF5E3C"/>
    <w:pPr>
      <w:widowControl w:val="0"/>
      <w:autoSpaceDE w:val="0"/>
      <w:autoSpaceDN w:val="0"/>
      <w:adjustRightInd w:val="0"/>
      <w:ind w:left="547"/>
      <w:textAlignment w:val="center"/>
    </w:pPr>
    <w:rPr>
      <w:rFonts w:ascii="Segoe-Italic" w:hAnsi="Segoe-Italic" w:cs="Segoe-Italic"/>
      <w:i/>
      <w:iCs/>
      <w:color w:val="000000"/>
      <w:szCs w:val="18"/>
    </w:rPr>
  </w:style>
  <w:style w:type="paragraph" w:customStyle="1" w:styleId="SbarHead">
    <w:name w:val="Sbar Head"/>
    <w:basedOn w:val="Normal"/>
    <w:rsid w:val="00FF5E3C"/>
    <w:pPr>
      <w:widowControl w:val="0"/>
      <w:tabs>
        <w:tab w:val="left" w:pos="2320"/>
      </w:tabs>
      <w:autoSpaceDE w:val="0"/>
      <w:autoSpaceDN w:val="0"/>
      <w:adjustRightInd w:val="0"/>
      <w:spacing w:before="300" w:after="120"/>
      <w:ind w:left="559" w:right="480" w:firstLine="0"/>
      <w:textAlignment w:val="center"/>
    </w:pPr>
    <w:rPr>
      <w:rFonts w:cs="Segoe-Bold"/>
      <w:b/>
      <w:bCs/>
      <w:color w:val="000000"/>
      <w:sz w:val="21"/>
      <w:szCs w:val="23"/>
    </w:rPr>
  </w:style>
  <w:style w:type="paragraph" w:customStyle="1" w:styleId="SBarCodeBlock">
    <w:name w:val="SBar Code Block"/>
    <w:basedOn w:val="CodeBlock"/>
    <w:rsid w:val="00FF5E3C"/>
    <w:pPr>
      <w:ind w:left="560" w:right="720"/>
    </w:pPr>
  </w:style>
  <w:style w:type="paragraph" w:customStyle="1" w:styleId="SbarParalast">
    <w:name w:val="Sbar Para (last)"/>
    <w:basedOn w:val="SbarParafirst"/>
    <w:rsid w:val="00FF5E3C"/>
    <w:pPr>
      <w:spacing w:after="640"/>
    </w:pPr>
  </w:style>
  <w:style w:type="paragraph" w:customStyle="1" w:styleId="TableText">
    <w:name w:val="Table Text"/>
    <w:basedOn w:val="Normal"/>
    <w:rsid w:val="00FF5E3C"/>
    <w:pPr>
      <w:widowControl w:val="0"/>
      <w:tabs>
        <w:tab w:val="left" w:pos="2240"/>
      </w:tabs>
      <w:autoSpaceDE w:val="0"/>
      <w:autoSpaceDN w:val="0"/>
      <w:adjustRightInd w:val="0"/>
      <w:spacing w:line="240" w:lineRule="exact"/>
      <w:ind w:left="120" w:firstLine="0"/>
      <w:textAlignment w:val="center"/>
    </w:pPr>
    <w:rPr>
      <w:rFonts w:cs="Segoe"/>
      <w:color w:val="000000"/>
      <w:szCs w:val="18"/>
    </w:rPr>
  </w:style>
  <w:style w:type="paragraph" w:customStyle="1" w:styleId="TableFootnote">
    <w:name w:val="Table Footnote"/>
    <w:basedOn w:val="TableText"/>
    <w:rsid w:val="00FF5E3C"/>
    <w:pPr>
      <w:spacing w:line="200" w:lineRule="exact"/>
      <w:ind w:left="0"/>
    </w:pPr>
    <w:rPr>
      <w:rFonts w:ascii="Segoe-Italic" w:hAnsi="Segoe-Italic" w:cs="Segoe-Italic"/>
      <w:i/>
      <w:iCs/>
      <w:sz w:val="15"/>
      <w:szCs w:val="15"/>
    </w:rPr>
  </w:style>
  <w:style w:type="paragraph" w:customStyle="1" w:styleId="SbarCodeBlockNum-Caption">
    <w:name w:val="Sbar Code Block Num-Caption"/>
    <w:basedOn w:val="CodeBlockNum-Caption"/>
    <w:next w:val="Normal"/>
    <w:rsid w:val="00FF5E3C"/>
    <w:pPr>
      <w:spacing w:before="120"/>
      <w:ind w:left="540"/>
    </w:pPr>
  </w:style>
  <w:style w:type="paragraph" w:customStyle="1" w:styleId="SBarCodeBlockScreened">
    <w:name w:val="SBar Code Block Screened"/>
    <w:basedOn w:val="CodeBlock"/>
    <w:rsid w:val="00FF5E3C"/>
    <w:pPr>
      <w:shd w:val="clear" w:color="auto" w:fill="CCCCCC"/>
      <w:ind w:left="560" w:right="720"/>
    </w:pPr>
  </w:style>
  <w:style w:type="paragraph" w:customStyle="1" w:styleId="SbarSubhead">
    <w:name w:val="Sbar Subhead"/>
    <w:basedOn w:val="SbarHead"/>
    <w:rsid w:val="00FF5E3C"/>
    <w:pPr>
      <w:spacing w:before="100" w:after="60" w:line="240" w:lineRule="exact"/>
      <w:ind w:left="540"/>
    </w:pPr>
    <w:rPr>
      <w:sz w:val="20"/>
      <w:szCs w:val="20"/>
    </w:rPr>
  </w:style>
  <w:style w:type="paragraph" w:customStyle="1" w:styleId="SbarListPara">
    <w:name w:val="Sbar List Para"/>
    <w:basedOn w:val="SbarParamid"/>
    <w:rsid w:val="00FF5E3C"/>
    <w:pPr>
      <w:spacing w:after="0"/>
      <w:ind w:left="806" w:right="475"/>
    </w:pPr>
  </w:style>
  <w:style w:type="paragraph" w:customStyle="1" w:styleId="SbarListParalast">
    <w:name w:val="Sbar List Para (last)"/>
    <w:basedOn w:val="SbarParamid"/>
    <w:rsid w:val="00FF5E3C"/>
    <w:pPr>
      <w:spacing w:after="120"/>
      <w:ind w:left="800"/>
    </w:pPr>
  </w:style>
  <w:style w:type="paragraph" w:customStyle="1" w:styleId="SBarListCodeBlock">
    <w:name w:val="SBar List Code Block"/>
    <w:basedOn w:val="CodeBlock"/>
    <w:rsid w:val="00FF5E3C"/>
    <w:pPr>
      <w:spacing w:before="0"/>
      <w:ind w:left="800" w:right="720"/>
    </w:pPr>
  </w:style>
  <w:style w:type="paragraph" w:customStyle="1" w:styleId="SbarListFig-Graphic">
    <w:name w:val="Sbar List Fig-Graphic"/>
    <w:basedOn w:val="SbarFig-Graphic"/>
    <w:rsid w:val="00FF5E3C"/>
    <w:pPr>
      <w:ind w:left="778"/>
    </w:pPr>
  </w:style>
  <w:style w:type="paragraph" w:customStyle="1" w:styleId="SbarListNum-Caption">
    <w:name w:val="Sbar List Num-Caption"/>
    <w:basedOn w:val="Num-Caption"/>
    <w:rsid w:val="00FF5E3C"/>
    <w:pPr>
      <w:ind w:left="778"/>
    </w:pPr>
  </w:style>
  <w:style w:type="paragraph" w:customStyle="1" w:styleId="SbarSet-OffLine">
    <w:name w:val="Sbar Set-Off Line"/>
    <w:basedOn w:val="SbarParamid"/>
    <w:rsid w:val="00FF5E3C"/>
    <w:pPr>
      <w:ind w:left="780"/>
    </w:pPr>
    <w:rPr>
      <w:rFonts w:cs="Segoe-SemiboldItalic"/>
      <w:i/>
      <w:iCs/>
    </w:rPr>
  </w:style>
  <w:style w:type="paragraph" w:customStyle="1" w:styleId="Tabtext">
    <w:name w:val="Tab text"/>
    <w:basedOn w:val="Normal"/>
    <w:rsid w:val="00FF5E3C"/>
    <w:pPr>
      <w:widowControl w:val="0"/>
      <w:tabs>
        <w:tab w:val="left" w:pos="2460"/>
      </w:tabs>
      <w:autoSpaceDE w:val="0"/>
      <w:autoSpaceDN w:val="0"/>
      <w:adjustRightInd w:val="0"/>
      <w:spacing w:line="220" w:lineRule="atLeast"/>
      <w:ind w:firstLine="0"/>
      <w:textAlignment w:val="center"/>
    </w:pPr>
    <w:rPr>
      <w:rFonts w:cs="Segoe"/>
      <w:color w:val="000000"/>
      <w:szCs w:val="18"/>
    </w:rPr>
  </w:style>
  <w:style w:type="paragraph" w:customStyle="1" w:styleId="BlockQuote">
    <w:name w:val="Block Quote"/>
    <w:basedOn w:val="Normalafterheadonly"/>
    <w:rsid w:val="00FF5E3C"/>
    <w:pPr>
      <w:spacing w:before="120"/>
      <w:ind w:left="720" w:right="720"/>
    </w:pPr>
    <w:rPr>
      <w:rFonts w:ascii="Segoe-Italic" w:hAnsi="Segoe-Italic" w:cs="Segoe-Italic"/>
      <w:i/>
      <w:iCs/>
    </w:rPr>
  </w:style>
  <w:style w:type="paragraph" w:customStyle="1" w:styleId="Authorblockquote">
    <w:name w:val="Author (block quote)"/>
    <w:basedOn w:val="Normal"/>
    <w:next w:val="Normal"/>
    <w:autoRedefine/>
    <w:rsid w:val="00FF5E3C"/>
    <w:pPr>
      <w:spacing w:after="180"/>
      <w:ind w:left="4795" w:right="720" w:firstLine="0"/>
    </w:pPr>
    <w:rPr>
      <w:rFonts w:ascii="Segoe-Italic" w:hAnsi="Segoe-Italic" w:cs="Segoe-Italic"/>
      <w:i/>
      <w:iCs/>
      <w:smallCaps/>
      <w:color w:val="000000"/>
      <w:szCs w:val="18"/>
    </w:rPr>
  </w:style>
  <w:style w:type="paragraph" w:customStyle="1" w:styleId="ReaderaidBullList">
    <w:name w:val="Readeraid Bull List"/>
    <w:basedOn w:val="BullList"/>
    <w:rsid w:val="00FF5E3C"/>
    <w:pPr>
      <w:ind w:left="780"/>
    </w:pPr>
    <w:rPr>
      <w:rFonts w:ascii="Segoe Semibold" w:hAnsi="Segoe Semibold"/>
      <w:sz w:val="17"/>
    </w:rPr>
  </w:style>
  <w:style w:type="paragraph" w:customStyle="1" w:styleId="ReaderaidFig-Graphic">
    <w:name w:val="Readeraid Fig-Graphic"/>
    <w:basedOn w:val="Fig-Graphic"/>
    <w:rsid w:val="00FF5E3C"/>
    <w:pPr>
      <w:spacing w:before="240"/>
      <w:ind w:left="240"/>
    </w:pPr>
    <w:rPr>
      <w:rFonts w:cs="Segoe-Bold"/>
      <w:b/>
      <w:bCs/>
      <w:sz w:val="14"/>
      <w:szCs w:val="14"/>
    </w:rPr>
  </w:style>
  <w:style w:type="paragraph" w:customStyle="1" w:styleId="ReaderaidNum-Caption">
    <w:name w:val="Readeraid Num-Caption"/>
    <w:basedOn w:val="Normal"/>
    <w:next w:val="Normal"/>
    <w:rsid w:val="00FF5E3C"/>
    <w:pPr>
      <w:keepLines/>
      <w:widowControl w:val="0"/>
      <w:tabs>
        <w:tab w:val="center" w:pos="3250"/>
        <w:tab w:val="right" w:pos="8640"/>
      </w:tabs>
      <w:autoSpaceDE w:val="0"/>
      <w:autoSpaceDN w:val="0"/>
      <w:adjustRightInd w:val="0"/>
      <w:spacing w:after="120" w:line="200" w:lineRule="exact"/>
      <w:ind w:left="245" w:firstLine="0"/>
      <w:textAlignment w:val="center"/>
    </w:pPr>
    <w:rPr>
      <w:rFonts w:cs="Segoe"/>
      <w:color w:val="000000"/>
      <w:sz w:val="16"/>
      <w:szCs w:val="16"/>
    </w:rPr>
  </w:style>
  <w:style w:type="paragraph" w:customStyle="1" w:styleId="ReaderaidCodeBlockNum-Caption">
    <w:name w:val="Readeraid Code Block Num-Caption"/>
    <w:basedOn w:val="CodeBlockNum-Caption"/>
    <w:next w:val="Normal"/>
    <w:rsid w:val="00FF5E3C"/>
    <w:pPr>
      <w:spacing w:before="60"/>
      <w:ind w:left="240"/>
    </w:pPr>
  </w:style>
  <w:style w:type="paragraph" w:customStyle="1" w:styleId="ReaderaidCodeBlock">
    <w:name w:val="Readeraid Code Block"/>
    <w:basedOn w:val="CodeBlock"/>
    <w:rsid w:val="00FF5E3C"/>
    <w:pPr>
      <w:ind w:left="240" w:right="720"/>
    </w:pPr>
  </w:style>
  <w:style w:type="paragraph" w:customStyle="1" w:styleId="ListCodeBlockNum-Caption">
    <w:name w:val="List Code Block Num-Caption"/>
    <w:basedOn w:val="Normal"/>
    <w:next w:val="Normal"/>
    <w:rsid w:val="00FF5E3C"/>
    <w:pPr>
      <w:keepLines/>
      <w:widowControl w:val="0"/>
      <w:pBdr>
        <w:bottom w:val="single" w:sz="2" w:space="3" w:color="auto"/>
      </w:pBdr>
      <w:tabs>
        <w:tab w:val="center" w:pos="3250"/>
        <w:tab w:val="right" w:pos="8640"/>
      </w:tabs>
      <w:autoSpaceDE w:val="0"/>
      <w:autoSpaceDN w:val="0"/>
      <w:adjustRightInd w:val="0"/>
      <w:spacing w:before="200" w:line="200" w:lineRule="exact"/>
      <w:ind w:left="547" w:firstLine="0"/>
      <w:textAlignment w:val="center"/>
    </w:pPr>
    <w:rPr>
      <w:rFonts w:cs="Segoe"/>
      <w:b/>
      <w:color w:val="000000"/>
      <w:sz w:val="14"/>
      <w:szCs w:val="16"/>
    </w:rPr>
  </w:style>
  <w:style w:type="paragraph" w:customStyle="1" w:styleId="ListCodeBlockScreened">
    <w:name w:val="List Code Block Screened"/>
    <w:basedOn w:val="CodeBlock"/>
    <w:autoRedefine/>
    <w:rsid w:val="00FF5E3C"/>
    <w:pPr>
      <w:shd w:val="clear" w:color="auto" w:fill="CCCCCC"/>
      <w:spacing w:before="20" w:after="300"/>
      <w:ind w:left="660"/>
    </w:pPr>
  </w:style>
  <w:style w:type="paragraph" w:customStyle="1" w:styleId="TableHead">
    <w:name w:val="Table Head"/>
    <w:basedOn w:val="Normal"/>
    <w:rsid w:val="00FF5E3C"/>
    <w:pPr>
      <w:widowControl w:val="0"/>
      <w:tabs>
        <w:tab w:val="left" w:pos="2240"/>
      </w:tabs>
      <w:autoSpaceDE w:val="0"/>
      <w:autoSpaceDN w:val="0"/>
      <w:adjustRightInd w:val="0"/>
      <w:spacing w:line="240" w:lineRule="exact"/>
      <w:ind w:left="120" w:firstLine="0"/>
      <w:textAlignment w:val="center"/>
    </w:pPr>
    <w:rPr>
      <w:rFonts w:cs="Segoe-Bold"/>
      <w:b/>
      <w:bCs/>
      <w:caps/>
      <w:color w:val="000000"/>
      <w:sz w:val="16"/>
      <w:szCs w:val="16"/>
    </w:rPr>
  </w:style>
  <w:style w:type="paragraph" w:customStyle="1" w:styleId="TableSubhead">
    <w:name w:val="Table Subhead"/>
    <w:basedOn w:val="TableText"/>
    <w:rsid w:val="00FF5E3C"/>
    <w:rPr>
      <w:rFonts w:cs="Segoe-Bold"/>
      <w:b/>
      <w:bCs/>
      <w:caps/>
      <w:sz w:val="15"/>
      <w:szCs w:val="15"/>
    </w:rPr>
  </w:style>
  <w:style w:type="character" w:customStyle="1" w:styleId="InlineCode">
    <w:name w:val="Inline Code"/>
    <w:rsid w:val="00FF5E3C"/>
    <w:rPr>
      <w:rFonts w:ascii="Lucida Sans Typewriter Std" w:hAnsi="Lucida Sans Typewriter Std"/>
      <w:sz w:val="16"/>
    </w:rPr>
  </w:style>
  <w:style w:type="character" w:customStyle="1" w:styleId="FigNum">
    <w:name w:val="Fig Num"/>
    <w:rsid w:val="00FF5E3C"/>
    <w:rPr>
      <w:rFonts w:ascii="Segoe" w:hAnsi="Segoe"/>
      <w:b/>
      <w:caps/>
      <w:sz w:val="14"/>
    </w:rPr>
  </w:style>
  <w:style w:type="character" w:customStyle="1" w:styleId="ReaderaidPrefix">
    <w:name w:val="Readeraid Prefix"/>
    <w:rsid w:val="00FF5E3C"/>
    <w:rPr>
      <w:rFonts w:ascii="SegoeBlack-Italic" w:hAnsi="SegoeBlack-Italic"/>
      <w:i/>
      <w:caps/>
      <w:color w:val="000000"/>
      <w:sz w:val="16"/>
    </w:rPr>
  </w:style>
  <w:style w:type="paragraph" w:customStyle="1" w:styleId="ListCodeBlockScreenedHead">
    <w:name w:val="List Code Block Screened Head"/>
    <w:basedOn w:val="CodeBlockHead"/>
    <w:rsid w:val="00FF5E3C"/>
    <w:pPr>
      <w:ind w:left="547"/>
    </w:pPr>
  </w:style>
  <w:style w:type="paragraph" w:customStyle="1" w:styleId="PartNumber">
    <w:name w:val="Part Number"/>
    <w:basedOn w:val="Normal"/>
    <w:rsid w:val="00FF5E3C"/>
    <w:pPr>
      <w:autoSpaceDE w:val="0"/>
      <w:autoSpaceDN w:val="0"/>
      <w:adjustRightInd w:val="0"/>
      <w:spacing w:after="0" w:line="248" w:lineRule="exact"/>
      <w:ind w:firstLine="0"/>
      <w:textAlignment w:val="center"/>
    </w:pPr>
    <w:rPr>
      <w:rFonts w:cs="Segoe-Bold"/>
      <w:b/>
      <w:bCs/>
      <w:caps/>
      <w:color w:val="000000"/>
      <w:spacing w:val="21"/>
      <w:sz w:val="21"/>
      <w:szCs w:val="21"/>
    </w:rPr>
  </w:style>
  <w:style w:type="paragraph" w:customStyle="1" w:styleId="PartTitle">
    <w:name w:val="Part Title"/>
    <w:basedOn w:val="Normal"/>
    <w:rsid w:val="00FF5E3C"/>
    <w:pPr>
      <w:suppressAutoHyphens/>
      <w:autoSpaceDE w:val="0"/>
      <w:autoSpaceDN w:val="0"/>
      <w:adjustRightInd w:val="0"/>
      <w:spacing w:after="720" w:line="597" w:lineRule="exact"/>
      <w:ind w:firstLine="0"/>
      <w:textAlignment w:val="center"/>
    </w:pPr>
    <w:rPr>
      <w:rFonts w:cs="Segoe"/>
      <w:color w:val="000000"/>
      <w:spacing w:val="-15"/>
      <w:sz w:val="61"/>
      <w:szCs w:val="61"/>
    </w:rPr>
  </w:style>
  <w:style w:type="paragraph" w:customStyle="1" w:styleId="ChNumber">
    <w:name w:val="Ch Number"/>
    <w:basedOn w:val="Normal"/>
    <w:rsid w:val="00FF5E3C"/>
    <w:pPr>
      <w:autoSpaceDE w:val="0"/>
      <w:autoSpaceDN w:val="0"/>
      <w:adjustRightInd w:val="0"/>
      <w:spacing w:after="360" w:line="250" w:lineRule="exact"/>
      <w:ind w:firstLine="0"/>
      <w:contextualSpacing/>
      <w:textAlignment w:val="center"/>
    </w:pPr>
    <w:rPr>
      <w:rFonts w:cs="Segoe-Bold"/>
      <w:b/>
      <w:bCs/>
      <w:caps/>
      <w:spacing w:val="42"/>
      <w:sz w:val="21"/>
      <w:szCs w:val="21"/>
    </w:rPr>
  </w:style>
  <w:style w:type="paragraph" w:customStyle="1" w:styleId="ChTitle">
    <w:name w:val="Ch Title"/>
    <w:basedOn w:val="Normal"/>
    <w:next w:val="ChTOC"/>
    <w:rsid w:val="00FF5E3C"/>
    <w:pPr>
      <w:autoSpaceDE w:val="0"/>
      <w:autoSpaceDN w:val="0"/>
      <w:adjustRightInd w:val="0"/>
      <w:spacing w:after="360" w:line="600" w:lineRule="exact"/>
      <w:ind w:firstLine="0"/>
      <w:textAlignment w:val="center"/>
    </w:pPr>
    <w:rPr>
      <w:rFonts w:ascii="Segoe Semibold" w:hAnsi="Segoe Semibold" w:cs="Segoe-Semibold"/>
      <w:color w:val="000000"/>
      <w:spacing w:val="-6"/>
      <w:sz w:val="56"/>
      <w:szCs w:val="56"/>
    </w:rPr>
  </w:style>
  <w:style w:type="paragraph" w:customStyle="1" w:styleId="ChTOC">
    <w:name w:val="Ch TOC"/>
    <w:basedOn w:val="Normal"/>
    <w:rsid w:val="00FF5E3C"/>
    <w:pPr>
      <w:numPr>
        <w:numId w:val="1"/>
      </w:numPr>
      <w:tabs>
        <w:tab w:val="left" w:pos="360"/>
      </w:tabs>
      <w:spacing w:before="240"/>
      <w:ind w:left="360"/>
    </w:pPr>
    <w:rPr>
      <w:sz w:val="16"/>
    </w:rPr>
  </w:style>
  <w:style w:type="character" w:customStyle="1" w:styleId="TOCBullet">
    <w:name w:val="TOC Bullet"/>
    <w:basedOn w:val="DefaultParagraphFont"/>
    <w:rsid w:val="00FF5E3C"/>
    <w:rPr>
      <w:rFonts w:ascii="ZapfDingbats" w:hAnsi="ZapfDingbats" w:cs="ZapfDingbats"/>
      <w:color w:val="000000"/>
      <w:position w:val="2"/>
      <w:sz w:val="10"/>
      <w:szCs w:val="10"/>
    </w:rPr>
  </w:style>
  <w:style w:type="paragraph" w:styleId="Header">
    <w:name w:val="header"/>
    <w:basedOn w:val="Normal"/>
    <w:rsid w:val="00FF5E3C"/>
    <w:pPr>
      <w:tabs>
        <w:tab w:val="center" w:pos="4320"/>
        <w:tab w:val="right" w:pos="8640"/>
      </w:tabs>
    </w:pPr>
  </w:style>
  <w:style w:type="paragraph" w:styleId="Footer">
    <w:name w:val="footer"/>
    <w:basedOn w:val="Normal"/>
    <w:rsid w:val="00FF5E3C"/>
    <w:pPr>
      <w:tabs>
        <w:tab w:val="center" w:pos="4320"/>
        <w:tab w:val="right" w:pos="8640"/>
      </w:tabs>
    </w:pPr>
  </w:style>
  <w:style w:type="paragraph" w:customStyle="1" w:styleId="FMTitle">
    <w:name w:val="FM Title"/>
    <w:basedOn w:val="Normal"/>
    <w:rsid w:val="00FF5E3C"/>
    <w:pPr>
      <w:spacing w:after="600" w:line="500" w:lineRule="exact"/>
      <w:contextualSpacing/>
    </w:pPr>
    <w:rPr>
      <w:rFonts w:ascii="Segoe Semibold" w:hAnsi="Segoe Semibold"/>
      <w:sz w:val="42"/>
    </w:rPr>
  </w:style>
  <w:style w:type="paragraph" w:customStyle="1" w:styleId="BMTitle">
    <w:name w:val="BM Title"/>
    <w:basedOn w:val="FMTitle"/>
    <w:next w:val="Normal"/>
    <w:autoRedefine/>
    <w:rsid w:val="00FF5E3C"/>
  </w:style>
  <w:style w:type="paragraph" w:customStyle="1" w:styleId="GlossaryDefinition">
    <w:name w:val="Glossary Definition"/>
    <w:basedOn w:val="Normal"/>
    <w:rsid w:val="00FF5E3C"/>
    <w:pPr>
      <w:spacing w:after="140" w:line="240" w:lineRule="exact"/>
      <w:ind w:firstLine="0"/>
    </w:pPr>
    <w:rPr>
      <w:sz w:val="16"/>
    </w:rPr>
  </w:style>
  <w:style w:type="paragraph" w:customStyle="1" w:styleId="CodeBlockScreened">
    <w:name w:val="Code Block Screened"/>
    <w:basedOn w:val="CodeBlock"/>
    <w:next w:val="Normal"/>
    <w:rsid w:val="00FF5E3C"/>
    <w:pPr>
      <w:shd w:val="clear" w:color="auto" w:fill="CCCCCC"/>
      <w:spacing w:before="360" w:after="300"/>
      <w:ind w:left="115" w:right="58"/>
    </w:pPr>
  </w:style>
  <w:style w:type="paragraph" w:customStyle="1" w:styleId="CodeBlockHead">
    <w:name w:val="Code Block Head"/>
    <w:basedOn w:val="CodeBlock"/>
    <w:rsid w:val="00FF5E3C"/>
    <w:pPr>
      <w:spacing w:line="180" w:lineRule="exact"/>
    </w:pPr>
    <w:rPr>
      <w:rFonts w:ascii="Segoe" w:hAnsi="Segoe"/>
      <w:b/>
    </w:rPr>
  </w:style>
  <w:style w:type="paragraph" w:customStyle="1" w:styleId="CodeBlockScreenedHead">
    <w:name w:val="Code Block Screened Head"/>
    <w:basedOn w:val="CodeBlockHead"/>
    <w:rsid w:val="00FF5E3C"/>
    <w:pPr>
      <w:spacing w:before="120"/>
      <w:ind w:left="115" w:right="58"/>
    </w:pPr>
  </w:style>
  <w:style w:type="paragraph" w:customStyle="1" w:styleId="ReaderaidCodeBlockScreened">
    <w:name w:val="Readeraid Code Block Screened"/>
    <w:basedOn w:val="CodeBlock"/>
    <w:next w:val="Normal"/>
    <w:rsid w:val="00FF5E3C"/>
    <w:pPr>
      <w:shd w:val="clear" w:color="auto" w:fill="CCCCCC"/>
      <w:ind w:left="245" w:right="720"/>
    </w:pPr>
  </w:style>
  <w:style w:type="paragraph" w:customStyle="1" w:styleId="TableCodeBlock">
    <w:name w:val="Table Code Block"/>
    <w:basedOn w:val="CodeBlock"/>
    <w:autoRedefine/>
    <w:rsid w:val="00FF5E3C"/>
    <w:pPr>
      <w:ind w:left="72" w:right="72"/>
    </w:pPr>
  </w:style>
  <w:style w:type="character" w:customStyle="1" w:styleId="BullListCharChar">
    <w:name w:val="Bull List Char Char"/>
    <w:basedOn w:val="DefaultParagraphFont"/>
    <w:link w:val="BullList"/>
    <w:rsid w:val="00FF5E3C"/>
    <w:rPr>
      <w:rFonts w:ascii="Segoe" w:hAnsi="Segoe" w:cs="Segoe"/>
      <w:color w:val="000000"/>
      <w:sz w:val="18"/>
      <w:szCs w:val="18"/>
    </w:rPr>
  </w:style>
  <w:style w:type="character" w:customStyle="1" w:styleId="BullListinNumberlistonlyChar">
    <w:name w:val="Bull List (in Number list only) Char"/>
    <w:basedOn w:val="BullListCharChar"/>
    <w:link w:val="BullListinNumberlistonly"/>
    <w:rsid w:val="00FF5E3C"/>
    <w:rPr>
      <w:rFonts w:ascii="Segoe" w:hAnsi="Segoe" w:cs="Segoe"/>
      <w:color w:val="000000"/>
      <w:sz w:val="18"/>
      <w:szCs w:val="18"/>
    </w:rPr>
  </w:style>
  <w:style w:type="paragraph" w:customStyle="1" w:styleId="TableBullList">
    <w:name w:val="Table Bull List"/>
    <w:basedOn w:val="BullList"/>
    <w:next w:val="BullList"/>
    <w:rsid w:val="00FF5E3C"/>
  </w:style>
  <w:style w:type="paragraph" w:customStyle="1" w:styleId="Term-DefinitionBulletedinNumList">
    <w:name w:val="Term-Definition Bulleted (in Num List)"/>
    <w:basedOn w:val="BullListinNumberlistonly"/>
    <w:rsid w:val="00FF5E3C"/>
  </w:style>
  <w:style w:type="paragraph" w:customStyle="1" w:styleId="TableNumList">
    <w:name w:val="Table Num List"/>
    <w:basedOn w:val="NumList"/>
    <w:rsid w:val="00FF5E3C"/>
  </w:style>
  <w:style w:type="paragraph" w:customStyle="1" w:styleId="ListReaderaidfirst">
    <w:name w:val="List Readeraid (first)"/>
    <w:basedOn w:val="ListReaderaidonly"/>
    <w:rsid w:val="00FF5E3C"/>
    <w:pPr>
      <w:spacing w:before="0" w:after="60"/>
      <w:ind w:left="475" w:right="245"/>
    </w:pPr>
    <w:rPr>
      <w:rFonts w:ascii="Segoe" w:hAnsi="Segoe"/>
      <w:b/>
      <w:caps/>
      <w:sz w:val="16"/>
    </w:rPr>
  </w:style>
  <w:style w:type="paragraph" w:customStyle="1" w:styleId="ListTableNum-Title">
    <w:name w:val="List Table Num-Title"/>
    <w:basedOn w:val="TableNum-Title"/>
    <w:rsid w:val="00FF5E3C"/>
    <w:pPr>
      <w:ind w:left="540"/>
    </w:pPr>
  </w:style>
  <w:style w:type="paragraph" w:customStyle="1" w:styleId="ListReaderaidmid">
    <w:name w:val="List Readeraid (mid)"/>
    <w:basedOn w:val="ListReaderaidonly"/>
    <w:rsid w:val="00FF5E3C"/>
    <w:pPr>
      <w:spacing w:before="0" w:after="60"/>
    </w:pPr>
  </w:style>
  <w:style w:type="paragraph" w:customStyle="1" w:styleId="ListReaderaidlast">
    <w:name w:val="List Readeraid (last)"/>
    <w:basedOn w:val="ListReaderaidonly"/>
    <w:rsid w:val="00FF5E3C"/>
    <w:pPr>
      <w:spacing w:before="0" w:after="120"/>
    </w:pPr>
  </w:style>
  <w:style w:type="paragraph" w:customStyle="1" w:styleId="SbarReaderaidonly">
    <w:name w:val="Sbar Readeraid (only)"/>
    <w:basedOn w:val="Readeraidonly"/>
    <w:next w:val="SbarParamid"/>
    <w:rsid w:val="00FF5E3C"/>
    <w:pPr>
      <w:spacing w:before="120" w:after="180"/>
      <w:ind w:left="780" w:right="720"/>
    </w:pPr>
  </w:style>
  <w:style w:type="paragraph" w:customStyle="1" w:styleId="SbarTableNum-Title">
    <w:name w:val="Sbar Table Num-Title"/>
    <w:basedOn w:val="TableNum-Title"/>
    <w:rsid w:val="00FF5E3C"/>
    <w:pPr>
      <w:spacing w:line="200" w:lineRule="exact"/>
      <w:ind w:left="540" w:right="480"/>
    </w:pPr>
    <w:rPr>
      <w:b/>
    </w:rPr>
  </w:style>
  <w:style w:type="table" w:styleId="Table3Deffects1">
    <w:name w:val="Table 3D effects 1"/>
    <w:basedOn w:val="TableNormal"/>
    <w:rsid w:val="00FF5E3C"/>
    <w:pPr>
      <w:spacing w:after="60" w:line="260" w:lineRule="exact"/>
      <w:ind w:firstLine="245"/>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Objective">
    <w:name w:val="Objective"/>
    <w:basedOn w:val="ChTOC"/>
    <w:rsid w:val="00FF5E3C"/>
    <w:pPr>
      <w:numPr>
        <w:numId w:val="2"/>
      </w:numPr>
    </w:pPr>
  </w:style>
  <w:style w:type="paragraph" w:customStyle="1" w:styleId="ListEnd">
    <w:name w:val="List End"/>
    <w:basedOn w:val="Normal"/>
    <w:next w:val="Normal"/>
    <w:rsid w:val="00FF5E3C"/>
    <w:pPr>
      <w:spacing w:after="0" w:line="60" w:lineRule="atLeast"/>
    </w:pPr>
    <w:rPr>
      <w:sz w:val="6"/>
    </w:rPr>
  </w:style>
  <w:style w:type="table" w:styleId="TableGrid">
    <w:name w:val="Table Grid"/>
    <w:basedOn w:val="TableNormal"/>
    <w:rsid w:val="00FF5E3C"/>
    <w:pPr>
      <w:spacing w:after="60" w:line="260" w:lineRule="exact"/>
      <w:ind w:firstLine="24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
    <w:name w:val="Tables"/>
    <w:basedOn w:val="TableGrid"/>
    <w:rsid w:val="00FF5E3C"/>
    <w:tblP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style>
  <w:style w:type="paragraph" w:customStyle="1" w:styleId="SbarHeadQuickCheck">
    <w:name w:val="Sbar Head (Quick Check)"/>
    <w:basedOn w:val="SbarHead"/>
    <w:next w:val="SbarNumList"/>
    <w:rsid w:val="00FF5E3C"/>
    <w:pPr>
      <w:spacing w:before="360" w:after="60" w:line="240" w:lineRule="exact"/>
    </w:pPr>
    <w:rPr>
      <w:sz w:val="20"/>
    </w:rPr>
  </w:style>
  <w:style w:type="paragraph" w:customStyle="1" w:styleId="SbarAttribution1">
    <w:name w:val="Sbar Attribution 1"/>
    <w:basedOn w:val="SbarParamid"/>
    <w:next w:val="SbarParafirst"/>
    <w:rsid w:val="00FF5E3C"/>
    <w:pPr>
      <w:spacing w:after="180" w:line="120" w:lineRule="exact"/>
      <w:ind w:left="552"/>
    </w:pPr>
  </w:style>
  <w:style w:type="paragraph" w:customStyle="1" w:styleId="SbarAttribution2">
    <w:name w:val="Sbar Attribution 2"/>
    <w:basedOn w:val="SbarParamid"/>
    <w:next w:val="SbarParafirst"/>
    <w:rsid w:val="00FF5E3C"/>
    <w:pPr>
      <w:spacing w:after="300" w:line="205" w:lineRule="exact"/>
    </w:pPr>
    <w:rPr>
      <w:rFonts w:ascii="Segoe" w:hAnsi="Segoe"/>
      <w:i/>
      <w:sz w:val="15"/>
    </w:rPr>
  </w:style>
  <w:style w:type="paragraph" w:customStyle="1" w:styleId="Estimatedlessontime">
    <w:name w:val="Estimated lesson time"/>
    <w:basedOn w:val="Heading2"/>
    <w:rsid w:val="00FF5E3C"/>
    <w:pPr>
      <w:spacing w:before="60" w:after="240" w:line="280" w:lineRule="exact"/>
      <w:ind w:left="480"/>
    </w:pPr>
    <w:rPr>
      <w:sz w:val="19"/>
    </w:rPr>
  </w:style>
  <w:style w:type="paragraph" w:customStyle="1" w:styleId="Afterthislesson">
    <w:name w:val="After this lesson"/>
    <w:basedOn w:val="Heading2"/>
    <w:rsid w:val="00FF5E3C"/>
    <w:pPr>
      <w:spacing w:before="360" w:line="280" w:lineRule="exact"/>
      <w:ind w:left="480"/>
    </w:pPr>
    <w:rPr>
      <w:sz w:val="19"/>
    </w:rPr>
  </w:style>
  <w:style w:type="paragraph" w:customStyle="1" w:styleId="SbarListCodeBlock0">
    <w:name w:val="Sbar List Code Block"/>
    <w:basedOn w:val="SBarCodeBlock"/>
    <w:next w:val="NumList"/>
    <w:rsid w:val="00FF5E3C"/>
    <w:pPr>
      <w:spacing w:before="0"/>
      <w:ind w:left="792"/>
    </w:pPr>
  </w:style>
  <w:style w:type="paragraph" w:customStyle="1" w:styleId="ReaderaidExammid">
    <w:name w:val="Readeraid (Exam mid)"/>
    <w:basedOn w:val="Readeraidfirst"/>
    <w:rsid w:val="00FF5E3C"/>
    <w:pPr>
      <w:spacing w:before="0" w:after="40"/>
      <w:ind w:left="240" w:right="240"/>
    </w:pPr>
  </w:style>
  <w:style w:type="paragraph" w:customStyle="1" w:styleId="ReaderaidExamlast">
    <w:name w:val="Readeraid (Exam last)"/>
    <w:basedOn w:val="ReaderaidExammid"/>
    <w:rsid w:val="00FF5E3C"/>
    <w:pPr>
      <w:spacing w:after="240"/>
    </w:pPr>
  </w:style>
  <w:style w:type="paragraph" w:customStyle="1" w:styleId="ReaderaidExamfirst">
    <w:name w:val="Readeraid (Exam first)"/>
    <w:basedOn w:val="ReaderaidExammid"/>
    <w:rsid w:val="00FF5E3C"/>
    <w:pPr>
      <w:spacing w:before="240" w:line="250" w:lineRule="exact"/>
    </w:pPr>
    <w:rPr>
      <w:caps/>
      <w:sz w:val="16"/>
    </w:rPr>
  </w:style>
  <w:style w:type="paragraph" w:customStyle="1" w:styleId="PracticeHeadingoneline">
    <w:name w:val="Practice Heading (one line)"/>
    <w:basedOn w:val="Normal"/>
    <w:next w:val="Normal"/>
    <w:rsid w:val="00FF5E3C"/>
    <w:pPr>
      <w:spacing w:before="260" w:after="200" w:line="320" w:lineRule="exact"/>
      <w:ind w:left="120"/>
    </w:pPr>
    <w:rPr>
      <w:b/>
      <w:sz w:val="22"/>
    </w:rPr>
  </w:style>
  <w:style w:type="paragraph" w:customStyle="1" w:styleId="PracticeHeadingtwoline">
    <w:name w:val="Practice Heading (two line)"/>
    <w:basedOn w:val="PracticeHeadingoneline"/>
    <w:rsid w:val="00FF5E3C"/>
    <w:pPr>
      <w:spacing w:line="260" w:lineRule="exact"/>
    </w:pPr>
  </w:style>
  <w:style w:type="paragraph" w:customStyle="1" w:styleId="ExerciseHead">
    <w:name w:val="Exercise Head"/>
    <w:basedOn w:val="Heading3"/>
    <w:rsid w:val="00FF5E3C"/>
    <w:pPr>
      <w:spacing w:before="120" w:after="80" w:line="260" w:lineRule="exact"/>
    </w:pPr>
    <w:rPr>
      <w:sz w:val="19"/>
    </w:rPr>
  </w:style>
  <w:style w:type="paragraph" w:customStyle="1" w:styleId="ObjectivesIntro">
    <w:name w:val="Objectives Intro"/>
    <w:next w:val="Heading2"/>
    <w:rsid w:val="00FF5E3C"/>
    <w:pPr>
      <w:spacing w:before="360" w:after="60" w:line="280" w:lineRule="exact"/>
    </w:pPr>
    <w:rPr>
      <w:rFonts w:ascii="Segoe Semibold" w:hAnsi="Segoe Semibold"/>
      <w:sz w:val="23"/>
      <w:szCs w:val="24"/>
    </w:rPr>
  </w:style>
  <w:style w:type="paragraph" w:customStyle="1" w:styleId="ObjectiveAfterthisLesson">
    <w:name w:val="Objective (After this Lesson)"/>
    <w:basedOn w:val="Objective"/>
    <w:rsid w:val="00FF5E3C"/>
    <w:pPr>
      <w:numPr>
        <w:numId w:val="9"/>
      </w:numPr>
      <w:spacing w:before="0" w:line="240" w:lineRule="exact"/>
      <w:ind w:right="240"/>
    </w:pPr>
    <w:rPr>
      <w:sz w:val="18"/>
    </w:rPr>
  </w:style>
  <w:style w:type="paragraph" w:customStyle="1" w:styleId="TOCH1">
    <w:name w:val="TOC H1"/>
    <w:basedOn w:val="Normal"/>
    <w:rsid w:val="00FF5E3C"/>
    <w:pPr>
      <w:widowControl w:val="0"/>
      <w:tabs>
        <w:tab w:val="left" w:pos="1680"/>
        <w:tab w:val="right" w:leader="dot" w:pos="7160"/>
      </w:tabs>
      <w:autoSpaceDE w:val="0"/>
      <w:autoSpaceDN w:val="0"/>
      <w:adjustRightInd w:val="0"/>
      <w:spacing w:before="60" w:line="240" w:lineRule="atLeast"/>
      <w:ind w:left="1520" w:hanging="240"/>
      <w:textAlignment w:val="center"/>
    </w:pPr>
    <w:rPr>
      <w:rFonts w:ascii="Segoe Semibold" w:hAnsi="Segoe Semibold" w:cs="Segoe Semibold"/>
      <w:b/>
      <w:bCs/>
      <w:color w:val="000000"/>
      <w:szCs w:val="18"/>
    </w:rPr>
  </w:style>
  <w:style w:type="paragraph" w:customStyle="1" w:styleId="TOCH2">
    <w:name w:val="TOC H2"/>
    <w:basedOn w:val="TOCH1"/>
    <w:rsid w:val="00FF5E3C"/>
    <w:pPr>
      <w:tabs>
        <w:tab w:val="clear" w:pos="1680"/>
        <w:tab w:val="decimal" w:pos="7160"/>
      </w:tabs>
      <w:spacing w:before="0"/>
      <w:ind w:left="1760" w:firstLine="0"/>
    </w:pPr>
  </w:style>
  <w:style w:type="paragraph" w:customStyle="1" w:styleId="TOCChapter">
    <w:name w:val="TOC Chapter"/>
    <w:basedOn w:val="Normal"/>
    <w:rsid w:val="00FF5E3C"/>
    <w:pPr>
      <w:widowControl w:val="0"/>
      <w:tabs>
        <w:tab w:val="left" w:pos="1240"/>
        <w:tab w:val="decimal" w:pos="7160"/>
      </w:tabs>
      <w:autoSpaceDE w:val="0"/>
      <w:autoSpaceDN w:val="0"/>
      <w:adjustRightInd w:val="0"/>
      <w:spacing w:before="240" w:line="280" w:lineRule="atLeast"/>
      <w:ind w:left="1440" w:hanging="1440"/>
      <w:textAlignment w:val="center"/>
    </w:pPr>
    <w:rPr>
      <w:rFonts w:cs="Segoe"/>
      <w:b/>
      <w:bCs/>
      <w:color w:val="000000"/>
      <w:sz w:val="22"/>
      <w:szCs w:val="22"/>
    </w:rPr>
  </w:style>
  <w:style w:type="paragraph" w:customStyle="1" w:styleId="TOCTitle">
    <w:name w:val="TOC Title"/>
    <w:basedOn w:val="FMTitle"/>
    <w:rsid w:val="00FF5E3C"/>
    <w:pPr>
      <w:keepNext/>
      <w:keepLines/>
      <w:widowControl w:val="0"/>
      <w:suppressAutoHyphens/>
      <w:autoSpaceDE w:val="0"/>
      <w:autoSpaceDN w:val="0"/>
      <w:adjustRightInd w:val="0"/>
      <w:spacing w:line="340" w:lineRule="atLeast"/>
      <w:ind w:firstLine="0"/>
      <w:contextualSpacing w:val="0"/>
      <w:textAlignment w:val="center"/>
    </w:pPr>
    <w:rPr>
      <w:rFonts w:cs="Segoe Semibold"/>
      <w:bCs/>
      <w:color w:val="000000"/>
      <w:sz w:val="50"/>
      <w:szCs w:val="50"/>
    </w:rPr>
  </w:style>
  <w:style w:type="paragraph" w:styleId="BalloonText">
    <w:name w:val="Balloon Text"/>
    <w:basedOn w:val="Normal"/>
    <w:link w:val="BalloonTextChar"/>
    <w:rsid w:val="00FF5E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F5E3C"/>
    <w:rPr>
      <w:rFonts w:ascii="Tahoma" w:hAnsi="Tahoma" w:cs="Tahoma"/>
      <w:sz w:val="16"/>
      <w:szCs w:val="16"/>
    </w:rPr>
  </w:style>
  <w:style w:type="character" w:customStyle="1" w:styleId="Heading6Char">
    <w:name w:val="Heading 6 Char"/>
    <w:basedOn w:val="DefaultParagraphFont"/>
    <w:link w:val="Heading6"/>
    <w:rsid w:val="00FF5E3C"/>
    <w:rPr>
      <w:rFonts w:ascii="Calibri" w:hAnsi="Calibri"/>
      <w:b/>
      <w:bCs/>
      <w:sz w:val="22"/>
      <w:szCs w:val="22"/>
    </w:rPr>
  </w:style>
  <w:style w:type="paragraph" w:styleId="CommentText">
    <w:name w:val="annotation text"/>
    <w:basedOn w:val="Normal"/>
    <w:link w:val="CommentTextChar"/>
    <w:rsid w:val="00FF5E3C"/>
    <w:rPr>
      <w:sz w:val="20"/>
      <w:szCs w:val="20"/>
    </w:rPr>
  </w:style>
  <w:style w:type="character" w:customStyle="1" w:styleId="CommentTextChar">
    <w:name w:val="Comment Text Char"/>
    <w:basedOn w:val="DefaultParagraphFont"/>
    <w:link w:val="CommentText"/>
    <w:rsid w:val="00FF5E3C"/>
    <w:rPr>
      <w:rFonts w:ascii="Segoe" w:hAnsi="Segoe"/>
    </w:rPr>
  </w:style>
  <w:style w:type="paragraph" w:customStyle="1" w:styleId="EditorsNote">
    <w:name w:val="Editor's Note"/>
    <w:basedOn w:val="Normal"/>
    <w:next w:val="Normal"/>
    <w:autoRedefine/>
    <w:rsid w:val="006E1BC1"/>
    <w:pPr>
      <w:autoSpaceDE w:val="0"/>
      <w:autoSpaceDN w:val="0"/>
      <w:adjustRightInd w:val="0"/>
      <w:spacing w:after="160" w:line="265" w:lineRule="atLeast"/>
      <w:ind w:left="778" w:firstLine="0"/>
      <w:textAlignment w:val="baseline"/>
    </w:pPr>
    <w:rPr>
      <w:rFonts w:cs="Segoe"/>
      <w:color w:val="FF0000"/>
      <w:sz w:val="16"/>
      <w:szCs w:val="19"/>
    </w:rPr>
  </w:style>
  <w:style w:type="character" w:customStyle="1" w:styleId="intelliemflag">
    <w:name w:val="intelliem flag"/>
    <w:qFormat/>
    <w:rsid w:val="00D56726"/>
    <w:rPr>
      <w:shd w:val="clear" w:color="auto" w:fill="FFFF00"/>
    </w:rPr>
  </w:style>
  <w:style w:type="character" w:customStyle="1" w:styleId="intelliemui">
    <w:name w:val="intelliem ui"/>
    <w:basedOn w:val="UserInterface"/>
    <w:rsid w:val="00E62DB3"/>
    <w:rPr>
      <w:b/>
      <w:color w:val="auto"/>
    </w:rPr>
  </w:style>
  <w:style w:type="character" w:customStyle="1" w:styleId="intelliemURL">
    <w:name w:val="intelliem URL"/>
    <w:qFormat/>
    <w:rsid w:val="00B639AF"/>
    <w:rPr>
      <w:i/>
      <w:bdr w:val="none" w:sz="0" w:space="0" w:color="auto"/>
      <w:shd w:val="clear" w:color="auto" w:fill="FDE9D9"/>
    </w:rPr>
  </w:style>
  <w:style w:type="paragraph" w:styleId="ListNumber">
    <w:name w:val="List Number"/>
    <w:basedOn w:val="Normal"/>
    <w:rsid w:val="00E62DB3"/>
    <w:pPr>
      <w:tabs>
        <w:tab w:val="num" w:pos="360"/>
      </w:tabs>
      <w:ind w:left="360" w:hanging="360"/>
      <w:contextualSpacing/>
    </w:pPr>
  </w:style>
  <w:style w:type="paragraph" w:styleId="ListBullet">
    <w:name w:val="List Bullet"/>
    <w:basedOn w:val="Normal"/>
    <w:rsid w:val="009B1111"/>
    <w:pPr>
      <w:shd w:val="clear" w:color="auto" w:fill="FDE9D9" w:themeFill="accent6" w:themeFillTint="33"/>
      <w:tabs>
        <w:tab w:val="num" w:pos="360"/>
      </w:tabs>
      <w:ind w:left="360" w:hanging="360"/>
      <w:contextualSpacing/>
    </w:pPr>
  </w:style>
  <w:style w:type="character" w:customStyle="1" w:styleId="UserInterface">
    <w:name w:val="User Interface"/>
    <w:qFormat/>
    <w:rsid w:val="009B1111"/>
    <w:rPr>
      <w:b/>
      <w:color w:val="C00000"/>
    </w:rPr>
  </w:style>
  <w:style w:type="character" w:styleId="Strong">
    <w:name w:val="Strong"/>
    <w:qFormat/>
    <w:rsid w:val="009B1111"/>
    <w:rPr>
      <w:b/>
      <w:bCs/>
    </w:rPr>
  </w:style>
  <w:style w:type="paragraph" w:customStyle="1" w:styleId="Code">
    <w:name w:val="Code"/>
    <w:basedOn w:val="Normal"/>
    <w:qFormat/>
    <w:rsid w:val="009B1111"/>
    <w:pPr>
      <w:shd w:val="clear" w:color="auto" w:fill="F2F2F2"/>
      <w:spacing w:before="60" w:line="240" w:lineRule="auto"/>
      <w:ind w:left="720" w:firstLine="0"/>
    </w:pPr>
    <w:rPr>
      <w:rFonts w:ascii="Consolas" w:eastAsia="Calibri" w:hAnsi="Consolas" w:cs="Consolas"/>
      <w:sz w:val="20"/>
      <w:szCs w:val="20"/>
      <w:lang w:eastAsia="ja-JP"/>
    </w:rPr>
  </w:style>
  <w:style w:type="character" w:customStyle="1" w:styleId="intelliemuserinput">
    <w:name w:val="intelliem user input"/>
    <w:basedOn w:val="DefaultParagraphFont"/>
    <w:rsid w:val="004264BB"/>
    <w:rPr>
      <w:b/>
    </w:rPr>
  </w:style>
  <w:style w:type="character" w:customStyle="1" w:styleId="intelliemvariable">
    <w:name w:val="intelliem variable"/>
    <w:basedOn w:val="DefaultParagraphFont"/>
    <w:rsid w:val="004264BB"/>
    <w:rPr>
      <w:i/>
    </w:rPr>
  </w:style>
  <w:style w:type="character" w:customStyle="1" w:styleId="intelliemcrossref">
    <w:name w:val="intelliem crossref"/>
    <w:basedOn w:val="DefaultParagraphFont"/>
    <w:qFormat/>
    <w:rsid w:val="004264BB"/>
    <w:rPr>
      <w:i/>
      <w:bdr w:val="none" w:sz="0" w:space="0" w:color="auto"/>
      <w:shd w:val="clear" w:color="auto" w:fill="92CDDC" w:themeFill="accent5" w:themeFillTint="99"/>
    </w:rPr>
  </w:style>
  <w:style w:type="character" w:customStyle="1" w:styleId="intelliemuserinputvariable">
    <w:name w:val="intelliem user input variable"/>
    <w:basedOn w:val="Strong"/>
    <w:rsid w:val="00630536"/>
    <w:rPr>
      <w:b/>
      <w:bCs/>
      <w:i/>
    </w:rPr>
  </w:style>
  <w:style w:type="character" w:customStyle="1" w:styleId="intelliemuivariable">
    <w:name w:val="intelliem ui variable"/>
    <w:basedOn w:val="intelliemui"/>
    <w:rsid w:val="00630536"/>
    <w:rPr>
      <w:b/>
      <w:i/>
      <w:color w:val="C00000"/>
    </w:rPr>
  </w:style>
  <w:style w:type="character" w:customStyle="1" w:styleId="intelliemkeystroke">
    <w:name w:val="intelliem keystroke"/>
    <w:basedOn w:val="Strong"/>
    <w:rsid w:val="00757F85"/>
    <w:rPr>
      <w:b/>
      <w:bCs/>
    </w:rPr>
  </w:style>
  <w:style w:type="paragraph" w:customStyle="1" w:styleId="Step">
    <w:name w:val="Step"/>
    <w:basedOn w:val="Normal"/>
    <w:qFormat/>
    <w:rsid w:val="0049494D"/>
    <w:pPr>
      <w:numPr>
        <w:numId w:val="26"/>
      </w:numPr>
      <w:spacing w:before="60" w:line="240" w:lineRule="auto"/>
    </w:pPr>
    <w:rPr>
      <w:rFonts w:asciiTheme="minorHAnsi" w:eastAsiaTheme="minorHAnsi" w:hAnsiTheme="minorHAnsi" w:cstheme="minorBidi"/>
      <w:sz w:val="22"/>
      <w:szCs w:val="22"/>
      <w:lang w:eastAsia="ja-JP"/>
    </w:rPr>
  </w:style>
  <w:style w:type="character" w:customStyle="1" w:styleId="intelliemuilabel">
    <w:name w:val="intelliem ui label"/>
    <w:basedOn w:val="intelliemui"/>
    <w:rsid w:val="000D459F"/>
    <w:rPr>
      <w:b w:val="0"/>
      <w:color w:val="auto"/>
    </w:rPr>
  </w:style>
  <w:style w:type="paragraph" w:customStyle="1" w:styleId="Lb2">
    <w:name w:val="Lb2"/>
    <w:basedOn w:val="ListParagraph"/>
    <w:qFormat/>
    <w:rsid w:val="0049494D"/>
    <w:pPr>
      <w:numPr>
        <w:numId w:val="27"/>
      </w:numPr>
      <w:tabs>
        <w:tab w:val="num" w:pos="720"/>
      </w:tabs>
      <w:spacing w:before="60" w:line="240" w:lineRule="auto"/>
      <w:ind w:left="720"/>
    </w:pPr>
    <w:rPr>
      <w:rFonts w:asciiTheme="minorHAnsi" w:eastAsiaTheme="minorHAnsi" w:hAnsiTheme="minorHAnsi" w:cstheme="minorBidi"/>
      <w:sz w:val="22"/>
      <w:szCs w:val="22"/>
    </w:rPr>
  </w:style>
  <w:style w:type="paragraph" w:customStyle="1" w:styleId="LogEntry">
    <w:name w:val="Log Entry"/>
    <w:basedOn w:val="Step"/>
    <w:qFormat/>
    <w:rsid w:val="0049494D"/>
    <w:pPr>
      <w:numPr>
        <w:numId w:val="0"/>
      </w:numPr>
      <w:ind w:left="720"/>
    </w:pPr>
    <w:rPr>
      <w:b/>
      <w:u w:val="single"/>
    </w:rPr>
  </w:style>
  <w:style w:type="paragraph" w:styleId="ListParagraph">
    <w:name w:val="List Paragraph"/>
    <w:basedOn w:val="Normal"/>
    <w:uiPriority w:val="34"/>
    <w:qFormat/>
    <w:rsid w:val="0049494D"/>
    <w:pPr>
      <w:ind w:left="720"/>
      <w:contextualSpacing/>
    </w:pPr>
  </w:style>
  <w:style w:type="character" w:customStyle="1" w:styleId="intelliemstrong">
    <w:name w:val="intelliem strong"/>
    <w:basedOn w:val="DefaultParagraphFont"/>
    <w:rsid w:val="003A2389"/>
    <w:rPr>
      <w:b/>
    </w:rPr>
  </w:style>
  <w:style w:type="character" w:customStyle="1" w:styleId="intelliememphasis">
    <w:name w:val="intelliem emphasis"/>
    <w:basedOn w:val="DefaultParagraphFont"/>
    <w:rsid w:val="003A2389"/>
    <w:rPr>
      <w:i/>
    </w:rPr>
  </w:style>
  <w:style w:type="character" w:customStyle="1" w:styleId="EditReview">
    <w:name w:val="Edit Review"/>
    <w:basedOn w:val="DefaultParagraphFont"/>
    <w:uiPriority w:val="1"/>
    <w:qFormat/>
    <w:rsid w:val="007A436E"/>
    <w:rPr>
      <w:b/>
      <w:bCs/>
      <w:color w:val="C00000"/>
      <w:lang w:eastAsia="ja-JP"/>
    </w:rPr>
  </w:style>
  <w:style w:type="character" w:styleId="Hyperlink">
    <w:name w:val="Hyperlink"/>
    <w:basedOn w:val="DefaultParagraphFont"/>
    <w:rsid w:val="00D01E3A"/>
    <w:rPr>
      <w:color w:val="0000FF" w:themeColor="hyperlink"/>
      <w:u w:val="single"/>
    </w:rPr>
  </w:style>
  <w:style w:type="character" w:styleId="FollowedHyperlink">
    <w:name w:val="FollowedHyperlink"/>
    <w:basedOn w:val="DefaultParagraphFont"/>
    <w:rsid w:val="00D01E3A"/>
    <w:rPr>
      <w:color w:val="800080" w:themeColor="followedHyperlink"/>
      <w:u w:val="single"/>
    </w:rPr>
  </w:style>
  <w:style w:type="paragraph" w:styleId="DocumentMap">
    <w:name w:val="Document Map"/>
    <w:basedOn w:val="Normal"/>
    <w:link w:val="DocumentMapChar"/>
    <w:rsid w:val="00313B3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313B34"/>
    <w:rPr>
      <w:rFonts w:ascii="Tahoma" w:hAnsi="Tahoma" w:cs="Tahoma"/>
      <w:sz w:val="16"/>
      <w:szCs w:val="16"/>
    </w:rPr>
  </w:style>
  <w:style w:type="character" w:styleId="CommentReference">
    <w:name w:val="annotation reference"/>
    <w:basedOn w:val="DefaultParagraphFont"/>
    <w:rsid w:val="006E1BC1"/>
    <w:rPr>
      <w:sz w:val="16"/>
      <w:szCs w:val="16"/>
    </w:rPr>
  </w:style>
  <w:style w:type="paragraph" w:styleId="CommentSubject">
    <w:name w:val="annotation subject"/>
    <w:basedOn w:val="CommentText"/>
    <w:next w:val="CommentText"/>
    <w:link w:val="CommentSubjectChar"/>
    <w:rsid w:val="006E1BC1"/>
    <w:pPr>
      <w:spacing w:line="240" w:lineRule="auto"/>
    </w:pPr>
    <w:rPr>
      <w:b/>
      <w:bCs/>
    </w:rPr>
  </w:style>
  <w:style w:type="character" w:customStyle="1" w:styleId="CommentSubjectChar">
    <w:name w:val="Comment Subject Char"/>
    <w:basedOn w:val="CommentTextChar"/>
    <w:link w:val="CommentSubject"/>
    <w:rsid w:val="006E1BC1"/>
    <w:rPr>
      <w:rFonts w:ascii="Segoe" w:hAnsi="Segoe"/>
      <w:b/>
      <w:bCs/>
    </w:rPr>
  </w:style>
  <w:style w:type="paragraph" w:styleId="Revision">
    <w:name w:val="Revision"/>
    <w:hidden/>
    <w:uiPriority w:val="99"/>
    <w:semiHidden/>
    <w:rsid w:val="00620808"/>
    <w:rPr>
      <w:rFonts w:ascii="Segoe" w:hAnsi="Segoe"/>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dener\AppData\Roaming\Microsoft\Templates\MSPress_ITPr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07117-57FE-4888-BE86-80C41D822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MSPress_ITPro.dot</Template>
  <TotalTime>1</TotalTime>
  <Pages>1</Pages>
  <Words>3961</Words>
  <Characters>22579</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MSPress ITPro TK Template</vt:lpstr>
    </vt:vector>
  </TitlesOfParts>
  <LinksUpToDate>false</LinksUpToDate>
  <CharactersWithSpaces>26488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2008-10-21T20:37:00Z</cp:lastPrinted>
  <dcterms:created xsi:type="dcterms:W3CDTF">2011-08-09T20:56:00Z</dcterms:created>
  <dcterms:modified xsi:type="dcterms:W3CDTF">2011-08-09T20:56:00Z</dcterms:modified>
</cp:coreProperties>
</file>